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 xml:space="preserve" xml:embedTrueTypeFonts="1">
  <w:body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128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tbl>
      <w:tblPr>
        <w:tblStyle w:val="TableGrid"/>
        <w:tblLayout w:type="fixed"/>
        <w:tblpPr w:leftFromText="0" w:rightFromText="0" w:vertAnchor="text" w:horzAnchor="page" w:tblpX="1128" w:tblpY="0"/>
        <w:tblOverlap w:val="never"/>
        "
        <w:tblW w:w="10189" w:type="dxa"/>
        <w:tblLook w:val="04A0" w:firstRow="1" w:lastRow="0" w:firstColumn="1" w:lastColumn="0" w:noHBand="0" w:noVBand="1"/>
      </w:tblPr>
      <w:tblGrid>
        <w:gridCol w:w="1418"/>
        <w:gridCol w:w="1132"/>
        <w:gridCol w:w="5955"/>
        <w:gridCol w:w="1702"/>
      </w:tblGrid>
      <w:tr>
        <w:trPr>
          <w:trHeight w:hRule="exact" w:val="407"/>
        </w:trPr>
        <w:tc>
          <w:tcPr>
            <w:tcW w:w="1418" w:type="dxa"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132" w:type="dxa"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955" w:type="dxa"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702" w:type="dxa"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</w:tr>
      <w:tr>
        <w:trPr>
          <w:trHeight w:hRule="exact" w:val="402"/>
        </w:trPr>
        <w:tc>
          <w:tcPr>
            <w:tcW w:w="141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76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1" name="Freeform 10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278" behindDoc="0" locked="0" layoutInCell="1" allowOverlap="1">
                  <wp:simplePos x="0" y="0"/>
                  <wp:positionH relativeFrom="page">
                    <wp:posOffset>900937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2" name="Freeform 10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80" behindDoc="0" locked="0" layoutInCell="1" allowOverlap="1">
                  <wp:simplePos x="0" y="0"/>
                  <wp:positionH relativeFrom="page">
                    <wp:posOffset>719328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3" name="Freeform 10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5955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70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282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4" name="Freeform 10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284" behindDoc="0" locked="0" layoutInCell="1" allowOverlap="1">
                  <wp:simplePos x="0" y="0"/>
                  <wp:positionH relativeFrom="page">
                    <wp:posOffset>1080771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5" name="Freeform 10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</w:tr>
      <w:tr>
        <w:trPr>
          <w:trHeight w:hRule="exact" w:val="407"/>
        </w:trPr>
        <w:tc>
          <w:tcPr>
            <w:tcW w:w="141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304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6" name="Freeform 10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06" behindDoc="0" locked="0" layoutInCell="1" allowOverlap="1">
                  <wp:simplePos x="0" y="0"/>
                  <wp:positionH relativeFrom="page">
                    <wp:posOffset>900937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7" name="Freeform 10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308" behindDoc="0" locked="0" layoutInCell="1" allowOverlap="1">
                  <wp:simplePos x="0" y="0"/>
                  <wp:positionH relativeFrom="page">
                    <wp:posOffset>719328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8" name="Freeform 10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5955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70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310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09" name="Freeform 10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12" behindDoc="0" locked="0" layoutInCell="1" allowOverlap="1">
                  <wp:simplePos x="0" y="0"/>
                  <wp:positionH relativeFrom="page">
                    <wp:posOffset>1080771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10" name="Freeform 11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</w:tr>
      <w:tr>
        <w:trPr>
          <w:trHeight w:hRule="exact" w:val="414"/>
        </w:trPr>
        <w:tc>
          <w:tcPr>
            <w:tcW w:w="1418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332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1</wp:posOffset>
                  </wp:positionV>
                  <wp:extent cx="6096" cy="6096"/>
                  <wp:effectExtent l="0" t="0" r="0" b="0"/>
                  <wp:wrapNone/>
                  <wp:docPr id="111" name="Freeform 11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34" behindDoc="0" locked="0" layoutInCell="1" allowOverlap="1">
                  <wp:simplePos x="0" y="0"/>
                  <wp:positionH relativeFrom="page">
                    <wp:posOffset>900937</wp:posOffset>
                  </wp:positionH>
                  <wp:positionV relativeFrom="paragraph">
                    <wp:posOffset>1</wp:posOffset>
                  </wp:positionV>
                  <wp:extent cx="6096" cy="6096"/>
                  <wp:effectExtent l="0" t="0" r="0" b="0"/>
                  <wp:wrapNone/>
                  <wp:docPr id="112" name="Freeform 11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336" behindDoc="0" locked="0" layoutInCell="1" allowOverlap="1">
                  <wp:simplePos x="0" y="0"/>
                  <wp:positionH relativeFrom="page">
                    <wp:posOffset>719328</wp:posOffset>
                  </wp:positionH>
                  <wp:positionV relativeFrom="paragraph">
                    <wp:posOffset>1</wp:posOffset>
                  </wp:positionV>
                  <wp:extent cx="6096" cy="6096"/>
                  <wp:effectExtent l="0" t="0" r="0" b="0"/>
                  <wp:wrapNone/>
                  <wp:docPr id="113" name="Freeform 11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5955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702" w:type="dxa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33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1</wp:posOffset>
                  </wp:positionV>
                  <wp:extent cx="6096" cy="6096"/>
                  <wp:effectExtent l="0" t="0" r="0" b="0"/>
                  <wp:wrapNone/>
                  <wp:docPr id="114" name="Freeform 11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40" behindDoc="0" locked="0" layoutInCell="1" allowOverlap="1">
                  <wp:simplePos x="0" y="0"/>
                  <wp:positionH relativeFrom="page">
                    <wp:posOffset>1080771</wp:posOffset>
                  </wp:positionH>
                  <wp:positionV relativeFrom="paragraph">
                    <wp:posOffset>1</wp:posOffset>
                  </wp:positionV>
                  <wp:extent cx="6096" cy="6096"/>
                  <wp:effectExtent l="0" t="0" r="0" b="0"/>
                  <wp:wrapNone/>
                  <wp:docPr id="115" name="Freeform 11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</w:tr>
      <w:tr>
        <w:trPr>
          <w:trHeight w:hRule="exact" w:val="404"/>
        </w:trPr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3" w:after="105" w:line="240" w:lineRule="auto"/>
              <w:ind w:left="412" w:right="-18" w:firstLine="0"/>
            </w:pPr>
            <w:r>
              <w:drawing>
                <wp:anchor simplePos="0" relativeHeight="251658379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line">
                    <wp:posOffset>-31808</wp:posOffset>
                  </wp:positionV>
                  <wp:extent cx="6096" cy="6096"/>
                  <wp:effectExtent l="0" t="0" r="0" b="0"/>
                  <wp:wrapNone/>
                  <wp:docPr id="116" name="Freeform 11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81" behindDoc="0" locked="0" layoutInCell="1" allowOverlap="1">
                  <wp:simplePos x="0" y="0"/>
                  <wp:positionH relativeFrom="page">
                    <wp:posOffset>900937</wp:posOffset>
                  </wp:positionH>
                  <wp:positionV relativeFrom="line">
                    <wp:posOffset>-31808</wp:posOffset>
                  </wp:positionV>
                  <wp:extent cx="6096" cy="6096"/>
                  <wp:effectExtent l="0" t="0" r="0" b="0"/>
                  <wp:wrapNone/>
                  <wp:docPr id="117" name="Freeform 11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i/>
                <w:iCs/>
                <w:color w:val="000000"/>
                <w:sz w:val="16"/>
                <w:szCs w:val="16"/>
                <w:lang w:val="cs-CZ"/>
              </w:rPr>
              <w:t>Označení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  <w:tc>
          <w:tcPr>
            <w:tcW w:w="1132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3" w:after="105" w:line="240" w:lineRule="auto"/>
              <w:ind w:left="157" w:right="468" w:firstLine="0"/>
              <w:jc w:val="right"/>
            </w:pPr>
            <w:r>
              <w:drawing>
                <wp:anchor simplePos="0" relativeHeight="251658383" behindDoc="0" locked="0" layoutInCell="1" allowOverlap="1">
                  <wp:simplePos x="0" y="0"/>
                  <wp:positionH relativeFrom="page">
                    <wp:posOffset>719328</wp:posOffset>
                  </wp:positionH>
                  <wp:positionV relativeFrom="line">
                    <wp:posOffset>-31808</wp:posOffset>
                  </wp:positionV>
                  <wp:extent cx="6096" cy="6096"/>
                  <wp:effectExtent l="0" t="0" r="0" b="0"/>
                  <wp:wrapNone/>
                  <wp:docPr id="118" name="Freeform 11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3"/>
                <w:sz w:val="16"/>
                <w:szCs w:val="16"/>
                <w:lang w:val="cs-CZ"/>
              </w:rPr>
              <w:t> Datum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  <w:tc>
          <w:tcPr>
            <w:tcW w:w="5955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3" w:after="105" w:line="240" w:lineRule="auto"/>
              <w:ind w:left="158" w:right="4926" w:firstLine="0"/>
              <w:jc w:val="right"/>
            </w:pPr>
            <w:r/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2"/>
                <w:sz w:val="16"/>
                <w:szCs w:val="16"/>
                <w:lang w:val="cs-CZ"/>
              </w:rPr>
              <w:t> Popis změny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  <w:tc>
          <w:tcPr>
            <w:tcW w:w="1702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3" w:after="105" w:line="240" w:lineRule="auto"/>
              <w:ind w:left="121" w:right="1059" w:firstLine="0"/>
              <w:jc w:val="right"/>
            </w:pPr>
            <w:r>
              <w:drawing>
                <wp:anchor simplePos="0" relativeHeight="251658385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line">
                    <wp:posOffset>-31808</wp:posOffset>
                  </wp:positionV>
                  <wp:extent cx="6096" cy="6096"/>
                  <wp:effectExtent l="0" t="0" r="0" b="0"/>
                  <wp:wrapNone/>
                  <wp:docPr id="119" name="Freeform 11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387" behindDoc="0" locked="0" layoutInCell="1" allowOverlap="1">
                  <wp:simplePos x="0" y="0"/>
                  <wp:positionH relativeFrom="page">
                    <wp:posOffset>1080771</wp:posOffset>
                  </wp:positionH>
                  <wp:positionV relativeFrom="line">
                    <wp:posOffset>-31808</wp:posOffset>
                  </wp:positionV>
                  <wp:extent cx="6096" cy="6096"/>
                  <wp:effectExtent l="0" t="0" r="0" b="0"/>
                  <wp:wrapNone/>
                  <wp:docPr id="120" name="Freeform 12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3"/>
                <w:sz w:val="16"/>
                <w:szCs w:val="16"/>
                <w:lang w:val="cs-CZ"/>
              </w:rPr>
              <w:t> Podpis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0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183" w:after="0" w:line="183" w:lineRule="exact"/>
        <w:ind w:left="9246" w:right="1242" w:firstLine="0"/>
        <w:jc w:val="right"/>
      </w:pPr>
      <w:r>
        <w:drawing>
          <wp:anchor simplePos="0" relativeHeight="251658390" behindDoc="0" locked="0" layoutInCell="1" allowOverlap="1">
            <wp:simplePos x="0" y="0"/>
            <wp:positionH relativeFrom="page">
              <wp:posOffset>716280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1" name="Freeform 12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9" behindDoc="0" locked="0" layoutInCell="1" allowOverlap="1">
            <wp:simplePos x="0" y="0"/>
            <wp:positionH relativeFrom="page">
              <wp:posOffset>716280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2" name="Freeform 12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3" behindDoc="0" locked="0" layoutInCell="1" allowOverlap="1">
            <wp:simplePos x="0" y="0"/>
            <wp:positionH relativeFrom="page">
              <wp:posOffset>1617217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3" name="Freeform 12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6" behindDoc="0" locked="0" layoutInCell="1" allowOverlap="1">
            <wp:simplePos x="0" y="0"/>
            <wp:positionH relativeFrom="page">
              <wp:posOffset>2336545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4" name="Freeform 12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9" behindDoc="0" locked="0" layoutInCell="1" allowOverlap="1">
            <wp:simplePos x="0" y="0"/>
            <wp:positionH relativeFrom="page">
              <wp:posOffset>6118605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5" name="Freeform 12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3" behindDoc="1" locked="0" layoutInCell="1" allowOverlap="1">
            <wp:simplePos x="0" y="0"/>
            <wp:positionH relativeFrom="page">
              <wp:posOffset>7199376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6" name="Freeform 12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2" behindDoc="1" locked="0" layoutInCell="1" allowOverlap="1">
            <wp:simplePos x="0" y="0"/>
            <wp:positionH relativeFrom="page">
              <wp:posOffset>7199376</wp:posOffset>
            </wp:positionH>
            <wp:positionV relativeFrom="line">
              <wp:posOffset>-4249</wp:posOffset>
            </wp:positionV>
            <wp:extent cx="6096" cy="6096"/>
            <wp:effectExtent l="0" t="0" r="0" b="0"/>
            <wp:wrapNone/>
            <wp:docPr id="127" name="Freeform 12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Arial Narrow" w:hAnsi="Arial Narrow" w:cs="Arial Narrow"/>
          <w:i/>
          <w:iCs/>
          <w:color w:val="000000"/>
          <w:spacing w:val="-6"/>
          <w:sz w:val="16"/>
          <w:szCs w:val="16"/>
          <w:lang w:val="cs-CZ"/>
        </w:rPr>
        <w:t> Paré: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418" behindDoc="0" locked="0" layoutInCell="1" allowOverlap="1">
            <wp:simplePos x="0" y="0"/>
            <wp:positionH relativeFrom="page">
              <wp:posOffset>6121653</wp:posOffset>
            </wp:positionH>
            <wp:positionV relativeFrom="paragraph">
              <wp:posOffset>110999</wp:posOffset>
            </wp:positionV>
            <wp:extent cx="1077773" cy="6096"/>
            <wp:effectExtent l="0" t="0" r="0" b="0"/>
            <wp:wrapNone/>
            <wp:docPr id="128" name="Freeform 12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077773" cy="6096"/>
                    </a:xfrm>
                    <a:custGeom>
                      <a:rect l="l" t="t" r="r" b="b"/>
                      <a:pathLst>
                        <a:path w="1077773" h="6096">
                          <a:moveTo>
                            <a:pt x="0" y="6096"/>
                          </a:moveTo>
                          <a:lnTo>
                            <a:pt x="1077773" y="6096"/>
                          </a:lnTo>
                          <a:lnTo>
                            <a:pt x="1077773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0" behindDoc="0" locked="0" layoutInCell="1" allowOverlap="1">
            <wp:simplePos x="0" y="0"/>
            <wp:positionH relativeFrom="page">
              <wp:posOffset>7199376</wp:posOffset>
            </wp:positionH>
            <wp:positionV relativeFrom="paragraph">
              <wp:posOffset>110999</wp:posOffset>
            </wp:positionV>
            <wp:extent cx="6096" cy="6096"/>
            <wp:effectExtent l="0" t="0" r="0" b="0"/>
            <wp:wrapNone/>
            <wp:docPr id="129" name="Freeform 12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9" behindDoc="0" locked="0" layoutInCell="1" allowOverlap="1">
            <wp:simplePos x="0" y="0"/>
            <wp:positionH relativeFrom="page">
              <wp:posOffset>7199376</wp:posOffset>
            </wp:positionH>
            <wp:positionV relativeFrom="paragraph">
              <wp:posOffset>110999</wp:posOffset>
            </wp:positionV>
            <wp:extent cx="6096" cy="6096"/>
            <wp:effectExtent l="0" t="0" r="0" b="0"/>
            <wp:wrapNone/>
            <wp:docPr id="130" name="Freeform 13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421" behindDoc="0" locked="0" layoutInCell="1" allowOverlap="1">
            <wp:simplePos x="0" y="0"/>
            <wp:positionH relativeFrom="page">
              <wp:posOffset>7199376</wp:posOffset>
            </wp:positionH>
            <wp:positionV relativeFrom="paragraph">
              <wp:posOffset>-58090</wp:posOffset>
            </wp:positionV>
            <wp:extent cx="6096" cy="958901"/>
            <wp:effectExtent l="0" t="0" r="0" b="0"/>
            <wp:wrapNone/>
            <wp:docPr id="131" name="Freeform 13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958901"/>
                    </a:xfrm>
                    <a:custGeom>
                      <a:rect l="l" t="t" r="r" b="b"/>
                      <a:pathLst>
                        <a:path w="6096" h="958901">
                          <a:moveTo>
                            <a:pt x="0" y="958901"/>
                          </a:moveTo>
                          <a:lnTo>
                            <a:pt x="6096" y="958901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958901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72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tbl>
      <w:tblPr>
        <w:tblStyle w:val="TableGrid"/>
        <w:tblLayout w:type="fixed"/>
        <w:tblpPr w:leftFromText="0" w:rightFromText="0" w:vertAnchor="text" w:horzAnchor="page" w:tblpX="1270" w:tblpY="0"/>
        <w:tblOverlap w:val="never"/>
        "
        <w:tblW w:w="10037" w:type="dxa"/>
        <w:tblLook w:val="04A0" w:firstRow="1" w:lastRow="0" w:firstColumn="1" w:lastColumn="0" w:noHBand="0" w:noVBand="1"/>
      </w:tblPr>
      <w:tblGrid>
        <w:gridCol w:w="1408"/>
        <w:gridCol w:w="1070"/>
        <w:gridCol w:w="3574"/>
        <w:gridCol w:w="643"/>
        <w:gridCol w:w="667"/>
        <w:gridCol w:w="521"/>
        <w:gridCol w:w="729"/>
        <w:gridCol w:w="444"/>
        <w:gridCol w:w="998"/>
      </w:tblGrid>
      <w:tr>
        <w:trPr>
          <w:trHeight w:hRule="exact" w:val="1074"/>
        </w:trPr>
        <w:tc>
          <w:tcPr>
            <w:tcW w:w="10057" w:type="dxa"/>
            <w:gridSpan w:val="9"/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446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paragraph">
                    <wp:posOffset>-6095</wp:posOffset>
                  </wp:positionV>
                  <wp:extent cx="6096" cy="6095"/>
                  <wp:effectExtent l="0" t="0" r="0" b="0"/>
                  <wp:wrapNone/>
                  <wp:docPr id="132" name="Freeform 13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45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paragraph">
                    <wp:posOffset>-6095</wp:posOffset>
                  </wp:positionV>
                  <wp:extent cx="6096" cy="6095"/>
                  <wp:effectExtent l="0" t="0" r="0" b="0"/>
                  <wp:wrapNone/>
                  <wp:docPr id="133" name="Freeform 13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49" behindDoc="0" locked="0" layoutInCell="1" allowOverlap="1">
                  <wp:simplePos x="0" y="0"/>
                  <wp:positionH relativeFrom="page">
                    <wp:posOffset>6386780</wp:posOffset>
                  </wp:positionH>
                  <wp:positionV relativeFrom="paragraph">
                    <wp:posOffset>-6095</wp:posOffset>
                  </wp:positionV>
                  <wp:extent cx="6096" cy="6095"/>
                  <wp:effectExtent l="0" t="0" r="0" b="0"/>
                  <wp:wrapNone/>
                  <wp:docPr id="134" name="Freeform 13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48" behindDoc="0" locked="0" layoutInCell="1" allowOverlap="1">
                  <wp:simplePos x="0" y="0"/>
                  <wp:positionH relativeFrom="page">
                    <wp:posOffset>6386780</wp:posOffset>
                  </wp:positionH>
                  <wp:positionV relativeFrom="paragraph">
                    <wp:posOffset>-6095</wp:posOffset>
                  </wp:positionV>
                  <wp:extent cx="6096" cy="6095"/>
                  <wp:effectExtent l="0" t="0" r="0" b="0"/>
                  <wp:wrapNone/>
                  <wp:docPr id="135" name="Freeform 13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5"/>
                          </a:xfrm>
                          <a:custGeom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43" behindDoc="0" locked="0" layoutInCell="1" allowOverlap="1">
                  <wp:simplePos x="0" y="0"/>
                  <wp:positionH relativeFrom="page">
                    <wp:posOffset>87198</wp:posOffset>
                  </wp:positionH>
                  <wp:positionV relativeFrom="paragraph">
                    <wp:posOffset>67056</wp:posOffset>
                  </wp:positionV>
                  <wp:extent cx="2131822" cy="552450"/>
                  <wp:effectExtent l="0" t="0" r="0" b="0"/>
                  <wp:wrapNone/>
                  <wp:docPr id="136" name="Picture 13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131822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46" behindDoc="0" locked="0" layoutInCell="1" allowOverlap="1">
                  <wp:simplePos x="0" y="0"/>
                  <wp:positionH relativeFrom="page">
                    <wp:posOffset>2378279</wp:posOffset>
                  </wp:positionH>
                  <wp:positionV relativeFrom="paragraph">
                    <wp:posOffset>86106</wp:posOffset>
                  </wp:positionV>
                  <wp:extent cx="1847214" cy="504698"/>
                  <wp:effectExtent l="0" t="0" r="0" b="0"/>
                  <wp:wrapNone/>
                  <wp:docPr id="137" name="Picture 13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847214" cy="5046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40" behindDoc="0" locked="0" layoutInCell="1" allowOverlap="1">
                  <wp:simplePos x="0" y="0"/>
                  <wp:positionH relativeFrom="page">
                    <wp:posOffset>4718386</wp:posOffset>
                  </wp:positionH>
                  <wp:positionV relativeFrom="paragraph">
                    <wp:posOffset>126182</wp:posOffset>
                  </wp:positionV>
                  <wp:extent cx="272633" cy="468189"/>
                  <wp:effectExtent l="0" t="0" r="0" b="0"/>
                  <wp:wrapNone/>
                  <wp:docPr id="138" name="Picture 13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72633" cy="4681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31" behindDoc="0" locked="0" layoutInCell="1" allowOverlap="1">
                  <wp:simplePos x="0" y="0"/>
                  <wp:positionH relativeFrom="page">
                    <wp:posOffset>5907820</wp:posOffset>
                  </wp:positionH>
                  <wp:positionV relativeFrom="paragraph">
                    <wp:posOffset>248537</wp:posOffset>
                  </wp:positionV>
                  <wp:extent cx="34721" cy="21289"/>
                  <wp:effectExtent l="0" t="0" r="0" b="0"/>
                  <wp:wrapNone/>
                  <wp:docPr id="139" name="Freeform 13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34721" cy="21289"/>
                          </a:xfrm>
                          <a:custGeom>
                            <a:rect l="l" t="t" r="r" b="b"/>
                            <a:pathLst>
                              <a:path w="126366" h="77851">
                                <a:moveTo>
                                  <a:pt x="0" y="68123"/>
                                </a:moveTo>
                                <a:lnTo>
                                  <a:pt x="0" y="68123"/>
                                </a:lnTo>
                                <a:lnTo>
                                  <a:pt x="9653" y="68123"/>
                                </a:lnTo>
                                <a:lnTo>
                                  <a:pt x="19431" y="68123"/>
                                </a:lnTo>
                                <a:lnTo>
                                  <a:pt x="38862" y="77851"/>
                                </a:lnTo>
                                <a:lnTo>
                                  <a:pt x="48642" y="77851"/>
                                </a:lnTo>
                                <a:lnTo>
                                  <a:pt x="48642" y="68123"/>
                                </a:lnTo>
                                <a:lnTo>
                                  <a:pt x="58293" y="68123"/>
                                </a:lnTo>
                                <a:lnTo>
                                  <a:pt x="97282" y="48680"/>
                                </a:lnTo>
                                <a:lnTo>
                                  <a:pt x="97282" y="38951"/>
                                </a:lnTo>
                                <a:lnTo>
                                  <a:pt x="106935" y="38951"/>
                                </a:lnTo>
                                <a:lnTo>
                                  <a:pt x="116713" y="38951"/>
                                </a:lnTo>
                                <a:lnTo>
                                  <a:pt x="116713" y="29223"/>
                                </a:lnTo>
                                <a:lnTo>
                                  <a:pt x="126366" y="29223"/>
                                </a:lnTo>
                                <a:lnTo>
                                  <a:pt x="126366" y="9780"/>
                                </a:lnTo>
                                <a:lnTo>
                                  <a:pt x="116713" y="9780"/>
                                </a:lnTo>
                                <a:lnTo>
                                  <a:pt x="106935" y="9780"/>
                                </a:lnTo>
                                <a:lnTo>
                                  <a:pt x="97282" y="9780"/>
                                </a:lnTo>
                                <a:lnTo>
                                  <a:pt x="58293" y="0"/>
                                </a:lnTo>
                                <a:lnTo>
                                  <a:pt x="19431" y="48680"/>
                                </a:lnTo>
                                <a:lnTo>
                                  <a:pt x="9653" y="48680"/>
                                </a:lnTo>
                                <a:lnTo>
                                  <a:pt x="9653" y="58395"/>
                                </a:lnTo>
                                <a:lnTo>
                                  <a:pt x="9653" y="68123"/>
                                </a:lnTo>
                                <a:lnTo>
                                  <a:pt x="0" y="68123"/>
                                </a:lnTo>
                                <a:close/>
                                <a:moveTo>
                                  <a:pt x="0" y="68123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9" behindDoc="0" locked="0" layoutInCell="1" allowOverlap="1">
                  <wp:simplePos x="0" y="0"/>
                  <wp:positionH relativeFrom="page">
                    <wp:posOffset>5084561</wp:posOffset>
                  </wp:positionH>
                  <wp:positionV relativeFrom="paragraph">
                    <wp:posOffset>275147</wp:posOffset>
                  </wp:positionV>
                  <wp:extent cx="66825" cy="93108"/>
                  <wp:effectExtent l="0" t="0" r="0" b="0"/>
                  <wp:wrapNone/>
                  <wp:docPr id="140" name="Freeform 14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6825" cy="93108"/>
                          </a:xfrm>
                          <a:custGeom>
                            <a:rect l="l" t="t" r="r" b="b"/>
                            <a:pathLst>
                              <a:path w="243205" h="340474">
                                <a:moveTo>
                                  <a:pt x="0" y="87554"/>
                                </a:moveTo>
                                <a:lnTo>
                                  <a:pt x="0" y="87554"/>
                                </a:lnTo>
                                <a:lnTo>
                                  <a:pt x="0" y="97282"/>
                                </a:lnTo>
                                <a:lnTo>
                                  <a:pt x="0" y="107010"/>
                                </a:lnTo>
                                <a:lnTo>
                                  <a:pt x="9780" y="107010"/>
                                </a:lnTo>
                                <a:lnTo>
                                  <a:pt x="9780" y="116738"/>
                                </a:lnTo>
                                <a:lnTo>
                                  <a:pt x="9780" y="126467"/>
                                </a:lnTo>
                                <a:lnTo>
                                  <a:pt x="9780" y="136195"/>
                                </a:lnTo>
                                <a:lnTo>
                                  <a:pt x="19432" y="136195"/>
                                </a:lnTo>
                                <a:lnTo>
                                  <a:pt x="19432" y="145923"/>
                                </a:lnTo>
                                <a:lnTo>
                                  <a:pt x="38989" y="165379"/>
                                </a:lnTo>
                                <a:lnTo>
                                  <a:pt x="48641" y="175107"/>
                                </a:lnTo>
                                <a:lnTo>
                                  <a:pt x="58421" y="175107"/>
                                </a:lnTo>
                                <a:lnTo>
                                  <a:pt x="68072" y="175107"/>
                                </a:lnTo>
                                <a:lnTo>
                                  <a:pt x="77852" y="184823"/>
                                </a:lnTo>
                                <a:lnTo>
                                  <a:pt x="87630" y="184823"/>
                                </a:lnTo>
                                <a:lnTo>
                                  <a:pt x="97283" y="184823"/>
                                </a:lnTo>
                                <a:lnTo>
                                  <a:pt x="107061" y="184823"/>
                                </a:lnTo>
                                <a:lnTo>
                                  <a:pt x="116713" y="194551"/>
                                </a:lnTo>
                                <a:lnTo>
                                  <a:pt x="126493" y="194551"/>
                                </a:lnTo>
                                <a:lnTo>
                                  <a:pt x="136272" y="204279"/>
                                </a:lnTo>
                                <a:lnTo>
                                  <a:pt x="145924" y="204279"/>
                                </a:lnTo>
                                <a:lnTo>
                                  <a:pt x="155702" y="214008"/>
                                </a:lnTo>
                                <a:lnTo>
                                  <a:pt x="165355" y="223736"/>
                                </a:lnTo>
                                <a:lnTo>
                                  <a:pt x="165355" y="233464"/>
                                </a:lnTo>
                                <a:lnTo>
                                  <a:pt x="165355" y="243192"/>
                                </a:lnTo>
                                <a:lnTo>
                                  <a:pt x="165355" y="252920"/>
                                </a:lnTo>
                                <a:lnTo>
                                  <a:pt x="155702" y="262649"/>
                                </a:lnTo>
                                <a:lnTo>
                                  <a:pt x="145924" y="272377"/>
                                </a:lnTo>
                                <a:lnTo>
                                  <a:pt x="136272" y="282105"/>
                                </a:lnTo>
                                <a:lnTo>
                                  <a:pt x="126493" y="282105"/>
                                </a:lnTo>
                                <a:lnTo>
                                  <a:pt x="107061" y="282105"/>
                                </a:lnTo>
                                <a:lnTo>
                                  <a:pt x="97283" y="282105"/>
                                </a:lnTo>
                                <a:lnTo>
                                  <a:pt x="87630" y="272377"/>
                                </a:lnTo>
                                <a:lnTo>
                                  <a:pt x="77852" y="272377"/>
                                </a:lnTo>
                                <a:lnTo>
                                  <a:pt x="77852" y="262649"/>
                                </a:lnTo>
                                <a:lnTo>
                                  <a:pt x="77852" y="252920"/>
                                </a:lnTo>
                                <a:lnTo>
                                  <a:pt x="77852" y="243192"/>
                                </a:lnTo>
                                <a:lnTo>
                                  <a:pt x="77852" y="223736"/>
                                </a:lnTo>
                                <a:lnTo>
                                  <a:pt x="68072" y="223736"/>
                                </a:lnTo>
                                <a:lnTo>
                                  <a:pt x="58421" y="223736"/>
                                </a:lnTo>
                                <a:lnTo>
                                  <a:pt x="48641" y="223736"/>
                                </a:lnTo>
                                <a:lnTo>
                                  <a:pt x="38989" y="223736"/>
                                </a:lnTo>
                                <a:lnTo>
                                  <a:pt x="29211" y="223736"/>
                                </a:lnTo>
                                <a:lnTo>
                                  <a:pt x="19432" y="223736"/>
                                </a:lnTo>
                                <a:lnTo>
                                  <a:pt x="9780" y="223736"/>
                                </a:lnTo>
                                <a:lnTo>
                                  <a:pt x="0" y="223736"/>
                                </a:lnTo>
                                <a:lnTo>
                                  <a:pt x="0" y="262649"/>
                                </a:lnTo>
                                <a:lnTo>
                                  <a:pt x="9780" y="291833"/>
                                </a:lnTo>
                                <a:lnTo>
                                  <a:pt x="19432" y="311290"/>
                                </a:lnTo>
                                <a:lnTo>
                                  <a:pt x="48641" y="330746"/>
                                </a:lnTo>
                                <a:lnTo>
                                  <a:pt x="68072" y="330746"/>
                                </a:lnTo>
                                <a:lnTo>
                                  <a:pt x="77852" y="340474"/>
                                </a:lnTo>
                                <a:lnTo>
                                  <a:pt x="97283" y="340474"/>
                                </a:lnTo>
                                <a:lnTo>
                                  <a:pt x="116713" y="340474"/>
                                </a:lnTo>
                                <a:lnTo>
                                  <a:pt x="126493" y="340474"/>
                                </a:lnTo>
                                <a:lnTo>
                                  <a:pt x="145924" y="340474"/>
                                </a:lnTo>
                                <a:lnTo>
                                  <a:pt x="194564" y="321018"/>
                                </a:lnTo>
                                <a:lnTo>
                                  <a:pt x="223774" y="301561"/>
                                </a:lnTo>
                                <a:lnTo>
                                  <a:pt x="243205" y="262649"/>
                                </a:lnTo>
                                <a:lnTo>
                                  <a:pt x="243205" y="233464"/>
                                </a:lnTo>
                                <a:lnTo>
                                  <a:pt x="243205" y="214008"/>
                                </a:lnTo>
                                <a:lnTo>
                                  <a:pt x="243205" y="194551"/>
                                </a:lnTo>
                                <a:lnTo>
                                  <a:pt x="233553" y="184823"/>
                                </a:lnTo>
                                <a:lnTo>
                                  <a:pt x="213996" y="165379"/>
                                </a:lnTo>
                                <a:lnTo>
                                  <a:pt x="184913" y="145923"/>
                                </a:lnTo>
                                <a:lnTo>
                                  <a:pt x="155702" y="136195"/>
                                </a:lnTo>
                                <a:lnTo>
                                  <a:pt x="126493" y="126467"/>
                                </a:lnTo>
                                <a:lnTo>
                                  <a:pt x="97283" y="116738"/>
                                </a:lnTo>
                                <a:lnTo>
                                  <a:pt x="87630" y="107010"/>
                                </a:lnTo>
                                <a:lnTo>
                                  <a:pt x="77852" y="97282"/>
                                </a:lnTo>
                                <a:lnTo>
                                  <a:pt x="77852" y="77826"/>
                                </a:lnTo>
                                <a:lnTo>
                                  <a:pt x="97283" y="58369"/>
                                </a:lnTo>
                                <a:lnTo>
                                  <a:pt x="126493" y="48641"/>
                                </a:lnTo>
                                <a:lnTo>
                                  <a:pt x="155702" y="58369"/>
                                </a:lnTo>
                                <a:lnTo>
                                  <a:pt x="165355" y="77826"/>
                                </a:lnTo>
                                <a:lnTo>
                                  <a:pt x="165355" y="107010"/>
                                </a:lnTo>
                                <a:lnTo>
                                  <a:pt x="175133" y="107010"/>
                                </a:lnTo>
                                <a:lnTo>
                                  <a:pt x="184913" y="107010"/>
                                </a:lnTo>
                                <a:lnTo>
                                  <a:pt x="194564" y="107010"/>
                                </a:lnTo>
                                <a:lnTo>
                                  <a:pt x="204344" y="107010"/>
                                </a:lnTo>
                                <a:lnTo>
                                  <a:pt x="233553" y="107010"/>
                                </a:lnTo>
                                <a:lnTo>
                                  <a:pt x="233553" y="97282"/>
                                </a:lnTo>
                                <a:lnTo>
                                  <a:pt x="233553" y="87554"/>
                                </a:lnTo>
                                <a:lnTo>
                                  <a:pt x="233553" y="68097"/>
                                </a:lnTo>
                                <a:lnTo>
                                  <a:pt x="233553" y="58369"/>
                                </a:lnTo>
                                <a:lnTo>
                                  <a:pt x="233553" y="48641"/>
                                </a:lnTo>
                                <a:lnTo>
                                  <a:pt x="223774" y="38913"/>
                                </a:lnTo>
                                <a:lnTo>
                                  <a:pt x="223774" y="29184"/>
                                </a:lnTo>
                                <a:lnTo>
                                  <a:pt x="204344" y="19456"/>
                                </a:lnTo>
                                <a:lnTo>
                                  <a:pt x="184913" y="0"/>
                                </a:lnTo>
                                <a:lnTo>
                                  <a:pt x="145924" y="0"/>
                                </a:lnTo>
                                <a:lnTo>
                                  <a:pt x="116713" y="0"/>
                                </a:lnTo>
                                <a:lnTo>
                                  <a:pt x="87630" y="0"/>
                                </a:lnTo>
                                <a:lnTo>
                                  <a:pt x="58421" y="9728"/>
                                </a:lnTo>
                                <a:lnTo>
                                  <a:pt x="38989" y="19456"/>
                                </a:lnTo>
                                <a:lnTo>
                                  <a:pt x="29211" y="29184"/>
                                </a:lnTo>
                                <a:lnTo>
                                  <a:pt x="19432" y="38913"/>
                                </a:lnTo>
                                <a:lnTo>
                                  <a:pt x="9780" y="48641"/>
                                </a:lnTo>
                                <a:lnTo>
                                  <a:pt x="9780" y="58369"/>
                                </a:lnTo>
                                <a:lnTo>
                                  <a:pt x="9780" y="68097"/>
                                </a:lnTo>
                                <a:lnTo>
                                  <a:pt x="0" y="77826"/>
                                </a:lnTo>
                                <a:close/>
                                <a:moveTo>
                                  <a:pt x="0" y="8755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22" behindDoc="0" locked="0" layoutInCell="1" allowOverlap="1">
                  <wp:simplePos x="0" y="0"/>
                  <wp:positionH relativeFrom="page">
                    <wp:posOffset>5172777</wp:posOffset>
                  </wp:positionH>
                  <wp:positionV relativeFrom="paragraph">
                    <wp:posOffset>275147</wp:posOffset>
                  </wp:positionV>
                  <wp:extent cx="72164" cy="93108"/>
                  <wp:effectExtent l="0" t="0" r="0" b="0"/>
                  <wp:wrapNone/>
                  <wp:docPr id="141" name="Picture 14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2164" cy="931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23" behindDoc="0" locked="0" layoutInCell="1" allowOverlap="1">
                  <wp:simplePos x="0" y="0"/>
                  <wp:positionH relativeFrom="page">
                    <wp:posOffset>5268985</wp:posOffset>
                  </wp:positionH>
                  <wp:positionV relativeFrom="paragraph">
                    <wp:posOffset>275147</wp:posOffset>
                  </wp:positionV>
                  <wp:extent cx="69512" cy="90447"/>
                  <wp:effectExtent l="0" t="0" r="0" b="0"/>
                  <wp:wrapNone/>
                  <wp:docPr id="142" name="Freeform 14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9512" cy="90447"/>
                          </a:xfrm>
                          <a:custGeom>
                            <a:rect l="l" t="t" r="r" b="b"/>
                            <a:pathLst>
                              <a:path w="252984" h="330746">
                                <a:moveTo>
                                  <a:pt x="0" y="9728"/>
                                </a:moveTo>
                                <a:lnTo>
                                  <a:pt x="0" y="330746"/>
                                </a:lnTo>
                                <a:lnTo>
                                  <a:pt x="68072" y="330746"/>
                                </a:lnTo>
                                <a:lnTo>
                                  <a:pt x="68072" y="223736"/>
                                </a:lnTo>
                                <a:lnTo>
                                  <a:pt x="77850" y="223736"/>
                                </a:lnTo>
                                <a:lnTo>
                                  <a:pt x="77850" y="214008"/>
                                </a:lnTo>
                                <a:lnTo>
                                  <a:pt x="87629" y="204279"/>
                                </a:lnTo>
                                <a:lnTo>
                                  <a:pt x="97282" y="204279"/>
                                </a:lnTo>
                                <a:lnTo>
                                  <a:pt x="97282" y="194551"/>
                                </a:lnTo>
                                <a:lnTo>
                                  <a:pt x="97282" y="184823"/>
                                </a:lnTo>
                                <a:lnTo>
                                  <a:pt x="107060" y="184823"/>
                                </a:lnTo>
                                <a:lnTo>
                                  <a:pt x="165354" y="291833"/>
                                </a:lnTo>
                                <a:lnTo>
                                  <a:pt x="165354" y="301561"/>
                                </a:lnTo>
                                <a:lnTo>
                                  <a:pt x="184912" y="330746"/>
                                </a:lnTo>
                                <a:lnTo>
                                  <a:pt x="252984" y="330746"/>
                                </a:lnTo>
                                <a:lnTo>
                                  <a:pt x="252984" y="321018"/>
                                </a:lnTo>
                                <a:lnTo>
                                  <a:pt x="252984" y="311290"/>
                                </a:lnTo>
                                <a:lnTo>
                                  <a:pt x="252984" y="301561"/>
                                </a:lnTo>
                                <a:lnTo>
                                  <a:pt x="243204" y="291833"/>
                                </a:lnTo>
                                <a:lnTo>
                                  <a:pt x="243204" y="282105"/>
                                </a:lnTo>
                                <a:lnTo>
                                  <a:pt x="233553" y="272377"/>
                                </a:lnTo>
                                <a:lnTo>
                                  <a:pt x="233553" y="262649"/>
                                </a:lnTo>
                                <a:lnTo>
                                  <a:pt x="165354" y="155651"/>
                                </a:lnTo>
                                <a:lnTo>
                                  <a:pt x="165354" y="145923"/>
                                </a:lnTo>
                                <a:lnTo>
                                  <a:pt x="155701" y="126467"/>
                                </a:lnTo>
                                <a:lnTo>
                                  <a:pt x="233553" y="38913"/>
                                </a:lnTo>
                                <a:lnTo>
                                  <a:pt x="243204" y="38913"/>
                                </a:lnTo>
                                <a:lnTo>
                                  <a:pt x="243204" y="29184"/>
                                </a:lnTo>
                                <a:lnTo>
                                  <a:pt x="243204" y="19456"/>
                                </a:lnTo>
                                <a:lnTo>
                                  <a:pt x="243204" y="9728"/>
                                </a:lnTo>
                                <a:lnTo>
                                  <a:pt x="243204" y="0"/>
                                </a:lnTo>
                                <a:lnTo>
                                  <a:pt x="184912" y="0"/>
                                </a:lnTo>
                                <a:lnTo>
                                  <a:pt x="175132" y="0"/>
                                </a:lnTo>
                                <a:lnTo>
                                  <a:pt x="175132" y="9728"/>
                                </a:lnTo>
                                <a:lnTo>
                                  <a:pt x="165354" y="9728"/>
                                </a:lnTo>
                                <a:lnTo>
                                  <a:pt x="165354" y="19456"/>
                                </a:lnTo>
                                <a:lnTo>
                                  <a:pt x="165354" y="29184"/>
                                </a:lnTo>
                                <a:lnTo>
                                  <a:pt x="155701" y="29184"/>
                                </a:lnTo>
                                <a:lnTo>
                                  <a:pt x="136270" y="48641"/>
                                </a:lnTo>
                                <a:lnTo>
                                  <a:pt x="136270" y="58369"/>
                                </a:lnTo>
                                <a:lnTo>
                                  <a:pt x="126491" y="58369"/>
                                </a:lnTo>
                                <a:lnTo>
                                  <a:pt x="126491" y="68097"/>
                                </a:lnTo>
                                <a:lnTo>
                                  <a:pt x="116713" y="68097"/>
                                </a:lnTo>
                                <a:lnTo>
                                  <a:pt x="116713" y="77826"/>
                                </a:lnTo>
                                <a:lnTo>
                                  <a:pt x="116713" y="87554"/>
                                </a:lnTo>
                                <a:lnTo>
                                  <a:pt x="107060" y="87554"/>
                                </a:lnTo>
                                <a:lnTo>
                                  <a:pt x="107060" y="97282"/>
                                </a:lnTo>
                                <a:lnTo>
                                  <a:pt x="97282" y="97282"/>
                                </a:lnTo>
                                <a:lnTo>
                                  <a:pt x="97282" y="107010"/>
                                </a:lnTo>
                                <a:lnTo>
                                  <a:pt x="87629" y="107010"/>
                                </a:lnTo>
                                <a:lnTo>
                                  <a:pt x="87629" y="116738"/>
                                </a:lnTo>
                                <a:lnTo>
                                  <a:pt x="77850" y="116738"/>
                                </a:lnTo>
                                <a:lnTo>
                                  <a:pt x="77850" y="126467"/>
                                </a:lnTo>
                                <a:lnTo>
                                  <a:pt x="68072" y="126467"/>
                                </a:lnTo>
                                <a:lnTo>
                                  <a:pt x="680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28"/>
                                </a:lnTo>
                                <a:close/>
                                <a:moveTo>
                                  <a:pt x="0" y="972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24" behindDoc="0" locked="0" layoutInCell="1" allowOverlap="1">
                  <wp:simplePos x="0" y="0"/>
                  <wp:positionH relativeFrom="page">
                    <wp:posOffset>5354514</wp:posOffset>
                  </wp:positionH>
                  <wp:positionV relativeFrom="paragraph">
                    <wp:posOffset>272487</wp:posOffset>
                  </wp:positionV>
                  <wp:extent cx="74851" cy="95768"/>
                  <wp:effectExtent l="0" t="0" r="0" b="0"/>
                  <wp:wrapNone/>
                  <wp:docPr id="143" name="Picture 14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4851" cy="95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25" behindDoc="0" locked="0" layoutInCell="1" allowOverlap="1">
                  <wp:simplePos x="0" y="0"/>
                  <wp:positionH relativeFrom="page">
                    <wp:posOffset>5450756</wp:posOffset>
                  </wp:positionH>
                  <wp:positionV relativeFrom="paragraph">
                    <wp:posOffset>275147</wp:posOffset>
                  </wp:positionV>
                  <wp:extent cx="53460" cy="90447"/>
                  <wp:effectExtent l="0" t="0" r="0" b="0"/>
                  <wp:wrapNone/>
                  <wp:docPr id="144" name="Freeform 14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53460" cy="90447"/>
                          </a:xfrm>
                          <a:custGeom>
                            <a:rect l="l" t="t" r="r" b="b"/>
                            <a:pathLst>
                              <a:path w="194565" h="330746">
                                <a:moveTo>
                                  <a:pt x="9652" y="321018"/>
                                </a:moveTo>
                                <a:lnTo>
                                  <a:pt x="9652" y="321018"/>
                                </a:lnTo>
                                <a:lnTo>
                                  <a:pt x="9652" y="330746"/>
                                </a:lnTo>
                                <a:lnTo>
                                  <a:pt x="194565" y="330746"/>
                                </a:lnTo>
                                <a:lnTo>
                                  <a:pt x="194565" y="262649"/>
                                </a:lnTo>
                                <a:lnTo>
                                  <a:pt x="77852" y="262649"/>
                                </a:lnTo>
                                <a:lnTo>
                                  <a:pt x="77852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652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26" behindDoc="0" locked="0" layoutInCell="1" allowOverlap="1">
                  <wp:simplePos x="0" y="0"/>
                  <wp:positionH relativeFrom="page">
                    <wp:posOffset>5522920</wp:posOffset>
                  </wp:positionH>
                  <wp:positionV relativeFrom="paragraph">
                    <wp:posOffset>272487</wp:posOffset>
                  </wp:positionV>
                  <wp:extent cx="74851" cy="95768"/>
                  <wp:effectExtent l="0" t="0" r="0" b="0"/>
                  <wp:wrapNone/>
                  <wp:docPr id="145" name="Picture 14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4851" cy="95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27" behindDoc="0" locked="0" layoutInCell="1" allowOverlap="1">
                  <wp:simplePos x="0" y="0"/>
                  <wp:positionH relativeFrom="page">
                    <wp:posOffset>5613789</wp:posOffset>
                  </wp:positionH>
                  <wp:positionV relativeFrom="paragraph">
                    <wp:posOffset>275147</wp:posOffset>
                  </wp:positionV>
                  <wp:extent cx="77503" cy="90447"/>
                  <wp:effectExtent l="0" t="0" r="0" b="0"/>
                  <wp:wrapNone/>
                  <wp:docPr id="146" name="Freeform 14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7503" cy="90447"/>
                          </a:xfrm>
                          <a:custGeom>
                            <a:rect l="l" t="t" r="r" b="b"/>
                            <a:pathLst>
                              <a:path w="282068" h="330746">
                                <a:moveTo>
                                  <a:pt x="38989" y="136195"/>
                                </a:moveTo>
                                <a:lnTo>
                                  <a:pt x="38989" y="136195"/>
                                </a:lnTo>
                                <a:lnTo>
                                  <a:pt x="38989" y="145923"/>
                                </a:lnTo>
                                <a:lnTo>
                                  <a:pt x="38989" y="155651"/>
                                </a:lnTo>
                                <a:lnTo>
                                  <a:pt x="38989" y="165379"/>
                                </a:lnTo>
                                <a:lnTo>
                                  <a:pt x="48642" y="184823"/>
                                </a:lnTo>
                                <a:lnTo>
                                  <a:pt x="48642" y="194551"/>
                                </a:lnTo>
                                <a:lnTo>
                                  <a:pt x="58420" y="214008"/>
                                </a:lnTo>
                                <a:lnTo>
                                  <a:pt x="58420" y="233464"/>
                                </a:lnTo>
                                <a:lnTo>
                                  <a:pt x="68073" y="243192"/>
                                </a:lnTo>
                                <a:lnTo>
                                  <a:pt x="68073" y="262649"/>
                                </a:lnTo>
                                <a:lnTo>
                                  <a:pt x="77851" y="282105"/>
                                </a:lnTo>
                                <a:lnTo>
                                  <a:pt x="77851" y="291833"/>
                                </a:lnTo>
                                <a:lnTo>
                                  <a:pt x="87631" y="311290"/>
                                </a:lnTo>
                                <a:lnTo>
                                  <a:pt x="87631" y="321018"/>
                                </a:lnTo>
                                <a:lnTo>
                                  <a:pt x="87631" y="330746"/>
                                </a:lnTo>
                                <a:lnTo>
                                  <a:pt x="194564" y="330746"/>
                                </a:lnTo>
                                <a:lnTo>
                                  <a:pt x="194564" y="321018"/>
                                </a:lnTo>
                                <a:lnTo>
                                  <a:pt x="194564" y="311290"/>
                                </a:lnTo>
                                <a:lnTo>
                                  <a:pt x="213995" y="252920"/>
                                </a:lnTo>
                                <a:lnTo>
                                  <a:pt x="213995" y="243192"/>
                                </a:lnTo>
                                <a:lnTo>
                                  <a:pt x="223775" y="233464"/>
                                </a:lnTo>
                                <a:lnTo>
                                  <a:pt x="223775" y="223736"/>
                                </a:lnTo>
                                <a:lnTo>
                                  <a:pt x="223775" y="214008"/>
                                </a:lnTo>
                                <a:lnTo>
                                  <a:pt x="223775" y="204279"/>
                                </a:lnTo>
                                <a:lnTo>
                                  <a:pt x="233426" y="204279"/>
                                </a:lnTo>
                                <a:lnTo>
                                  <a:pt x="233426" y="194551"/>
                                </a:lnTo>
                                <a:lnTo>
                                  <a:pt x="233426" y="184823"/>
                                </a:lnTo>
                                <a:lnTo>
                                  <a:pt x="233426" y="175107"/>
                                </a:lnTo>
                                <a:lnTo>
                                  <a:pt x="262637" y="77826"/>
                                </a:lnTo>
                                <a:lnTo>
                                  <a:pt x="262637" y="68097"/>
                                </a:lnTo>
                                <a:lnTo>
                                  <a:pt x="272415" y="68097"/>
                                </a:lnTo>
                                <a:lnTo>
                                  <a:pt x="272415" y="58369"/>
                                </a:lnTo>
                                <a:lnTo>
                                  <a:pt x="272415" y="48641"/>
                                </a:lnTo>
                                <a:lnTo>
                                  <a:pt x="272415" y="38913"/>
                                </a:lnTo>
                                <a:lnTo>
                                  <a:pt x="272415" y="29184"/>
                                </a:lnTo>
                                <a:lnTo>
                                  <a:pt x="282068" y="29184"/>
                                </a:lnTo>
                                <a:lnTo>
                                  <a:pt x="282068" y="19456"/>
                                </a:lnTo>
                                <a:lnTo>
                                  <a:pt x="282068" y="0"/>
                                </a:lnTo>
                                <a:lnTo>
                                  <a:pt x="204344" y="0"/>
                                </a:lnTo>
                                <a:lnTo>
                                  <a:pt x="204344" y="9728"/>
                                </a:lnTo>
                                <a:lnTo>
                                  <a:pt x="204344" y="19456"/>
                                </a:lnTo>
                                <a:lnTo>
                                  <a:pt x="204344" y="29184"/>
                                </a:lnTo>
                                <a:lnTo>
                                  <a:pt x="194564" y="38913"/>
                                </a:lnTo>
                                <a:lnTo>
                                  <a:pt x="194564" y="48641"/>
                                </a:lnTo>
                                <a:lnTo>
                                  <a:pt x="194564" y="58369"/>
                                </a:lnTo>
                                <a:lnTo>
                                  <a:pt x="194564" y="68097"/>
                                </a:lnTo>
                                <a:lnTo>
                                  <a:pt x="194564" y="77826"/>
                                </a:lnTo>
                                <a:lnTo>
                                  <a:pt x="184786" y="77826"/>
                                </a:lnTo>
                                <a:lnTo>
                                  <a:pt x="184786" y="87554"/>
                                </a:lnTo>
                                <a:lnTo>
                                  <a:pt x="184786" y="97282"/>
                                </a:lnTo>
                                <a:lnTo>
                                  <a:pt x="184786" y="107010"/>
                                </a:lnTo>
                                <a:lnTo>
                                  <a:pt x="184786" y="116738"/>
                                </a:lnTo>
                                <a:lnTo>
                                  <a:pt x="175133" y="116738"/>
                                </a:lnTo>
                                <a:lnTo>
                                  <a:pt x="175133" y="126467"/>
                                </a:lnTo>
                                <a:lnTo>
                                  <a:pt x="175133" y="136195"/>
                                </a:lnTo>
                                <a:lnTo>
                                  <a:pt x="145924" y="252920"/>
                                </a:lnTo>
                                <a:lnTo>
                                  <a:pt x="145924" y="262649"/>
                                </a:lnTo>
                                <a:lnTo>
                                  <a:pt x="136271" y="262649"/>
                                </a:lnTo>
                                <a:lnTo>
                                  <a:pt x="136271" y="252920"/>
                                </a:lnTo>
                                <a:lnTo>
                                  <a:pt x="116713" y="145923"/>
                                </a:lnTo>
                                <a:lnTo>
                                  <a:pt x="107062" y="145923"/>
                                </a:lnTo>
                                <a:lnTo>
                                  <a:pt x="107062" y="136195"/>
                                </a:lnTo>
                                <a:lnTo>
                                  <a:pt x="107062" y="126467"/>
                                </a:lnTo>
                                <a:lnTo>
                                  <a:pt x="107062" y="116738"/>
                                </a:lnTo>
                                <a:lnTo>
                                  <a:pt x="107062" y="107010"/>
                                </a:lnTo>
                                <a:lnTo>
                                  <a:pt x="97282" y="97282"/>
                                </a:lnTo>
                                <a:lnTo>
                                  <a:pt x="97282" y="87554"/>
                                </a:lnTo>
                                <a:lnTo>
                                  <a:pt x="97282" y="77826"/>
                                </a:lnTo>
                                <a:lnTo>
                                  <a:pt x="97282" y="68097"/>
                                </a:lnTo>
                                <a:lnTo>
                                  <a:pt x="87631" y="58369"/>
                                </a:lnTo>
                                <a:lnTo>
                                  <a:pt x="87631" y="48641"/>
                                </a:lnTo>
                                <a:lnTo>
                                  <a:pt x="87631" y="38913"/>
                                </a:lnTo>
                                <a:lnTo>
                                  <a:pt x="87631" y="29184"/>
                                </a:lnTo>
                                <a:lnTo>
                                  <a:pt x="77851" y="19456"/>
                                </a:lnTo>
                                <a:lnTo>
                                  <a:pt x="77851" y="9728"/>
                                </a:lnTo>
                                <a:lnTo>
                                  <a:pt x="778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56"/>
                                </a:lnTo>
                                <a:close/>
                                <a:moveTo>
                                  <a:pt x="38989" y="136195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28" behindDoc="0" locked="0" layoutInCell="1" allowOverlap="1">
                  <wp:simplePos x="0" y="0"/>
                  <wp:positionH relativeFrom="page">
                    <wp:posOffset>5707344</wp:posOffset>
                  </wp:positionH>
                  <wp:positionV relativeFrom="paragraph">
                    <wp:posOffset>272487</wp:posOffset>
                  </wp:positionV>
                  <wp:extent cx="66825" cy="93108"/>
                  <wp:effectExtent l="0" t="0" r="0" b="0"/>
                  <wp:wrapNone/>
                  <wp:docPr id="147" name="Freeform 14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6825" cy="93108"/>
                          </a:xfrm>
                          <a:custGeom>
                            <a:rect l="l" t="t" r="r" b="b"/>
                            <a:pathLst>
                              <a:path w="243205" h="340474">
                                <a:moveTo>
                                  <a:pt x="0" y="87554"/>
                                </a:moveTo>
                                <a:lnTo>
                                  <a:pt x="0" y="97282"/>
                                </a:lnTo>
                                <a:lnTo>
                                  <a:pt x="0" y="116738"/>
                                </a:lnTo>
                                <a:lnTo>
                                  <a:pt x="0" y="126466"/>
                                </a:lnTo>
                                <a:lnTo>
                                  <a:pt x="9779" y="136195"/>
                                </a:lnTo>
                                <a:lnTo>
                                  <a:pt x="9779" y="145923"/>
                                </a:lnTo>
                                <a:lnTo>
                                  <a:pt x="19431" y="145923"/>
                                </a:lnTo>
                                <a:lnTo>
                                  <a:pt x="19431" y="155651"/>
                                </a:lnTo>
                                <a:lnTo>
                                  <a:pt x="29210" y="165379"/>
                                </a:lnTo>
                                <a:lnTo>
                                  <a:pt x="38862" y="165379"/>
                                </a:lnTo>
                                <a:lnTo>
                                  <a:pt x="48641" y="175107"/>
                                </a:lnTo>
                                <a:lnTo>
                                  <a:pt x="68071" y="184835"/>
                                </a:lnTo>
                                <a:lnTo>
                                  <a:pt x="87502" y="194551"/>
                                </a:lnTo>
                                <a:lnTo>
                                  <a:pt x="107061" y="194551"/>
                                </a:lnTo>
                                <a:lnTo>
                                  <a:pt x="136144" y="204279"/>
                                </a:lnTo>
                                <a:lnTo>
                                  <a:pt x="155701" y="214007"/>
                                </a:lnTo>
                                <a:lnTo>
                                  <a:pt x="165354" y="233464"/>
                                </a:lnTo>
                                <a:lnTo>
                                  <a:pt x="155701" y="252920"/>
                                </a:lnTo>
                                <a:lnTo>
                                  <a:pt x="155701" y="272377"/>
                                </a:lnTo>
                                <a:lnTo>
                                  <a:pt x="145923" y="282105"/>
                                </a:lnTo>
                                <a:lnTo>
                                  <a:pt x="126492" y="282105"/>
                                </a:lnTo>
                                <a:lnTo>
                                  <a:pt x="116712" y="282105"/>
                                </a:lnTo>
                                <a:lnTo>
                                  <a:pt x="107061" y="282105"/>
                                </a:lnTo>
                                <a:lnTo>
                                  <a:pt x="97281" y="282105"/>
                                </a:lnTo>
                                <a:lnTo>
                                  <a:pt x="87502" y="282105"/>
                                </a:lnTo>
                                <a:lnTo>
                                  <a:pt x="77850" y="272377"/>
                                </a:lnTo>
                                <a:lnTo>
                                  <a:pt x="68071" y="262648"/>
                                </a:lnTo>
                                <a:lnTo>
                                  <a:pt x="68071" y="243192"/>
                                </a:lnTo>
                                <a:lnTo>
                                  <a:pt x="68071" y="233464"/>
                                </a:lnTo>
                                <a:lnTo>
                                  <a:pt x="58419" y="233464"/>
                                </a:lnTo>
                                <a:lnTo>
                                  <a:pt x="48641" y="233464"/>
                                </a:lnTo>
                                <a:lnTo>
                                  <a:pt x="38862" y="233464"/>
                                </a:lnTo>
                                <a:lnTo>
                                  <a:pt x="29210" y="233464"/>
                                </a:lnTo>
                                <a:lnTo>
                                  <a:pt x="19431" y="233464"/>
                                </a:lnTo>
                                <a:lnTo>
                                  <a:pt x="9779" y="233464"/>
                                </a:lnTo>
                                <a:lnTo>
                                  <a:pt x="0" y="233464"/>
                                </a:lnTo>
                                <a:lnTo>
                                  <a:pt x="0" y="272377"/>
                                </a:lnTo>
                                <a:lnTo>
                                  <a:pt x="9779" y="301561"/>
                                </a:lnTo>
                                <a:lnTo>
                                  <a:pt x="29210" y="321018"/>
                                </a:lnTo>
                                <a:lnTo>
                                  <a:pt x="48641" y="330746"/>
                                </a:lnTo>
                                <a:lnTo>
                                  <a:pt x="58419" y="340474"/>
                                </a:lnTo>
                                <a:lnTo>
                                  <a:pt x="77850" y="340474"/>
                                </a:lnTo>
                                <a:lnTo>
                                  <a:pt x="87502" y="340474"/>
                                </a:lnTo>
                                <a:lnTo>
                                  <a:pt x="116712" y="340474"/>
                                </a:lnTo>
                                <a:lnTo>
                                  <a:pt x="136144" y="340474"/>
                                </a:lnTo>
                                <a:lnTo>
                                  <a:pt x="165354" y="340474"/>
                                </a:lnTo>
                                <a:lnTo>
                                  <a:pt x="194563" y="321018"/>
                                </a:lnTo>
                                <a:lnTo>
                                  <a:pt x="223774" y="301561"/>
                                </a:lnTo>
                                <a:lnTo>
                                  <a:pt x="233425" y="272377"/>
                                </a:lnTo>
                                <a:lnTo>
                                  <a:pt x="243205" y="233464"/>
                                </a:lnTo>
                                <a:lnTo>
                                  <a:pt x="233425" y="214007"/>
                                </a:lnTo>
                                <a:lnTo>
                                  <a:pt x="233425" y="194551"/>
                                </a:lnTo>
                                <a:lnTo>
                                  <a:pt x="223774" y="175107"/>
                                </a:lnTo>
                                <a:lnTo>
                                  <a:pt x="213994" y="165379"/>
                                </a:lnTo>
                                <a:lnTo>
                                  <a:pt x="194563" y="155651"/>
                                </a:lnTo>
                                <a:lnTo>
                                  <a:pt x="184785" y="155651"/>
                                </a:lnTo>
                                <a:lnTo>
                                  <a:pt x="155701" y="145923"/>
                                </a:lnTo>
                                <a:lnTo>
                                  <a:pt x="126492" y="136195"/>
                                </a:lnTo>
                                <a:lnTo>
                                  <a:pt x="87502" y="126466"/>
                                </a:lnTo>
                                <a:lnTo>
                                  <a:pt x="77850" y="97282"/>
                                </a:lnTo>
                                <a:lnTo>
                                  <a:pt x="87502" y="68097"/>
                                </a:lnTo>
                                <a:lnTo>
                                  <a:pt x="107061" y="58369"/>
                                </a:lnTo>
                                <a:lnTo>
                                  <a:pt x="136144" y="58369"/>
                                </a:lnTo>
                                <a:lnTo>
                                  <a:pt x="155701" y="68097"/>
                                </a:lnTo>
                                <a:lnTo>
                                  <a:pt x="165354" y="77825"/>
                                </a:lnTo>
                                <a:lnTo>
                                  <a:pt x="165354" y="97282"/>
                                </a:lnTo>
                                <a:lnTo>
                                  <a:pt x="165354" y="116738"/>
                                </a:lnTo>
                                <a:lnTo>
                                  <a:pt x="213994" y="107010"/>
                                </a:lnTo>
                                <a:lnTo>
                                  <a:pt x="223774" y="107010"/>
                                </a:lnTo>
                                <a:lnTo>
                                  <a:pt x="233425" y="107010"/>
                                </a:lnTo>
                                <a:lnTo>
                                  <a:pt x="233425" y="97282"/>
                                </a:lnTo>
                                <a:lnTo>
                                  <a:pt x="233425" y="77825"/>
                                </a:lnTo>
                                <a:lnTo>
                                  <a:pt x="233425" y="68097"/>
                                </a:lnTo>
                                <a:lnTo>
                                  <a:pt x="223774" y="58369"/>
                                </a:lnTo>
                                <a:lnTo>
                                  <a:pt x="223774" y="38912"/>
                                </a:lnTo>
                                <a:lnTo>
                                  <a:pt x="213994" y="29184"/>
                                </a:lnTo>
                                <a:lnTo>
                                  <a:pt x="204343" y="19456"/>
                                </a:lnTo>
                                <a:lnTo>
                                  <a:pt x="194563" y="9728"/>
                                </a:lnTo>
                                <a:lnTo>
                                  <a:pt x="175132" y="9728"/>
                                </a:lnTo>
                                <a:lnTo>
                                  <a:pt x="145923" y="0"/>
                                </a:lnTo>
                                <a:lnTo>
                                  <a:pt x="116712" y="0"/>
                                </a:lnTo>
                                <a:lnTo>
                                  <a:pt x="97281" y="0"/>
                                </a:lnTo>
                                <a:lnTo>
                                  <a:pt x="68071" y="9728"/>
                                </a:lnTo>
                                <a:lnTo>
                                  <a:pt x="38862" y="19456"/>
                                </a:lnTo>
                                <a:lnTo>
                                  <a:pt x="19431" y="38912"/>
                                </a:lnTo>
                                <a:lnTo>
                                  <a:pt x="9779" y="48641"/>
                                </a:lnTo>
                                <a:lnTo>
                                  <a:pt x="9779" y="58369"/>
                                </a:lnTo>
                                <a:lnTo>
                                  <a:pt x="9779" y="68097"/>
                                </a:lnTo>
                                <a:lnTo>
                                  <a:pt x="0" y="68097"/>
                                </a:lnTo>
                                <a:lnTo>
                                  <a:pt x="0" y="77825"/>
                                </a:lnTo>
                                <a:lnTo>
                                  <a:pt x="0" y="87554"/>
                                </a:lnTo>
                                <a:close/>
                                <a:moveTo>
                                  <a:pt x="0" y="8755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29" behindDoc="0" locked="0" layoutInCell="1" allowOverlap="1">
                  <wp:simplePos x="0" y="0"/>
                  <wp:positionH relativeFrom="page">
                    <wp:posOffset>5795560</wp:posOffset>
                  </wp:positionH>
                  <wp:positionV relativeFrom="paragraph">
                    <wp:posOffset>275147</wp:posOffset>
                  </wp:positionV>
                  <wp:extent cx="69477" cy="90447"/>
                  <wp:effectExtent l="0" t="0" r="0" b="0"/>
                  <wp:wrapNone/>
                  <wp:docPr id="148" name="Freeform 14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9477" cy="90447"/>
                          </a:xfrm>
                          <a:custGeom>
                            <a:rect l="l" t="t" r="r" b="b"/>
                            <a:pathLst>
                              <a:path w="252856" h="330746">
                                <a:moveTo>
                                  <a:pt x="68071" y="223736"/>
                                </a:moveTo>
                                <a:lnTo>
                                  <a:pt x="68071" y="223736"/>
                                </a:lnTo>
                                <a:lnTo>
                                  <a:pt x="68071" y="214008"/>
                                </a:lnTo>
                                <a:lnTo>
                                  <a:pt x="77724" y="214008"/>
                                </a:lnTo>
                                <a:lnTo>
                                  <a:pt x="77724" y="204279"/>
                                </a:lnTo>
                                <a:lnTo>
                                  <a:pt x="87502" y="204279"/>
                                </a:lnTo>
                                <a:lnTo>
                                  <a:pt x="87502" y="194551"/>
                                </a:lnTo>
                                <a:lnTo>
                                  <a:pt x="97281" y="194551"/>
                                </a:lnTo>
                                <a:lnTo>
                                  <a:pt x="97281" y="184823"/>
                                </a:lnTo>
                                <a:lnTo>
                                  <a:pt x="106933" y="184823"/>
                                </a:lnTo>
                                <a:lnTo>
                                  <a:pt x="175006" y="311290"/>
                                </a:lnTo>
                                <a:lnTo>
                                  <a:pt x="175006" y="321018"/>
                                </a:lnTo>
                                <a:lnTo>
                                  <a:pt x="184785" y="321018"/>
                                </a:lnTo>
                                <a:lnTo>
                                  <a:pt x="184785" y="330746"/>
                                </a:lnTo>
                                <a:lnTo>
                                  <a:pt x="194563" y="330746"/>
                                </a:lnTo>
                                <a:lnTo>
                                  <a:pt x="204215" y="330746"/>
                                </a:lnTo>
                                <a:lnTo>
                                  <a:pt x="223646" y="330746"/>
                                </a:lnTo>
                                <a:lnTo>
                                  <a:pt x="243205" y="321018"/>
                                </a:lnTo>
                                <a:lnTo>
                                  <a:pt x="252856" y="321018"/>
                                </a:lnTo>
                                <a:lnTo>
                                  <a:pt x="252856" y="311290"/>
                                </a:lnTo>
                                <a:lnTo>
                                  <a:pt x="252856" y="301561"/>
                                </a:lnTo>
                                <a:lnTo>
                                  <a:pt x="243205" y="291833"/>
                                </a:lnTo>
                                <a:lnTo>
                                  <a:pt x="243205" y="282105"/>
                                </a:lnTo>
                                <a:lnTo>
                                  <a:pt x="233425" y="272377"/>
                                </a:lnTo>
                                <a:lnTo>
                                  <a:pt x="233425" y="262649"/>
                                </a:lnTo>
                                <a:lnTo>
                                  <a:pt x="223646" y="252920"/>
                                </a:lnTo>
                                <a:lnTo>
                                  <a:pt x="213994" y="233464"/>
                                </a:lnTo>
                                <a:lnTo>
                                  <a:pt x="213994" y="223736"/>
                                </a:lnTo>
                                <a:lnTo>
                                  <a:pt x="204215" y="223736"/>
                                </a:lnTo>
                                <a:lnTo>
                                  <a:pt x="204215" y="214008"/>
                                </a:lnTo>
                                <a:lnTo>
                                  <a:pt x="155575" y="136195"/>
                                </a:lnTo>
                                <a:lnTo>
                                  <a:pt x="155575" y="126467"/>
                                </a:lnTo>
                                <a:lnTo>
                                  <a:pt x="204215" y="68097"/>
                                </a:lnTo>
                                <a:lnTo>
                                  <a:pt x="213994" y="58369"/>
                                </a:lnTo>
                                <a:lnTo>
                                  <a:pt x="223646" y="48641"/>
                                </a:lnTo>
                                <a:lnTo>
                                  <a:pt x="223646" y="38913"/>
                                </a:lnTo>
                                <a:lnTo>
                                  <a:pt x="233425" y="38913"/>
                                </a:lnTo>
                                <a:lnTo>
                                  <a:pt x="233425" y="29184"/>
                                </a:lnTo>
                                <a:lnTo>
                                  <a:pt x="243205" y="29184"/>
                                </a:lnTo>
                                <a:lnTo>
                                  <a:pt x="243205" y="19456"/>
                                </a:lnTo>
                                <a:lnTo>
                                  <a:pt x="243205" y="0"/>
                                </a:lnTo>
                                <a:lnTo>
                                  <a:pt x="175006" y="0"/>
                                </a:lnTo>
                                <a:lnTo>
                                  <a:pt x="175006" y="9728"/>
                                </a:lnTo>
                                <a:lnTo>
                                  <a:pt x="165354" y="9728"/>
                                </a:lnTo>
                                <a:lnTo>
                                  <a:pt x="165354" y="19456"/>
                                </a:lnTo>
                                <a:lnTo>
                                  <a:pt x="155575" y="19456"/>
                                </a:lnTo>
                                <a:lnTo>
                                  <a:pt x="136144" y="48641"/>
                                </a:lnTo>
                                <a:lnTo>
                                  <a:pt x="126364" y="58369"/>
                                </a:lnTo>
                                <a:lnTo>
                                  <a:pt x="126364" y="68097"/>
                                </a:lnTo>
                                <a:lnTo>
                                  <a:pt x="116713" y="68097"/>
                                </a:lnTo>
                                <a:lnTo>
                                  <a:pt x="116713" y="77826"/>
                                </a:lnTo>
                                <a:lnTo>
                                  <a:pt x="106933" y="77826"/>
                                </a:lnTo>
                                <a:lnTo>
                                  <a:pt x="106933" y="87554"/>
                                </a:lnTo>
                                <a:lnTo>
                                  <a:pt x="97281" y="87554"/>
                                </a:lnTo>
                                <a:lnTo>
                                  <a:pt x="97281" y="97282"/>
                                </a:lnTo>
                                <a:lnTo>
                                  <a:pt x="87502" y="107010"/>
                                </a:lnTo>
                                <a:lnTo>
                                  <a:pt x="87502" y="116738"/>
                                </a:lnTo>
                                <a:lnTo>
                                  <a:pt x="77724" y="116738"/>
                                </a:lnTo>
                                <a:lnTo>
                                  <a:pt x="77724" y="126467"/>
                                </a:lnTo>
                                <a:lnTo>
                                  <a:pt x="68071" y="126467"/>
                                </a:lnTo>
                                <a:lnTo>
                                  <a:pt x="680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0746"/>
                                </a:lnTo>
                                <a:lnTo>
                                  <a:pt x="68071" y="330746"/>
                                </a:lnTo>
                                <a:close/>
                                <a:moveTo>
                                  <a:pt x="68071" y="223736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0" behindDoc="0" locked="0" layoutInCell="1" allowOverlap="1">
                  <wp:simplePos x="0" y="0"/>
                  <wp:positionH relativeFrom="page">
                    <wp:posOffset>5883742</wp:posOffset>
                  </wp:positionH>
                  <wp:positionV relativeFrom="paragraph">
                    <wp:posOffset>275148</wp:posOffset>
                  </wp:positionV>
                  <wp:extent cx="77537" cy="87787"/>
                  <wp:effectExtent l="0" t="0" r="0" b="0"/>
                  <wp:wrapNone/>
                  <wp:docPr id="149" name="Picture 14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149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7537" cy="877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38" behindDoc="0" locked="0" layoutInCell="1" allowOverlap="1">
                  <wp:simplePos x="0" y="0"/>
                  <wp:positionH relativeFrom="page">
                    <wp:posOffset>5538938</wp:posOffset>
                  </wp:positionH>
                  <wp:positionV relativeFrom="paragraph">
                    <wp:posOffset>386878</wp:posOffset>
                  </wp:positionV>
                  <wp:extent cx="29416" cy="18618"/>
                  <wp:effectExtent l="0" t="0" r="0" b="0"/>
                  <wp:wrapNone/>
                  <wp:docPr id="150" name="Freeform 15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9416" cy="18618"/>
                          </a:xfrm>
                          <a:custGeom>
                            <a:rect l="l" t="t" r="r" b="b"/>
                            <a:pathLst>
                              <a:path w="107060" h="68084">
                                <a:moveTo>
                                  <a:pt x="0" y="68084"/>
                                </a:moveTo>
                                <a:lnTo>
                                  <a:pt x="9778" y="68084"/>
                                </a:lnTo>
                                <a:lnTo>
                                  <a:pt x="19557" y="68084"/>
                                </a:lnTo>
                                <a:lnTo>
                                  <a:pt x="29210" y="68084"/>
                                </a:lnTo>
                                <a:lnTo>
                                  <a:pt x="38988" y="68084"/>
                                </a:lnTo>
                                <a:lnTo>
                                  <a:pt x="38988" y="58356"/>
                                </a:lnTo>
                                <a:lnTo>
                                  <a:pt x="48641" y="58356"/>
                                </a:lnTo>
                                <a:lnTo>
                                  <a:pt x="58419" y="48628"/>
                                </a:lnTo>
                                <a:lnTo>
                                  <a:pt x="68198" y="48628"/>
                                </a:lnTo>
                                <a:lnTo>
                                  <a:pt x="97282" y="29172"/>
                                </a:lnTo>
                                <a:lnTo>
                                  <a:pt x="97282" y="19443"/>
                                </a:lnTo>
                                <a:lnTo>
                                  <a:pt x="107060" y="19443"/>
                                </a:lnTo>
                                <a:lnTo>
                                  <a:pt x="107060" y="9715"/>
                                </a:lnTo>
                                <a:lnTo>
                                  <a:pt x="68198" y="0"/>
                                </a:lnTo>
                                <a:lnTo>
                                  <a:pt x="68198" y="9715"/>
                                </a:lnTo>
                                <a:lnTo>
                                  <a:pt x="58419" y="9715"/>
                                </a:lnTo>
                                <a:lnTo>
                                  <a:pt x="48641" y="9715"/>
                                </a:lnTo>
                                <a:lnTo>
                                  <a:pt x="48641" y="19443"/>
                                </a:lnTo>
                                <a:lnTo>
                                  <a:pt x="0" y="58356"/>
                                </a:lnTo>
                                <a:lnTo>
                                  <a:pt x="0" y="68084"/>
                                </a:lnTo>
                                <a:close/>
                                <a:moveTo>
                                  <a:pt x="0" y="6808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2" behindDoc="0" locked="0" layoutInCell="1" allowOverlap="1">
                  <wp:simplePos x="0" y="0"/>
                  <wp:positionH relativeFrom="page">
                    <wp:posOffset>5087248</wp:posOffset>
                  </wp:positionH>
                  <wp:positionV relativeFrom="paragraph">
                    <wp:posOffset>413478</wp:posOffset>
                  </wp:positionV>
                  <wp:extent cx="61485" cy="90447"/>
                  <wp:effectExtent l="0" t="0" r="0" b="0"/>
                  <wp:wrapNone/>
                  <wp:docPr id="151" name="Freeform 15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1485" cy="90447"/>
                          </a:xfrm>
                          <a:custGeom>
                            <a:rect l="l" t="t" r="r" b="b"/>
                            <a:pathLst>
                              <a:path w="223773" h="330746">
                                <a:moveTo>
                                  <a:pt x="0" y="233464"/>
                                </a:moveTo>
                                <a:lnTo>
                                  <a:pt x="0" y="243192"/>
                                </a:lnTo>
                                <a:lnTo>
                                  <a:pt x="0" y="252920"/>
                                </a:lnTo>
                                <a:lnTo>
                                  <a:pt x="0" y="262649"/>
                                </a:lnTo>
                                <a:lnTo>
                                  <a:pt x="0" y="272377"/>
                                </a:lnTo>
                                <a:lnTo>
                                  <a:pt x="9652" y="282105"/>
                                </a:lnTo>
                                <a:lnTo>
                                  <a:pt x="19431" y="291833"/>
                                </a:lnTo>
                                <a:lnTo>
                                  <a:pt x="19431" y="301561"/>
                                </a:lnTo>
                                <a:lnTo>
                                  <a:pt x="29209" y="311290"/>
                                </a:lnTo>
                                <a:lnTo>
                                  <a:pt x="38861" y="321018"/>
                                </a:lnTo>
                                <a:lnTo>
                                  <a:pt x="48641" y="321018"/>
                                </a:lnTo>
                                <a:lnTo>
                                  <a:pt x="58292" y="321018"/>
                                </a:lnTo>
                                <a:lnTo>
                                  <a:pt x="68072" y="330746"/>
                                </a:lnTo>
                                <a:lnTo>
                                  <a:pt x="77850" y="330746"/>
                                </a:lnTo>
                                <a:lnTo>
                                  <a:pt x="97281" y="330746"/>
                                </a:lnTo>
                                <a:lnTo>
                                  <a:pt x="106933" y="330746"/>
                                </a:lnTo>
                                <a:lnTo>
                                  <a:pt x="116713" y="330746"/>
                                </a:lnTo>
                                <a:lnTo>
                                  <a:pt x="126492" y="330746"/>
                                </a:lnTo>
                                <a:lnTo>
                                  <a:pt x="145922" y="330746"/>
                                </a:lnTo>
                                <a:lnTo>
                                  <a:pt x="155575" y="330746"/>
                                </a:lnTo>
                                <a:lnTo>
                                  <a:pt x="165353" y="321018"/>
                                </a:lnTo>
                                <a:lnTo>
                                  <a:pt x="175133" y="321018"/>
                                </a:lnTo>
                                <a:lnTo>
                                  <a:pt x="184784" y="311290"/>
                                </a:lnTo>
                                <a:lnTo>
                                  <a:pt x="194564" y="301561"/>
                                </a:lnTo>
                                <a:lnTo>
                                  <a:pt x="204216" y="291833"/>
                                </a:lnTo>
                                <a:lnTo>
                                  <a:pt x="213994" y="282105"/>
                                </a:lnTo>
                                <a:lnTo>
                                  <a:pt x="213994" y="272377"/>
                                </a:lnTo>
                                <a:lnTo>
                                  <a:pt x="223773" y="262649"/>
                                </a:lnTo>
                                <a:lnTo>
                                  <a:pt x="223773" y="252920"/>
                                </a:lnTo>
                                <a:lnTo>
                                  <a:pt x="223773" y="233464"/>
                                </a:lnTo>
                                <a:lnTo>
                                  <a:pt x="223773" y="223736"/>
                                </a:lnTo>
                                <a:lnTo>
                                  <a:pt x="223773" y="204279"/>
                                </a:lnTo>
                                <a:lnTo>
                                  <a:pt x="223773" y="0"/>
                                </a:lnTo>
                                <a:lnTo>
                                  <a:pt x="213994" y="0"/>
                                </a:lnTo>
                                <a:lnTo>
                                  <a:pt x="204216" y="0"/>
                                </a:lnTo>
                                <a:lnTo>
                                  <a:pt x="194564" y="0"/>
                                </a:lnTo>
                                <a:lnTo>
                                  <a:pt x="184784" y="0"/>
                                </a:lnTo>
                                <a:lnTo>
                                  <a:pt x="184784" y="9728"/>
                                </a:lnTo>
                                <a:lnTo>
                                  <a:pt x="184784" y="19456"/>
                                </a:lnTo>
                                <a:lnTo>
                                  <a:pt x="184784" y="29185"/>
                                </a:lnTo>
                                <a:lnTo>
                                  <a:pt x="184784" y="38913"/>
                                </a:lnTo>
                                <a:lnTo>
                                  <a:pt x="184784" y="175095"/>
                                </a:lnTo>
                                <a:lnTo>
                                  <a:pt x="184784" y="194551"/>
                                </a:lnTo>
                                <a:lnTo>
                                  <a:pt x="184784" y="214008"/>
                                </a:lnTo>
                                <a:lnTo>
                                  <a:pt x="184784" y="223736"/>
                                </a:lnTo>
                                <a:lnTo>
                                  <a:pt x="184784" y="243192"/>
                                </a:lnTo>
                                <a:lnTo>
                                  <a:pt x="175133" y="252920"/>
                                </a:lnTo>
                                <a:lnTo>
                                  <a:pt x="175133" y="272377"/>
                                </a:lnTo>
                                <a:lnTo>
                                  <a:pt x="165353" y="282105"/>
                                </a:lnTo>
                                <a:lnTo>
                                  <a:pt x="155575" y="291833"/>
                                </a:lnTo>
                                <a:lnTo>
                                  <a:pt x="136144" y="291833"/>
                                </a:lnTo>
                                <a:lnTo>
                                  <a:pt x="126492" y="291833"/>
                                </a:lnTo>
                                <a:lnTo>
                                  <a:pt x="106933" y="291833"/>
                                </a:lnTo>
                                <a:lnTo>
                                  <a:pt x="97281" y="291833"/>
                                </a:lnTo>
                                <a:lnTo>
                                  <a:pt x="87503" y="291833"/>
                                </a:lnTo>
                                <a:lnTo>
                                  <a:pt x="68072" y="291833"/>
                                </a:lnTo>
                                <a:lnTo>
                                  <a:pt x="58292" y="282105"/>
                                </a:lnTo>
                                <a:lnTo>
                                  <a:pt x="58292" y="272377"/>
                                </a:lnTo>
                                <a:lnTo>
                                  <a:pt x="48641" y="272377"/>
                                </a:lnTo>
                                <a:lnTo>
                                  <a:pt x="48641" y="262649"/>
                                </a:lnTo>
                                <a:lnTo>
                                  <a:pt x="38861" y="262649"/>
                                </a:lnTo>
                                <a:lnTo>
                                  <a:pt x="38861" y="252920"/>
                                </a:lnTo>
                                <a:lnTo>
                                  <a:pt x="38861" y="243192"/>
                                </a:lnTo>
                                <a:lnTo>
                                  <a:pt x="38861" y="233464"/>
                                </a:lnTo>
                                <a:lnTo>
                                  <a:pt x="38861" y="223736"/>
                                </a:lnTo>
                                <a:lnTo>
                                  <a:pt x="38861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3346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3" behindDoc="0" locked="0" layoutInCell="1" allowOverlap="1">
                  <wp:simplePos x="0" y="0"/>
                  <wp:positionH relativeFrom="page">
                    <wp:posOffset>5178116</wp:posOffset>
                  </wp:positionH>
                  <wp:positionV relativeFrom="paragraph">
                    <wp:posOffset>413478</wp:posOffset>
                  </wp:positionV>
                  <wp:extent cx="64138" cy="87787"/>
                  <wp:effectExtent l="0" t="0" r="0" b="0"/>
                  <wp:wrapNone/>
                  <wp:docPr id="152" name="Freeform 15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4138" cy="87787"/>
                          </a:xfrm>
                          <a:custGeom>
                            <a:rect l="l" t="t" r="r" b="b"/>
                            <a:pathLst>
                              <a:path w="233426" h="321018">
                                <a:moveTo>
                                  <a:pt x="0" y="321018"/>
                                </a:moveTo>
                                <a:lnTo>
                                  <a:pt x="38863" y="321018"/>
                                </a:lnTo>
                                <a:lnTo>
                                  <a:pt x="38863" y="175095"/>
                                </a:lnTo>
                                <a:lnTo>
                                  <a:pt x="194565" y="175095"/>
                                </a:lnTo>
                                <a:lnTo>
                                  <a:pt x="194565" y="321018"/>
                                </a:lnTo>
                                <a:lnTo>
                                  <a:pt x="233426" y="321018"/>
                                </a:lnTo>
                                <a:lnTo>
                                  <a:pt x="233426" y="0"/>
                                </a:lnTo>
                                <a:lnTo>
                                  <a:pt x="194565" y="0"/>
                                </a:lnTo>
                                <a:lnTo>
                                  <a:pt x="194565" y="136182"/>
                                </a:lnTo>
                                <a:lnTo>
                                  <a:pt x="38863" y="136182"/>
                                </a:lnTo>
                                <a:lnTo>
                                  <a:pt x="38863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4" behindDoc="0" locked="0" layoutInCell="1" allowOverlap="1">
                  <wp:simplePos x="0" y="0"/>
                  <wp:positionH relativeFrom="page">
                    <wp:posOffset>5271671</wp:posOffset>
                  </wp:positionH>
                  <wp:positionV relativeFrom="paragraph">
                    <wp:posOffset>413478</wp:posOffset>
                  </wp:positionV>
                  <wp:extent cx="53459" cy="87787"/>
                  <wp:effectExtent l="0" t="0" r="0" b="0"/>
                  <wp:wrapNone/>
                  <wp:docPr id="153" name="Freeform 15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53459" cy="87787"/>
                          </a:xfrm>
                          <a:custGeom>
                            <a:rect l="l" t="t" r="r" b="b"/>
                            <a:pathLst>
                              <a:path w="194563" h="321018">
                                <a:moveTo>
                                  <a:pt x="194563" y="321018"/>
                                </a:moveTo>
                                <a:lnTo>
                                  <a:pt x="194563" y="321018"/>
                                </a:lnTo>
                                <a:lnTo>
                                  <a:pt x="194563" y="282105"/>
                                </a:lnTo>
                                <a:lnTo>
                                  <a:pt x="38862" y="282105"/>
                                </a:lnTo>
                                <a:lnTo>
                                  <a:pt x="38862" y="175095"/>
                                </a:lnTo>
                                <a:lnTo>
                                  <a:pt x="175133" y="175095"/>
                                </a:lnTo>
                                <a:lnTo>
                                  <a:pt x="175133" y="136182"/>
                                </a:lnTo>
                                <a:lnTo>
                                  <a:pt x="38862" y="136182"/>
                                </a:lnTo>
                                <a:lnTo>
                                  <a:pt x="38862" y="38913"/>
                                </a:lnTo>
                                <a:lnTo>
                                  <a:pt x="184784" y="38913"/>
                                </a:lnTo>
                                <a:lnTo>
                                  <a:pt x="1847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18"/>
                                </a:lnTo>
                                <a:close/>
                                <a:moveTo>
                                  <a:pt x="194563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5" behindDoc="0" locked="0" layoutInCell="1" allowOverlap="1">
                  <wp:simplePos x="0" y="0"/>
                  <wp:positionH relativeFrom="page">
                    <wp:posOffset>5349175</wp:posOffset>
                  </wp:positionH>
                  <wp:positionV relativeFrom="paragraph">
                    <wp:posOffset>413478</wp:posOffset>
                  </wp:positionV>
                  <wp:extent cx="48121" cy="87787"/>
                  <wp:effectExtent l="0" t="0" r="0" b="0"/>
                  <wp:wrapNone/>
                  <wp:docPr id="154" name="Freeform 15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48121" cy="87787"/>
                          </a:xfrm>
                          <a:custGeom>
                            <a:rect l="l" t="t" r="r" b="b"/>
                            <a:pathLst>
                              <a:path w="175134" h="321018">
                                <a:moveTo>
                                  <a:pt x="175134" y="321018"/>
                                </a:moveTo>
                                <a:lnTo>
                                  <a:pt x="175134" y="321018"/>
                                </a:lnTo>
                                <a:lnTo>
                                  <a:pt x="175134" y="291833"/>
                                </a:lnTo>
                                <a:lnTo>
                                  <a:pt x="175134" y="282105"/>
                                </a:lnTo>
                                <a:lnTo>
                                  <a:pt x="48642" y="282105"/>
                                </a:lnTo>
                                <a:lnTo>
                                  <a:pt x="48642" y="0"/>
                                </a:lnTo>
                                <a:lnTo>
                                  <a:pt x="0" y="0"/>
                                </a:lnTo>
                                <a:lnTo>
                                  <a:pt x="9780" y="321018"/>
                                </a:lnTo>
                                <a:close/>
                                <a:moveTo>
                                  <a:pt x="175134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6" behindDoc="0" locked="0" layoutInCell="1" allowOverlap="1">
                  <wp:simplePos x="0" y="0"/>
                  <wp:positionH relativeFrom="page">
                    <wp:posOffset>5424026</wp:posOffset>
                  </wp:positionH>
                  <wp:positionV relativeFrom="paragraph">
                    <wp:posOffset>413478</wp:posOffset>
                  </wp:positionV>
                  <wp:extent cx="66825" cy="87787"/>
                  <wp:effectExtent l="0" t="0" r="0" b="0"/>
                  <wp:wrapNone/>
                  <wp:docPr id="155" name="Freeform 15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6825" cy="87787"/>
                          </a:xfrm>
                          <a:custGeom>
                            <a:rect l="l" t="t" r="r" b="b"/>
                            <a:pathLst>
                              <a:path w="243206" h="321018">
                                <a:moveTo>
                                  <a:pt x="0" y="321018"/>
                                </a:moveTo>
                                <a:lnTo>
                                  <a:pt x="0" y="321018"/>
                                </a:lnTo>
                                <a:lnTo>
                                  <a:pt x="9653" y="321018"/>
                                </a:lnTo>
                                <a:lnTo>
                                  <a:pt x="19431" y="321018"/>
                                </a:lnTo>
                                <a:lnTo>
                                  <a:pt x="29210" y="321018"/>
                                </a:lnTo>
                                <a:lnTo>
                                  <a:pt x="38862" y="321018"/>
                                </a:lnTo>
                                <a:lnTo>
                                  <a:pt x="38862" y="311290"/>
                                </a:lnTo>
                                <a:lnTo>
                                  <a:pt x="38862" y="301561"/>
                                </a:lnTo>
                                <a:lnTo>
                                  <a:pt x="38862" y="291833"/>
                                </a:lnTo>
                                <a:lnTo>
                                  <a:pt x="38862" y="68097"/>
                                </a:lnTo>
                                <a:lnTo>
                                  <a:pt x="48641" y="77825"/>
                                </a:lnTo>
                                <a:lnTo>
                                  <a:pt x="48641" y="87554"/>
                                </a:lnTo>
                                <a:lnTo>
                                  <a:pt x="58294" y="87554"/>
                                </a:lnTo>
                                <a:lnTo>
                                  <a:pt x="58294" y="97282"/>
                                </a:lnTo>
                                <a:lnTo>
                                  <a:pt x="58294" y="107010"/>
                                </a:lnTo>
                                <a:lnTo>
                                  <a:pt x="68072" y="107010"/>
                                </a:lnTo>
                                <a:lnTo>
                                  <a:pt x="68072" y="116738"/>
                                </a:lnTo>
                                <a:lnTo>
                                  <a:pt x="77852" y="126467"/>
                                </a:lnTo>
                                <a:lnTo>
                                  <a:pt x="116713" y="194551"/>
                                </a:lnTo>
                                <a:lnTo>
                                  <a:pt x="126493" y="204279"/>
                                </a:lnTo>
                                <a:lnTo>
                                  <a:pt x="126493" y="214008"/>
                                </a:lnTo>
                                <a:lnTo>
                                  <a:pt x="136144" y="223736"/>
                                </a:lnTo>
                                <a:lnTo>
                                  <a:pt x="145924" y="233464"/>
                                </a:lnTo>
                                <a:lnTo>
                                  <a:pt x="145924" y="252920"/>
                                </a:lnTo>
                                <a:lnTo>
                                  <a:pt x="155575" y="262649"/>
                                </a:lnTo>
                                <a:lnTo>
                                  <a:pt x="165355" y="272377"/>
                                </a:lnTo>
                                <a:lnTo>
                                  <a:pt x="175134" y="282105"/>
                                </a:lnTo>
                                <a:lnTo>
                                  <a:pt x="175134" y="291833"/>
                                </a:lnTo>
                                <a:lnTo>
                                  <a:pt x="184785" y="301561"/>
                                </a:lnTo>
                                <a:lnTo>
                                  <a:pt x="184785" y="311290"/>
                                </a:lnTo>
                                <a:lnTo>
                                  <a:pt x="194565" y="321018"/>
                                </a:lnTo>
                                <a:lnTo>
                                  <a:pt x="204216" y="321018"/>
                                </a:lnTo>
                                <a:lnTo>
                                  <a:pt x="213996" y="321018"/>
                                </a:lnTo>
                                <a:lnTo>
                                  <a:pt x="223775" y="321018"/>
                                </a:lnTo>
                                <a:lnTo>
                                  <a:pt x="233427" y="321018"/>
                                </a:lnTo>
                                <a:lnTo>
                                  <a:pt x="243206" y="321018"/>
                                </a:lnTo>
                                <a:lnTo>
                                  <a:pt x="233427" y="0"/>
                                </a:lnTo>
                                <a:lnTo>
                                  <a:pt x="194565" y="0"/>
                                </a:lnTo>
                                <a:lnTo>
                                  <a:pt x="194565" y="252920"/>
                                </a:lnTo>
                                <a:lnTo>
                                  <a:pt x="97282" y="97282"/>
                                </a:lnTo>
                                <a:lnTo>
                                  <a:pt x="97282" y="87554"/>
                                </a:lnTo>
                                <a:lnTo>
                                  <a:pt x="97282" y="77825"/>
                                </a:lnTo>
                                <a:lnTo>
                                  <a:pt x="87503" y="77825"/>
                                </a:lnTo>
                                <a:lnTo>
                                  <a:pt x="87503" y="68097"/>
                                </a:lnTo>
                                <a:lnTo>
                                  <a:pt x="77852" y="58369"/>
                                </a:lnTo>
                                <a:lnTo>
                                  <a:pt x="68072" y="38913"/>
                                </a:lnTo>
                                <a:lnTo>
                                  <a:pt x="68072" y="29185"/>
                                </a:lnTo>
                                <a:lnTo>
                                  <a:pt x="58294" y="29185"/>
                                </a:lnTo>
                                <a:lnTo>
                                  <a:pt x="58294" y="19456"/>
                                </a:lnTo>
                                <a:lnTo>
                                  <a:pt x="48641" y="9728"/>
                                </a:lnTo>
                                <a:lnTo>
                                  <a:pt x="48641" y="0"/>
                                </a:lnTo>
                                <a:lnTo>
                                  <a:pt x="38862" y="0"/>
                                </a:lnTo>
                                <a:lnTo>
                                  <a:pt x="29210" y="0"/>
                                </a:lnTo>
                                <a:lnTo>
                                  <a:pt x="19431" y="0"/>
                                </a:lnTo>
                                <a:lnTo>
                                  <a:pt x="9653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473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37" behindDoc="0" locked="0" layoutInCell="1" allowOverlap="1">
                  <wp:simplePos x="0" y="0"/>
                  <wp:positionH relativeFrom="page">
                    <wp:posOffset>5514894</wp:posOffset>
                  </wp:positionH>
                  <wp:positionV relativeFrom="paragraph">
                    <wp:posOffset>413478</wp:posOffset>
                  </wp:positionV>
                  <wp:extent cx="72164" cy="87787"/>
                  <wp:effectExtent l="0" t="0" r="0" b="0"/>
                  <wp:wrapNone/>
                  <wp:docPr id="156" name="Picture 15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2164" cy="877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hRule="exact" w:val="1129"/>
        </w:trPr>
        <w:tc>
          <w:tcPr>
            <w:tcW w:w="2479" w:type="dxa"/>
            <w:gridSpan w:val="2"/>
            <w:tcBorders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37" w:after="845" w:line="240" w:lineRule="auto"/>
              <w:ind w:left="83" w:right="-18" w:firstLine="0"/>
            </w:pPr>
            <w:r>
              <w:drawing>
                <wp:anchor simplePos="0" relativeHeight="251658468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150</wp:posOffset>
                  </wp:positionV>
                  <wp:extent cx="6096" cy="6096"/>
                  <wp:effectExtent l="0" t="0" r="0" b="0"/>
                  <wp:wrapNone/>
                  <wp:docPr id="157" name="Freeform 15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8" behindDoc="0" locked="0" layoutInCell="1" allowOverlap="1">
                  <wp:simplePos x="0" y="0"/>
                  <wp:positionH relativeFrom="page">
                    <wp:posOffset>100838</wp:posOffset>
                  </wp:positionH>
                  <wp:positionV relativeFrom="line">
                    <wp:posOffset>201225</wp:posOffset>
                  </wp:positionV>
                  <wp:extent cx="290110" cy="498235"/>
                  <wp:effectExtent l="0" t="0" r="0" b="0"/>
                  <wp:wrapNone/>
                  <wp:docPr id="158" name="Picture 15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90110" cy="498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09" behindDoc="0" locked="0" layoutInCell="1" allowOverlap="1">
                  <wp:simplePos x="0" y="0"/>
                  <wp:positionH relativeFrom="page">
                    <wp:posOffset>1366518</wp:posOffset>
                  </wp:positionH>
                  <wp:positionV relativeFrom="line">
                    <wp:posOffset>331433</wp:posOffset>
                  </wp:positionV>
                  <wp:extent cx="36947" cy="22655"/>
                  <wp:effectExtent l="0" t="0" r="0" b="0"/>
                  <wp:wrapNone/>
                  <wp:docPr id="159" name="Freeform 15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36947" cy="22655"/>
                          </a:xfrm>
                          <a:custGeom>
                            <a:rect l="l" t="t" r="r" b="b"/>
                            <a:pathLst>
                              <a:path w="126366" h="77851">
                                <a:moveTo>
                                  <a:pt x="0" y="68123"/>
                                </a:moveTo>
                                <a:lnTo>
                                  <a:pt x="0" y="68123"/>
                                </a:lnTo>
                                <a:lnTo>
                                  <a:pt x="9653" y="68123"/>
                                </a:lnTo>
                                <a:lnTo>
                                  <a:pt x="19431" y="68123"/>
                                </a:lnTo>
                                <a:lnTo>
                                  <a:pt x="38862" y="77851"/>
                                </a:lnTo>
                                <a:lnTo>
                                  <a:pt x="48642" y="77851"/>
                                </a:lnTo>
                                <a:lnTo>
                                  <a:pt x="48642" y="68123"/>
                                </a:lnTo>
                                <a:lnTo>
                                  <a:pt x="58293" y="68123"/>
                                </a:lnTo>
                                <a:lnTo>
                                  <a:pt x="97282" y="48680"/>
                                </a:lnTo>
                                <a:lnTo>
                                  <a:pt x="97282" y="38951"/>
                                </a:lnTo>
                                <a:lnTo>
                                  <a:pt x="106935" y="38951"/>
                                </a:lnTo>
                                <a:lnTo>
                                  <a:pt x="116713" y="38951"/>
                                </a:lnTo>
                                <a:lnTo>
                                  <a:pt x="116713" y="29223"/>
                                </a:lnTo>
                                <a:lnTo>
                                  <a:pt x="126366" y="29223"/>
                                </a:lnTo>
                                <a:lnTo>
                                  <a:pt x="126366" y="9780"/>
                                </a:lnTo>
                                <a:lnTo>
                                  <a:pt x="116713" y="9780"/>
                                </a:lnTo>
                                <a:lnTo>
                                  <a:pt x="106935" y="9780"/>
                                </a:lnTo>
                                <a:lnTo>
                                  <a:pt x="97282" y="9780"/>
                                </a:lnTo>
                                <a:lnTo>
                                  <a:pt x="58293" y="0"/>
                                </a:lnTo>
                                <a:lnTo>
                                  <a:pt x="19431" y="48680"/>
                                </a:lnTo>
                                <a:lnTo>
                                  <a:pt x="9653" y="48680"/>
                                </a:lnTo>
                                <a:lnTo>
                                  <a:pt x="9653" y="58395"/>
                                </a:lnTo>
                                <a:lnTo>
                                  <a:pt x="9653" y="68123"/>
                                </a:lnTo>
                                <a:lnTo>
                                  <a:pt x="0" y="68123"/>
                                </a:lnTo>
                                <a:close/>
                                <a:moveTo>
                                  <a:pt x="0" y="68123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7" behindDoc="0" locked="0" layoutInCell="1" allowOverlap="1">
                  <wp:simplePos x="0" y="0"/>
                  <wp:positionH relativeFrom="page">
                    <wp:posOffset>490485</wp:posOffset>
                  </wp:positionH>
                  <wp:positionV relativeFrom="line">
                    <wp:posOffset>359751</wp:posOffset>
                  </wp:positionV>
                  <wp:extent cx="71108" cy="99083"/>
                  <wp:effectExtent l="0" t="0" r="0" b="0"/>
                  <wp:wrapNone/>
                  <wp:docPr id="160" name="Freeform 16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1108" cy="99083"/>
                          </a:xfrm>
                          <a:custGeom>
                            <a:rect l="l" t="t" r="r" b="b"/>
                            <a:pathLst>
                              <a:path w="243205" h="340474">
                                <a:moveTo>
                                  <a:pt x="0" y="87554"/>
                                </a:moveTo>
                                <a:lnTo>
                                  <a:pt x="0" y="87554"/>
                                </a:lnTo>
                                <a:lnTo>
                                  <a:pt x="0" y="97282"/>
                                </a:lnTo>
                                <a:lnTo>
                                  <a:pt x="0" y="107010"/>
                                </a:lnTo>
                                <a:lnTo>
                                  <a:pt x="9780" y="107010"/>
                                </a:lnTo>
                                <a:lnTo>
                                  <a:pt x="9780" y="116738"/>
                                </a:lnTo>
                                <a:lnTo>
                                  <a:pt x="9780" y="126467"/>
                                </a:lnTo>
                                <a:lnTo>
                                  <a:pt x="9780" y="136195"/>
                                </a:lnTo>
                                <a:lnTo>
                                  <a:pt x="19432" y="136195"/>
                                </a:lnTo>
                                <a:lnTo>
                                  <a:pt x="19432" y="145923"/>
                                </a:lnTo>
                                <a:lnTo>
                                  <a:pt x="38989" y="165379"/>
                                </a:lnTo>
                                <a:lnTo>
                                  <a:pt x="48641" y="175107"/>
                                </a:lnTo>
                                <a:lnTo>
                                  <a:pt x="58421" y="175107"/>
                                </a:lnTo>
                                <a:lnTo>
                                  <a:pt x="68072" y="175107"/>
                                </a:lnTo>
                                <a:lnTo>
                                  <a:pt x="77852" y="184823"/>
                                </a:lnTo>
                                <a:lnTo>
                                  <a:pt x="87630" y="184823"/>
                                </a:lnTo>
                                <a:lnTo>
                                  <a:pt x="97283" y="184823"/>
                                </a:lnTo>
                                <a:lnTo>
                                  <a:pt x="107061" y="184823"/>
                                </a:lnTo>
                                <a:lnTo>
                                  <a:pt x="116713" y="194551"/>
                                </a:lnTo>
                                <a:lnTo>
                                  <a:pt x="126493" y="194551"/>
                                </a:lnTo>
                                <a:lnTo>
                                  <a:pt x="136272" y="204279"/>
                                </a:lnTo>
                                <a:lnTo>
                                  <a:pt x="145924" y="204279"/>
                                </a:lnTo>
                                <a:lnTo>
                                  <a:pt x="155702" y="214008"/>
                                </a:lnTo>
                                <a:lnTo>
                                  <a:pt x="165355" y="223736"/>
                                </a:lnTo>
                                <a:lnTo>
                                  <a:pt x="165355" y="233464"/>
                                </a:lnTo>
                                <a:lnTo>
                                  <a:pt x="165355" y="243192"/>
                                </a:lnTo>
                                <a:lnTo>
                                  <a:pt x="165355" y="252920"/>
                                </a:lnTo>
                                <a:lnTo>
                                  <a:pt x="155702" y="262649"/>
                                </a:lnTo>
                                <a:lnTo>
                                  <a:pt x="145924" y="272377"/>
                                </a:lnTo>
                                <a:lnTo>
                                  <a:pt x="136272" y="282105"/>
                                </a:lnTo>
                                <a:lnTo>
                                  <a:pt x="126493" y="282105"/>
                                </a:lnTo>
                                <a:lnTo>
                                  <a:pt x="107061" y="282105"/>
                                </a:lnTo>
                                <a:lnTo>
                                  <a:pt x="97283" y="282105"/>
                                </a:lnTo>
                                <a:lnTo>
                                  <a:pt x="87630" y="272377"/>
                                </a:lnTo>
                                <a:lnTo>
                                  <a:pt x="77852" y="272377"/>
                                </a:lnTo>
                                <a:lnTo>
                                  <a:pt x="77852" y="262649"/>
                                </a:lnTo>
                                <a:lnTo>
                                  <a:pt x="77852" y="252920"/>
                                </a:lnTo>
                                <a:lnTo>
                                  <a:pt x="77852" y="243192"/>
                                </a:lnTo>
                                <a:lnTo>
                                  <a:pt x="77852" y="223736"/>
                                </a:lnTo>
                                <a:lnTo>
                                  <a:pt x="68072" y="223736"/>
                                </a:lnTo>
                                <a:lnTo>
                                  <a:pt x="58421" y="223736"/>
                                </a:lnTo>
                                <a:lnTo>
                                  <a:pt x="48641" y="223736"/>
                                </a:lnTo>
                                <a:lnTo>
                                  <a:pt x="38989" y="223736"/>
                                </a:lnTo>
                                <a:lnTo>
                                  <a:pt x="29211" y="223736"/>
                                </a:lnTo>
                                <a:lnTo>
                                  <a:pt x="19432" y="223736"/>
                                </a:lnTo>
                                <a:lnTo>
                                  <a:pt x="9780" y="223736"/>
                                </a:lnTo>
                                <a:lnTo>
                                  <a:pt x="0" y="223736"/>
                                </a:lnTo>
                                <a:lnTo>
                                  <a:pt x="0" y="262649"/>
                                </a:lnTo>
                                <a:lnTo>
                                  <a:pt x="9780" y="291833"/>
                                </a:lnTo>
                                <a:lnTo>
                                  <a:pt x="19432" y="311290"/>
                                </a:lnTo>
                                <a:lnTo>
                                  <a:pt x="48641" y="330746"/>
                                </a:lnTo>
                                <a:lnTo>
                                  <a:pt x="68072" y="330746"/>
                                </a:lnTo>
                                <a:lnTo>
                                  <a:pt x="77852" y="340474"/>
                                </a:lnTo>
                                <a:lnTo>
                                  <a:pt x="97283" y="340474"/>
                                </a:lnTo>
                                <a:lnTo>
                                  <a:pt x="116713" y="340474"/>
                                </a:lnTo>
                                <a:lnTo>
                                  <a:pt x="126493" y="340474"/>
                                </a:lnTo>
                                <a:lnTo>
                                  <a:pt x="145924" y="340474"/>
                                </a:lnTo>
                                <a:lnTo>
                                  <a:pt x="194564" y="321018"/>
                                </a:lnTo>
                                <a:lnTo>
                                  <a:pt x="223774" y="301561"/>
                                </a:lnTo>
                                <a:lnTo>
                                  <a:pt x="243205" y="262649"/>
                                </a:lnTo>
                                <a:lnTo>
                                  <a:pt x="243205" y="233464"/>
                                </a:lnTo>
                                <a:lnTo>
                                  <a:pt x="243205" y="214008"/>
                                </a:lnTo>
                                <a:lnTo>
                                  <a:pt x="243205" y="194551"/>
                                </a:lnTo>
                                <a:lnTo>
                                  <a:pt x="233553" y="184823"/>
                                </a:lnTo>
                                <a:lnTo>
                                  <a:pt x="213996" y="165379"/>
                                </a:lnTo>
                                <a:lnTo>
                                  <a:pt x="184913" y="145923"/>
                                </a:lnTo>
                                <a:lnTo>
                                  <a:pt x="155702" y="136195"/>
                                </a:lnTo>
                                <a:lnTo>
                                  <a:pt x="126493" y="126467"/>
                                </a:lnTo>
                                <a:lnTo>
                                  <a:pt x="97283" y="116738"/>
                                </a:lnTo>
                                <a:lnTo>
                                  <a:pt x="87630" y="107010"/>
                                </a:lnTo>
                                <a:lnTo>
                                  <a:pt x="77852" y="97282"/>
                                </a:lnTo>
                                <a:lnTo>
                                  <a:pt x="77852" y="77826"/>
                                </a:lnTo>
                                <a:lnTo>
                                  <a:pt x="97283" y="58369"/>
                                </a:lnTo>
                                <a:lnTo>
                                  <a:pt x="126493" y="48641"/>
                                </a:lnTo>
                                <a:lnTo>
                                  <a:pt x="155702" y="58369"/>
                                </a:lnTo>
                                <a:lnTo>
                                  <a:pt x="165355" y="77826"/>
                                </a:lnTo>
                                <a:lnTo>
                                  <a:pt x="165355" y="107010"/>
                                </a:lnTo>
                                <a:lnTo>
                                  <a:pt x="175133" y="107010"/>
                                </a:lnTo>
                                <a:lnTo>
                                  <a:pt x="184913" y="107010"/>
                                </a:lnTo>
                                <a:lnTo>
                                  <a:pt x="194564" y="107010"/>
                                </a:lnTo>
                                <a:lnTo>
                                  <a:pt x="204344" y="107010"/>
                                </a:lnTo>
                                <a:lnTo>
                                  <a:pt x="233553" y="107010"/>
                                </a:lnTo>
                                <a:lnTo>
                                  <a:pt x="233553" y="97282"/>
                                </a:lnTo>
                                <a:lnTo>
                                  <a:pt x="233553" y="87554"/>
                                </a:lnTo>
                                <a:lnTo>
                                  <a:pt x="233553" y="68097"/>
                                </a:lnTo>
                                <a:lnTo>
                                  <a:pt x="233553" y="58369"/>
                                </a:lnTo>
                                <a:lnTo>
                                  <a:pt x="233553" y="48641"/>
                                </a:lnTo>
                                <a:lnTo>
                                  <a:pt x="223774" y="38913"/>
                                </a:lnTo>
                                <a:lnTo>
                                  <a:pt x="223774" y="29184"/>
                                </a:lnTo>
                                <a:lnTo>
                                  <a:pt x="204344" y="19456"/>
                                </a:lnTo>
                                <a:lnTo>
                                  <a:pt x="184913" y="0"/>
                                </a:lnTo>
                                <a:lnTo>
                                  <a:pt x="145924" y="0"/>
                                </a:lnTo>
                                <a:lnTo>
                                  <a:pt x="116713" y="0"/>
                                </a:lnTo>
                                <a:lnTo>
                                  <a:pt x="87630" y="0"/>
                                </a:lnTo>
                                <a:lnTo>
                                  <a:pt x="58421" y="9728"/>
                                </a:lnTo>
                                <a:lnTo>
                                  <a:pt x="38989" y="19456"/>
                                </a:lnTo>
                                <a:lnTo>
                                  <a:pt x="29211" y="29184"/>
                                </a:lnTo>
                                <a:lnTo>
                                  <a:pt x="19432" y="38913"/>
                                </a:lnTo>
                                <a:lnTo>
                                  <a:pt x="9780" y="48641"/>
                                </a:lnTo>
                                <a:lnTo>
                                  <a:pt x="9780" y="58369"/>
                                </a:lnTo>
                                <a:lnTo>
                                  <a:pt x="9780" y="68097"/>
                                </a:lnTo>
                                <a:lnTo>
                                  <a:pt x="0" y="77826"/>
                                </a:lnTo>
                                <a:close/>
                                <a:moveTo>
                                  <a:pt x="0" y="8755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00" behindDoc="0" locked="0" layoutInCell="1" allowOverlap="1">
                  <wp:simplePos x="0" y="0"/>
                  <wp:positionH relativeFrom="page">
                    <wp:posOffset>584357</wp:posOffset>
                  </wp:positionH>
                  <wp:positionV relativeFrom="line">
                    <wp:posOffset>359751</wp:posOffset>
                  </wp:positionV>
                  <wp:extent cx="76790" cy="99083"/>
                  <wp:effectExtent l="0" t="0" r="0" b="0"/>
                  <wp:wrapNone/>
                  <wp:docPr id="161" name="Picture 16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6790" cy="99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01" behindDoc="0" locked="0" layoutInCell="1" allowOverlap="1">
                  <wp:simplePos x="0" y="0"/>
                  <wp:positionH relativeFrom="page">
                    <wp:posOffset>686731</wp:posOffset>
                  </wp:positionH>
                  <wp:positionV relativeFrom="line">
                    <wp:posOffset>359751</wp:posOffset>
                  </wp:positionV>
                  <wp:extent cx="73968" cy="96252"/>
                  <wp:effectExtent l="0" t="0" r="0" b="0"/>
                  <wp:wrapNone/>
                  <wp:docPr id="162" name="Freeform 16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3968" cy="96252"/>
                          </a:xfrm>
                          <a:custGeom>
                            <a:rect l="l" t="t" r="r" b="b"/>
                            <a:pathLst>
                              <a:path w="252984" h="330746">
                                <a:moveTo>
                                  <a:pt x="0" y="9728"/>
                                </a:moveTo>
                                <a:lnTo>
                                  <a:pt x="0" y="330746"/>
                                </a:lnTo>
                                <a:lnTo>
                                  <a:pt x="68072" y="330746"/>
                                </a:lnTo>
                                <a:lnTo>
                                  <a:pt x="68072" y="223736"/>
                                </a:lnTo>
                                <a:lnTo>
                                  <a:pt x="77850" y="223736"/>
                                </a:lnTo>
                                <a:lnTo>
                                  <a:pt x="77850" y="214008"/>
                                </a:lnTo>
                                <a:lnTo>
                                  <a:pt x="87629" y="204279"/>
                                </a:lnTo>
                                <a:lnTo>
                                  <a:pt x="97282" y="204279"/>
                                </a:lnTo>
                                <a:lnTo>
                                  <a:pt x="97282" y="194551"/>
                                </a:lnTo>
                                <a:lnTo>
                                  <a:pt x="97282" y="184823"/>
                                </a:lnTo>
                                <a:lnTo>
                                  <a:pt x="107060" y="184823"/>
                                </a:lnTo>
                                <a:lnTo>
                                  <a:pt x="165354" y="291833"/>
                                </a:lnTo>
                                <a:lnTo>
                                  <a:pt x="165354" y="301561"/>
                                </a:lnTo>
                                <a:lnTo>
                                  <a:pt x="184912" y="330746"/>
                                </a:lnTo>
                                <a:lnTo>
                                  <a:pt x="252984" y="330746"/>
                                </a:lnTo>
                                <a:lnTo>
                                  <a:pt x="252984" y="321018"/>
                                </a:lnTo>
                                <a:lnTo>
                                  <a:pt x="252984" y="311290"/>
                                </a:lnTo>
                                <a:lnTo>
                                  <a:pt x="252984" y="301561"/>
                                </a:lnTo>
                                <a:lnTo>
                                  <a:pt x="243204" y="291833"/>
                                </a:lnTo>
                                <a:lnTo>
                                  <a:pt x="243204" y="282105"/>
                                </a:lnTo>
                                <a:lnTo>
                                  <a:pt x="233553" y="272377"/>
                                </a:lnTo>
                                <a:lnTo>
                                  <a:pt x="233553" y="262649"/>
                                </a:lnTo>
                                <a:lnTo>
                                  <a:pt x="165354" y="155651"/>
                                </a:lnTo>
                                <a:lnTo>
                                  <a:pt x="165354" y="145923"/>
                                </a:lnTo>
                                <a:lnTo>
                                  <a:pt x="155701" y="126467"/>
                                </a:lnTo>
                                <a:lnTo>
                                  <a:pt x="233553" y="38913"/>
                                </a:lnTo>
                                <a:lnTo>
                                  <a:pt x="243204" y="38913"/>
                                </a:lnTo>
                                <a:lnTo>
                                  <a:pt x="243204" y="29184"/>
                                </a:lnTo>
                                <a:lnTo>
                                  <a:pt x="243204" y="19456"/>
                                </a:lnTo>
                                <a:lnTo>
                                  <a:pt x="243204" y="9728"/>
                                </a:lnTo>
                                <a:lnTo>
                                  <a:pt x="243204" y="0"/>
                                </a:lnTo>
                                <a:lnTo>
                                  <a:pt x="184912" y="0"/>
                                </a:lnTo>
                                <a:lnTo>
                                  <a:pt x="175132" y="0"/>
                                </a:lnTo>
                                <a:lnTo>
                                  <a:pt x="175132" y="9728"/>
                                </a:lnTo>
                                <a:lnTo>
                                  <a:pt x="165354" y="9728"/>
                                </a:lnTo>
                                <a:lnTo>
                                  <a:pt x="165354" y="19456"/>
                                </a:lnTo>
                                <a:lnTo>
                                  <a:pt x="165354" y="29184"/>
                                </a:lnTo>
                                <a:lnTo>
                                  <a:pt x="155701" y="29184"/>
                                </a:lnTo>
                                <a:lnTo>
                                  <a:pt x="136270" y="48641"/>
                                </a:lnTo>
                                <a:lnTo>
                                  <a:pt x="136270" y="58369"/>
                                </a:lnTo>
                                <a:lnTo>
                                  <a:pt x="126491" y="58369"/>
                                </a:lnTo>
                                <a:lnTo>
                                  <a:pt x="126491" y="68097"/>
                                </a:lnTo>
                                <a:lnTo>
                                  <a:pt x="116713" y="68097"/>
                                </a:lnTo>
                                <a:lnTo>
                                  <a:pt x="116713" y="77826"/>
                                </a:lnTo>
                                <a:lnTo>
                                  <a:pt x="116713" y="87554"/>
                                </a:lnTo>
                                <a:lnTo>
                                  <a:pt x="107060" y="87554"/>
                                </a:lnTo>
                                <a:lnTo>
                                  <a:pt x="107060" y="97282"/>
                                </a:lnTo>
                                <a:lnTo>
                                  <a:pt x="97282" y="97282"/>
                                </a:lnTo>
                                <a:lnTo>
                                  <a:pt x="97282" y="107010"/>
                                </a:lnTo>
                                <a:lnTo>
                                  <a:pt x="87629" y="107010"/>
                                </a:lnTo>
                                <a:lnTo>
                                  <a:pt x="87629" y="116738"/>
                                </a:lnTo>
                                <a:lnTo>
                                  <a:pt x="77850" y="116738"/>
                                </a:lnTo>
                                <a:lnTo>
                                  <a:pt x="77850" y="126467"/>
                                </a:lnTo>
                                <a:lnTo>
                                  <a:pt x="68072" y="126467"/>
                                </a:lnTo>
                                <a:lnTo>
                                  <a:pt x="680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28"/>
                                </a:lnTo>
                                <a:close/>
                                <a:moveTo>
                                  <a:pt x="0" y="972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02" behindDoc="0" locked="0" layoutInCell="1" allowOverlap="1">
                  <wp:simplePos x="0" y="0"/>
                  <wp:positionH relativeFrom="page">
                    <wp:posOffset>777743</wp:posOffset>
                  </wp:positionH>
                  <wp:positionV relativeFrom="line">
                    <wp:posOffset>356920</wp:posOffset>
                  </wp:positionV>
                  <wp:extent cx="79649" cy="101914"/>
                  <wp:effectExtent l="0" t="0" r="0" b="0"/>
                  <wp:wrapNone/>
                  <wp:docPr id="163" name="Picture 16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9649" cy="1019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03" behindDoc="0" locked="0" layoutInCell="1" allowOverlap="1">
                  <wp:simplePos x="0" y="0"/>
                  <wp:positionH relativeFrom="page">
                    <wp:posOffset>880155</wp:posOffset>
                  </wp:positionH>
                  <wp:positionV relativeFrom="line">
                    <wp:posOffset>359751</wp:posOffset>
                  </wp:positionV>
                  <wp:extent cx="56887" cy="96252"/>
                  <wp:effectExtent l="0" t="0" r="0" b="0"/>
                  <wp:wrapNone/>
                  <wp:docPr id="164" name="Freeform 16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56887" cy="96252"/>
                          </a:xfrm>
                          <a:custGeom>
                            <a:rect l="l" t="t" r="r" b="b"/>
                            <a:pathLst>
                              <a:path w="194565" h="330746">
                                <a:moveTo>
                                  <a:pt x="9652" y="321018"/>
                                </a:moveTo>
                                <a:lnTo>
                                  <a:pt x="9652" y="321018"/>
                                </a:lnTo>
                                <a:lnTo>
                                  <a:pt x="9652" y="330746"/>
                                </a:lnTo>
                                <a:lnTo>
                                  <a:pt x="194565" y="330746"/>
                                </a:lnTo>
                                <a:lnTo>
                                  <a:pt x="194565" y="262649"/>
                                </a:lnTo>
                                <a:lnTo>
                                  <a:pt x="77852" y="262649"/>
                                </a:lnTo>
                                <a:lnTo>
                                  <a:pt x="77852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652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04" behindDoc="0" locked="0" layoutInCell="1" allowOverlap="1">
                  <wp:simplePos x="0" y="0"/>
                  <wp:positionH relativeFrom="page">
                    <wp:posOffset>956945</wp:posOffset>
                  </wp:positionH>
                  <wp:positionV relativeFrom="line">
                    <wp:posOffset>356920</wp:posOffset>
                  </wp:positionV>
                  <wp:extent cx="79649" cy="101914"/>
                  <wp:effectExtent l="0" t="0" r="0" b="0"/>
                  <wp:wrapNone/>
                  <wp:docPr id="165" name="Picture 16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9649" cy="1019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05" behindDoc="0" locked="0" layoutInCell="1" allowOverlap="1">
                  <wp:simplePos x="0" y="0"/>
                  <wp:positionH relativeFrom="page">
                    <wp:posOffset>1053639</wp:posOffset>
                  </wp:positionH>
                  <wp:positionV relativeFrom="line">
                    <wp:posOffset>359751</wp:posOffset>
                  </wp:positionV>
                  <wp:extent cx="82471" cy="96252"/>
                  <wp:effectExtent l="0" t="0" r="0" b="0"/>
                  <wp:wrapNone/>
                  <wp:docPr id="166" name="Freeform 16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82471" cy="96252"/>
                          </a:xfrm>
                          <a:custGeom>
                            <a:rect l="l" t="t" r="r" b="b"/>
                            <a:pathLst>
                              <a:path w="282068" h="330746">
                                <a:moveTo>
                                  <a:pt x="38989" y="136195"/>
                                </a:moveTo>
                                <a:lnTo>
                                  <a:pt x="38989" y="136195"/>
                                </a:lnTo>
                                <a:lnTo>
                                  <a:pt x="38989" y="145923"/>
                                </a:lnTo>
                                <a:lnTo>
                                  <a:pt x="38989" y="155651"/>
                                </a:lnTo>
                                <a:lnTo>
                                  <a:pt x="38989" y="165379"/>
                                </a:lnTo>
                                <a:lnTo>
                                  <a:pt x="48642" y="184823"/>
                                </a:lnTo>
                                <a:lnTo>
                                  <a:pt x="48642" y="194551"/>
                                </a:lnTo>
                                <a:lnTo>
                                  <a:pt x="58420" y="214008"/>
                                </a:lnTo>
                                <a:lnTo>
                                  <a:pt x="58420" y="233464"/>
                                </a:lnTo>
                                <a:lnTo>
                                  <a:pt x="68073" y="243192"/>
                                </a:lnTo>
                                <a:lnTo>
                                  <a:pt x="68073" y="262649"/>
                                </a:lnTo>
                                <a:lnTo>
                                  <a:pt x="77851" y="282105"/>
                                </a:lnTo>
                                <a:lnTo>
                                  <a:pt x="77851" y="291833"/>
                                </a:lnTo>
                                <a:lnTo>
                                  <a:pt x="87631" y="311290"/>
                                </a:lnTo>
                                <a:lnTo>
                                  <a:pt x="87631" y="321018"/>
                                </a:lnTo>
                                <a:lnTo>
                                  <a:pt x="87631" y="330746"/>
                                </a:lnTo>
                                <a:lnTo>
                                  <a:pt x="194564" y="330746"/>
                                </a:lnTo>
                                <a:lnTo>
                                  <a:pt x="194564" y="321018"/>
                                </a:lnTo>
                                <a:lnTo>
                                  <a:pt x="194564" y="311290"/>
                                </a:lnTo>
                                <a:lnTo>
                                  <a:pt x="213995" y="252920"/>
                                </a:lnTo>
                                <a:lnTo>
                                  <a:pt x="213995" y="243192"/>
                                </a:lnTo>
                                <a:lnTo>
                                  <a:pt x="223775" y="233464"/>
                                </a:lnTo>
                                <a:lnTo>
                                  <a:pt x="223775" y="223736"/>
                                </a:lnTo>
                                <a:lnTo>
                                  <a:pt x="223775" y="214008"/>
                                </a:lnTo>
                                <a:lnTo>
                                  <a:pt x="223775" y="204279"/>
                                </a:lnTo>
                                <a:lnTo>
                                  <a:pt x="233426" y="204279"/>
                                </a:lnTo>
                                <a:lnTo>
                                  <a:pt x="233426" y="194551"/>
                                </a:lnTo>
                                <a:lnTo>
                                  <a:pt x="233426" y="184823"/>
                                </a:lnTo>
                                <a:lnTo>
                                  <a:pt x="233426" y="175107"/>
                                </a:lnTo>
                                <a:lnTo>
                                  <a:pt x="262637" y="77826"/>
                                </a:lnTo>
                                <a:lnTo>
                                  <a:pt x="262637" y="68097"/>
                                </a:lnTo>
                                <a:lnTo>
                                  <a:pt x="272415" y="68097"/>
                                </a:lnTo>
                                <a:lnTo>
                                  <a:pt x="272415" y="58369"/>
                                </a:lnTo>
                                <a:lnTo>
                                  <a:pt x="272415" y="48641"/>
                                </a:lnTo>
                                <a:lnTo>
                                  <a:pt x="272415" y="38913"/>
                                </a:lnTo>
                                <a:lnTo>
                                  <a:pt x="272415" y="29184"/>
                                </a:lnTo>
                                <a:lnTo>
                                  <a:pt x="282068" y="29184"/>
                                </a:lnTo>
                                <a:lnTo>
                                  <a:pt x="282068" y="19456"/>
                                </a:lnTo>
                                <a:lnTo>
                                  <a:pt x="282068" y="0"/>
                                </a:lnTo>
                                <a:lnTo>
                                  <a:pt x="204344" y="0"/>
                                </a:lnTo>
                                <a:lnTo>
                                  <a:pt x="204344" y="9728"/>
                                </a:lnTo>
                                <a:lnTo>
                                  <a:pt x="204344" y="19456"/>
                                </a:lnTo>
                                <a:lnTo>
                                  <a:pt x="204344" y="29184"/>
                                </a:lnTo>
                                <a:lnTo>
                                  <a:pt x="194564" y="38913"/>
                                </a:lnTo>
                                <a:lnTo>
                                  <a:pt x="194564" y="48641"/>
                                </a:lnTo>
                                <a:lnTo>
                                  <a:pt x="194564" y="58369"/>
                                </a:lnTo>
                                <a:lnTo>
                                  <a:pt x="194564" y="68097"/>
                                </a:lnTo>
                                <a:lnTo>
                                  <a:pt x="194564" y="77826"/>
                                </a:lnTo>
                                <a:lnTo>
                                  <a:pt x="184786" y="77826"/>
                                </a:lnTo>
                                <a:lnTo>
                                  <a:pt x="184786" y="87554"/>
                                </a:lnTo>
                                <a:lnTo>
                                  <a:pt x="184786" y="97282"/>
                                </a:lnTo>
                                <a:lnTo>
                                  <a:pt x="184786" y="107010"/>
                                </a:lnTo>
                                <a:lnTo>
                                  <a:pt x="184786" y="116738"/>
                                </a:lnTo>
                                <a:lnTo>
                                  <a:pt x="175133" y="116738"/>
                                </a:lnTo>
                                <a:lnTo>
                                  <a:pt x="175133" y="126467"/>
                                </a:lnTo>
                                <a:lnTo>
                                  <a:pt x="175133" y="136195"/>
                                </a:lnTo>
                                <a:lnTo>
                                  <a:pt x="145924" y="252920"/>
                                </a:lnTo>
                                <a:lnTo>
                                  <a:pt x="145924" y="262649"/>
                                </a:lnTo>
                                <a:lnTo>
                                  <a:pt x="136271" y="262649"/>
                                </a:lnTo>
                                <a:lnTo>
                                  <a:pt x="136271" y="252920"/>
                                </a:lnTo>
                                <a:lnTo>
                                  <a:pt x="116713" y="145923"/>
                                </a:lnTo>
                                <a:lnTo>
                                  <a:pt x="107062" y="145923"/>
                                </a:lnTo>
                                <a:lnTo>
                                  <a:pt x="107062" y="136195"/>
                                </a:lnTo>
                                <a:lnTo>
                                  <a:pt x="107062" y="126467"/>
                                </a:lnTo>
                                <a:lnTo>
                                  <a:pt x="107062" y="116738"/>
                                </a:lnTo>
                                <a:lnTo>
                                  <a:pt x="107062" y="107010"/>
                                </a:lnTo>
                                <a:lnTo>
                                  <a:pt x="97282" y="97282"/>
                                </a:lnTo>
                                <a:lnTo>
                                  <a:pt x="97282" y="87554"/>
                                </a:lnTo>
                                <a:lnTo>
                                  <a:pt x="97282" y="77826"/>
                                </a:lnTo>
                                <a:lnTo>
                                  <a:pt x="97282" y="68097"/>
                                </a:lnTo>
                                <a:lnTo>
                                  <a:pt x="87631" y="58369"/>
                                </a:lnTo>
                                <a:lnTo>
                                  <a:pt x="87631" y="48641"/>
                                </a:lnTo>
                                <a:lnTo>
                                  <a:pt x="87631" y="38913"/>
                                </a:lnTo>
                                <a:lnTo>
                                  <a:pt x="87631" y="29184"/>
                                </a:lnTo>
                                <a:lnTo>
                                  <a:pt x="77851" y="19456"/>
                                </a:lnTo>
                                <a:lnTo>
                                  <a:pt x="77851" y="9728"/>
                                </a:lnTo>
                                <a:lnTo>
                                  <a:pt x="778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56"/>
                                </a:lnTo>
                                <a:close/>
                                <a:moveTo>
                                  <a:pt x="38989" y="136195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06" behindDoc="0" locked="0" layoutInCell="1" allowOverlap="1">
                  <wp:simplePos x="0" y="0"/>
                  <wp:positionH relativeFrom="page">
                    <wp:posOffset>1153191</wp:posOffset>
                  </wp:positionH>
                  <wp:positionV relativeFrom="line">
                    <wp:posOffset>356920</wp:posOffset>
                  </wp:positionV>
                  <wp:extent cx="71108" cy="99083"/>
                  <wp:effectExtent l="0" t="0" r="0" b="0"/>
                  <wp:wrapNone/>
                  <wp:docPr id="167" name="Freeform 16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1108" cy="99083"/>
                          </a:xfrm>
                          <a:custGeom>
                            <a:rect l="l" t="t" r="r" b="b"/>
                            <a:pathLst>
                              <a:path w="243205" h="340474">
                                <a:moveTo>
                                  <a:pt x="0" y="87554"/>
                                </a:moveTo>
                                <a:lnTo>
                                  <a:pt x="0" y="97282"/>
                                </a:lnTo>
                                <a:lnTo>
                                  <a:pt x="0" y="116738"/>
                                </a:lnTo>
                                <a:lnTo>
                                  <a:pt x="0" y="126466"/>
                                </a:lnTo>
                                <a:lnTo>
                                  <a:pt x="9779" y="136195"/>
                                </a:lnTo>
                                <a:lnTo>
                                  <a:pt x="9779" y="145923"/>
                                </a:lnTo>
                                <a:lnTo>
                                  <a:pt x="19431" y="145923"/>
                                </a:lnTo>
                                <a:lnTo>
                                  <a:pt x="19431" y="155651"/>
                                </a:lnTo>
                                <a:lnTo>
                                  <a:pt x="29210" y="165379"/>
                                </a:lnTo>
                                <a:lnTo>
                                  <a:pt x="38862" y="165379"/>
                                </a:lnTo>
                                <a:lnTo>
                                  <a:pt x="48641" y="175107"/>
                                </a:lnTo>
                                <a:lnTo>
                                  <a:pt x="68071" y="184835"/>
                                </a:lnTo>
                                <a:lnTo>
                                  <a:pt x="87502" y="194551"/>
                                </a:lnTo>
                                <a:lnTo>
                                  <a:pt x="107061" y="194551"/>
                                </a:lnTo>
                                <a:lnTo>
                                  <a:pt x="136144" y="204279"/>
                                </a:lnTo>
                                <a:lnTo>
                                  <a:pt x="155701" y="214007"/>
                                </a:lnTo>
                                <a:lnTo>
                                  <a:pt x="165354" y="233464"/>
                                </a:lnTo>
                                <a:lnTo>
                                  <a:pt x="155701" y="252920"/>
                                </a:lnTo>
                                <a:lnTo>
                                  <a:pt x="155701" y="272377"/>
                                </a:lnTo>
                                <a:lnTo>
                                  <a:pt x="145923" y="282105"/>
                                </a:lnTo>
                                <a:lnTo>
                                  <a:pt x="126492" y="282105"/>
                                </a:lnTo>
                                <a:lnTo>
                                  <a:pt x="116712" y="282105"/>
                                </a:lnTo>
                                <a:lnTo>
                                  <a:pt x="107061" y="282105"/>
                                </a:lnTo>
                                <a:lnTo>
                                  <a:pt x="97281" y="282105"/>
                                </a:lnTo>
                                <a:lnTo>
                                  <a:pt x="87502" y="282105"/>
                                </a:lnTo>
                                <a:lnTo>
                                  <a:pt x="77850" y="272377"/>
                                </a:lnTo>
                                <a:lnTo>
                                  <a:pt x="68071" y="262648"/>
                                </a:lnTo>
                                <a:lnTo>
                                  <a:pt x="68071" y="243192"/>
                                </a:lnTo>
                                <a:lnTo>
                                  <a:pt x="68071" y="233464"/>
                                </a:lnTo>
                                <a:lnTo>
                                  <a:pt x="58419" y="233464"/>
                                </a:lnTo>
                                <a:lnTo>
                                  <a:pt x="48641" y="233464"/>
                                </a:lnTo>
                                <a:lnTo>
                                  <a:pt x="38862" y="233464"/>
                                </a:lnTo>
                                <a:lnTo>
                                  <a:pt x="29210" y="233464"/>
                                </a:lnTo>
                                <a:lnTo>
                                  <a:pt x="19431" y="233464"/>
                                </a:lnTo>
                                <a:lnTo>
                                  <a:pt x="9779" y="233464"/>
                                </a:lnTo>
                                <a:lnTo>
                                  <a:pt x="0" y="233464"/>
                                </a:lnTo>
                                <a:lnTo>
                                  <a:pt x="0" y="272377"/>
                                </a:lnTo>
                                <a:lnTo>
                                  <a:pt x="9779" y="301561"/>
                                </a:lnTo>
                                <a:lnTo>
                                  <a:pt x="29210" y="321018"/>
                                </a:lnTo>
                                <a:lnTo>
                                  <a:pt x="48641" y="330746"/>
                                </a:lnTo>
                                <a:lnTo>
                                  <a:pt x="58419" y="340474"/>
                                </a:lnTo>
                                <a:lnTo>
                                  <a:pt x="77850" y="340474"/>
                                </a:lnTo>
                                <a:lnTo>
                                  <a:pt x="87502" y="340474"/>
                                </a:lnTo>
                                <a:lnTo>
                                  <a:pt x="116712" y="340474"/>
                                </a:lnTo>
                                <a:lnTo>
                                  <a:pt x="136144" y="340474"/>
                                </a:lnTo>
                                <a:lnTo>
                                  <a:pt x="165354" y="340474"/>
                                </a:lnTo>
                                <a:lnTo>
                                  <a:pt x="194563" y="321018"/>
                                </a:lnTo>
                                <a:lnTo>
                                  <a:pt x="223774" y="301561"/>
                                </a:lnTo>
                                <a:lnTo>
                                  <a:pt x="233425" y="272377"/>
                                </a:lnTo>
                                <a:lnTo>
                                  <a:pt x="243205" y="233464"/>
                                </a:lnTo>
                                <a:lnTo>
                                  <a:pt x="233425" y="214007"/>
                                </a:lnTo>
                                <a:lnTo>
                                  <a:pt x="233425" y="194551"/>
                                </a:lnTo>
                                <a:lnTo>
                                  <a:pt x="223774" y="175107"/>
                                </a:lnTo>
                                <a:lnTo>
                                  <a:pt x="213994" y="165379"/>
                                </a:lnTo>
                                <a:lnTo>
                                  <a:pt x="194563" y="155651"/>
                                </a:lnTo>
                                <a:lnTo>
                                  <a:pt x="184785" y="155651"/>
                                </a:lnTo>
                                <a:lnTo>
                                  <a:pt x="155701" y="145923"/>
                                </a:lnTo>
                                <a:lnTo>
                                  <a:pt x="126492" y="136195"/>
                                </a:lnTo>
                                <a:lnTo>
                                  <a:pt x="87502" y="126466"/>
                                </a:lnTo>
                                <a:lnTo>
                                  <a:pt x="77850" y="97282"/>
                                </a:lnTo>
                                <a:lnTo>
                                  <a:pt x="87502" y="68097"/>
                                </a:lnTo>
                                <a:lnTo>
                                  <a:pt x="107061" y="58369"/>
                                </a:lnTo>
                                <a:lnTo>
                                  <a:pt x="136144" y="58369"/>
                                </a:lnTo>
                                <a:lnTo>
                                  <a:pt x="155701" y="68097"/>
                                </a:lnTo>
                                <a:lnTo>
                                  <a:pt x="165354" y="77825"/>
                                </a:lnTo>
                                <a:lnTo>
                                  <a:pt x="165354" y="97282"/>
                                </a:lnTo>
                                <a:lnTo>
                                  <a:pt x="165354" y="116738"/>
                                </a:lnTo>
                                <a:lnTo>
                                  <a:pt x="213994" y="107010"/>
                                </a:lnTo>
                                <a:lnTo>
                                  <a:pt x="223774" y="107010"/>
                                </a:lnTo>
                                <a:lnTo>
                                  <a:pt x="233425" y="107010"/>
                                </a:lnTo>
                                <a:lnTo>
                                  <a:pt x="233425" y="97282"/>
                                </a:lnTo>
                                <a:lnTo>
                                  <a:pt x="233425" y="77825"/>
                                </a:lnTo>
                                <a:lnTo>
                                  <a:pt x="233425" y="68097"/>
                                </a:lnTo>
                                <a:lnTo>
                                  <a:pt x="223774" y="58369"/>
                                </a:lnTo>
                                <a:lnTo>
                                  <a:pt x="223774" y="38912"/>
                                </a:lnTo>
                                <a:lnTo>
                                  <a:pt x="213994" y="29184"/>
                                </a:lnTo>
                                <a:lnTo>
                                  <a:pt x="204343" y="19456"/>
                                </a:lnTo>
                                <a:lnTo>
                                  <a:pt x="194563" y="9728"/>
                                </a:lnTo>
                                <a:lnTo>
                                  <a:pt x="175132" y="9728"/>
                                </a:lnTo>
                                <a:lnTo>
                                  <a:pt x="145923" y="0"/>
                                </a:lnTo>
                                <a:lnTo>
                                  <a:pt x="116712" y="0"/>
                                </a:lnTo>
                                <a:lnTo>
                                  <a:pt x="97281" y="0"/>
                                </a:lnTo>
                                <a:lnTo>
                                  <a:pt x="68071" y="9728"/>
                                </a:lnTo>
                                <a:lnTo>
                                  <a:pt x="38862" y="19456"/>
                                </a:lnTo>
                                <a:lnTo>
                                  <a:pt x="19431" y="38912"/>
                                </a:lnTo>
                                <a:lnTo>
                                  <a:pt x="9779" y="48641"/>
                                </a:lnTo>
                                <a:lnTo>
                                  <a:pt x="9779" y="58369"/>
                                </a:lnTo>
                                <a:lnTo>
                                  <a:pt x="9779" y="68097"/>
                                </a:lnTo>
                                <a:lnTo>
                                  <a:pt x="0" y="68097"/>
                                </a:lnTo>
                                <a:lnTo>
                                  <a:pt x="0" y="77825"/>
                                </a:lnTo>
                                <a:lnTo>
                                  <a:pt x="0" y="87554"/>
                                </a:lnTo>
                                <a:close/>
                                <a:moveTo>
                                  <a:pt x="0" y="8755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07" behindDoc="0" locked="0" layoutInCell="1" allowOverlap="1">
                  <wp:simplePos x="0" y="0"/>
                  <wp:positionH relativeFrom="page">
                    <wp:posOffset>1247063</wp:posOffset>
                  </wp:positionH>
                  <wp:positionV relativeFrom="line">
                    <wp:posOffset>359751</wp:posOffset>
                  </wp:positionV>
                  <wp:extent cx="73930" cy="96252"/>
                  <wp:effectExtent l="0" t="0" r="0" b="0"/>
                  <wp:wrapNone/>
                  <wp:docPr id="168" name="Freeform 16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3930" cy="96252"/>
                          </a:xfrm>
                          <a:custGeom>
                            <a:rect l="l" t="t" r="r" b="b"/>
                            <a:pathLst>
                              <a:path w="252856" h="330746">
                                <a:moveTo>
                                  <a:pt x="68071" y="223736"/>
                                </a:moveTo>
                                <a:lnTo>
                                  <a:pt x="68071" y="223736"/>
                                </a:lnTo>
                                <a:lnTo>
                                  <a:pt x="68071" y="214008"/>
                                </a:lnTo>
                                <a:lnTo>
                                  <a:pt x="77724" y="214008"/>
                                </a:lnTo>
                                <a:lnTo>
                                  <a:pt x="77724" y="204279"/>
                                </a:lnTo>
                                <a:lnTo>
                                  <a:pt x="87502" y="204279"/>
                                </a:lnTo>
                                <a:lnTo>
                                  <a:pt x="87502" y="194551"/>
                                </a:lnTo>
                                <a:lnTo>
                                  <a:pt x="97281" y="194551"/>
                                </a:lnTo>
                                <a:lnTo>
                                  <a:pt x="97281" y="184823"/>
                                </a:lnTo>
                                <a:lnTo>
                                  <a:pt x="106933" y="184823"/>
                                </a:lnTo>
                                <a:lnTo>
                                  <a:pt x="175006" y="311290"/>
                                </a:lnTo>
                                <a:lnTo>
                                  <a:pt x="175006" y="321018"/>
                                </a:lnTo>
                                <a:lnTo>
                                  <a:pt x="184785" y="321018"/>
                                </a:lnTo>
                                <a:lnTo>
                                  <a:pt x="184785" y="330746"/>
                                </a:lnTo>
                                <a:lnTo>
                                  <a:pt x="194563" y="330746"/>
                                </a:lnTo>
                                <a:lnTo>
                                  <a:pt x="204215" y="330746"/>
                                </a:lnTo>
                                <a:lnTo>
                                  <a:pt x="223646" y="330746"/>
                                </a:lnTo>
                                <a:lnTo>
                                  <a:pt x="243205" y="321018"/>
                                </a:lnTo>
                                <a:lnTo>
                                  <a:pt x="252856" y="321018"/>
                                </a:lnTo>
                                <a:lnTo>
                                  <a:pt x="252856" y="311290"/>
                                </a:lnTo>
                                <a:lnTo>
                                  <a:pt x="252856" y="301561"/>
                                </a:lnTo>
                                <a:lnTo>
                                  <a:pt x="243205" y="291833"/>
                                </a:lnTo>
                                <a:lnTo>
                                  <a:pt x="243205" y="282105"/>
                                </a:lnTo>
                                <a:lnTo>
                                  <a:pt x="233425" y="272377"/>
                                </a:lnTo>
                                <a:lnTo>
                                  <a:pt x="233425" y="262649"/>
                                </a:lnTo>
                                <a:lnTo>
                                  <a:pt x="223646" y="252920"/>
                                </a:lnTo>
                                <a:lnTo>
                                  <a:pt x="213994" y="233464"/>
                                </a:lnTo>
                                <a:lnTo>
                                  <a:pt x="213994" y="223736"/>
                                </a:lnTo>
                                <a:lnTo>
                                  <a:pt x="204215" y="223736"/>
                                </a:lnTo>
                                <a:lnTo>
                                  <a:pt x="204215" y="214008"/>
                                </a:lnTo>
                                <a:lnTo>
                                  <a:pt x="155575" y="136195"/>
                                </a:lnTo>
                                <a:lnTo>
                                  <a:pt x="155575" y="126467"/>
                                </a:lnTo>
                                <a:lnTo>
                                  <a:pt x="204215" y="68097"/>
                                </a:lnTo>
                                <a:lnTo>
                                  <a:pt x="213994" y="58369"/>
                                </a:lnTo>
                                <a:lnTo>
                                  <a:pt x="223646" y="48641"/>
                                </a:lnTo>
                                <a:lnTo>
                                  <a:pt x="223646" y="38913"/>
                                </a:lnTo>
                                <a:lnTo>
                                  <a:pt x="233425" y="38913"/>
                                </a:lnTo>
                                <a:lnTo>
                                  <a:pt x="233425" y="29184"/>
                                </a:lnTo>
                                <a:lnTo>
                                  <a:pt x="243205" y="29184"/>
                                </a:lnTo>
                                <a:lnTo>
                                  <a:pt x="243205" y="19456"/>
                                </a:lnTo>
                                <a:lnTo>
                                  <a:pt x="243205" y="0"/>
                                </a:lnTo>
                                <a:lnTo>
                                  <a:pt x="175006" y="0"/>
                                </a:lnTo>
                                <a:lnTo>
                                  <a:pt x="175006" y="9728"/>
                                </a:lnTo>
                                <a:lnTo>
                                  <a:pt x="165354" y="9728"/>
                                </a:lnTo>
                                <a:lnTo>
                                  <a:pt x="165354" y="19456"/>
                                </a:lnTo>
                                <a:lnTo>
                                  <a:pt x="155575" y="19456"/>
                                </a:lnTo>
                                <a:lnTo>
                                  <a:pt x="136144" y="48641"/>
                                </a:lnTo>
                                <a:lnTo>
                                  <a:pt x="126364" y="58369"/>
                                </a:lnTo>
                                <a:lnTo>
                                  <a:pt x="126364" y="68097"/>
                                </a:lnTo>
                                <a:lnTo>
                                  <a:pt x="116713" y="68097"/>
                                </a:lnTo>
                                <a:lnTo>
                                  <a:pt x="116713" y="77826"/>
                                </a:lnTo>
                                <a:lnTo>
                                  <a:pt x="106933" y="77826"/>
                                </a:lnTo>
                                <a:lnTo>
                                  <a:pt x="106933" y="87554"/>
                                </a:lnTo>
                                <a:lnTo>
                                  <a:pt x="97281" y="87554"/>
                                </a:lnTo>
                                <a:lnTo>
                                  <a:pt x="97281" y="97282"/>
                                </a:lnTo>
                                <a:lnTo>
                                  <a:pt x="87502" y="107010"/>
                                </a:lnTo>
                                <a:lnTo>
                                  <a:pt x="87502" y="116738"/>
                                </a:lnTo>
                                <a:lnTo>
                                  <a:pt x="77724" y="116738"/>
                                </a:lnTo>
                                <a:lnTo>
                                  <a:pt x="77724" y="126467"/>
                                </a:lnTo>
                                <a:lnTo>
                                  <a:pt x="68071" y="126467"/>
                                </a:lnTo>
                                <a:lnTo>
                                  <a:pt x="680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0746"/>
                                </a:lnTo>
                                <a:lnTo>
                                  <a:pt x="68071" y="330746"/>
                                </a:lnTo>
                                <a:close/>
                                <a:moveTo>
                                  <a:pt x="68071" y="223736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08" behindDoc="0" locked="0" layoutInCell="1" allowOverlap="1">
                  <wp:simplePos x="0" y="0"/>
                  <wp:positionH relativeFrom="page">
                    <wp:posOffset>1340897</wp:posOffset>
                  </wp:positionH>
                  <wp:positionV relativeFrom="line">
                    <wp:posOffset>359751</wp:posOffset>
                  </wp:positionV>
                  <wp:extent cx="82508" cy="93421"/>
                  <wp:effectExtent l="0" t="0" r="0" b="0"/>
                  <wp:wrapNone/>
                  <wp:docPr id="169" name="Picture 16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82508" cy="934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  <w:drawing>
                <wp:anchor simplePos="0" relativeHeight="251659016" behindDoc="0" locked="0" layoutInCell="1" allowOverlap="1">
                  <wp:simplePos x="0" y="0"/>
                  <wp:positionH relativeFrom="page">
                    <wp:posOffset>973989</wp:posOffset>
                  </wp:positionH>
                  <wp:positionV relativeFrom="line">
                    <wp:posOffset>478652</wp:posOffset>
                  </wp:positionV>
                  <wp:extent cx="31302" cy="19813"/>
                  <wp:effectExtent l="0" t="0" r="0" b="0"/>
                  <wp:wrapNone/>
                  <wp:docPr id="170" name="Freeform 17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31302" cy="19813"/>
                          </a:xfrm>
                          <a:custGeom>
                            <a:rect l="l" t="t" r="r" b="b"/>
                            <a:pathLst>
                              <a:path w="107060" h="68084">
                                <a:moveTo>
                                  <a:pt x="0" y="68084"/>
                                </a:moveTo>
                                <a:lnTo>
                                  <a:pt x="9778" y="68084"/>
                                </a:lnTo>
                                <a:lnTo>
                                  <a:pt x="19557" y="68084"/>
                                </a:lnTo>
                                <a:lnTo>
                                  <a:pt x="29210" y="68084"/>
                                </a:lnTo>
                                <a:lnTo>
                                  <a:pt x="38988" y="68084"/>
                                </a:lnTo>
                                <a:lnTo>
                                  <a:pt x="38988" y="58356"/>
                                </a:lnTo>
                                <a:lnTo>
                                  <a:pt x="48641" y="58356"/>
                                </a:lnTo>
                                <a:lnTo>
                                  <a:pt x="58419" y="48628"/>
                                </a:lnTo>
                                <a:lnTo>
                                  <a:pt x="68198" y="48628"/>
                                </a:lnTo>
                                <a:lnTo>
                                  <a:pt x="97282" y="29172"/>
                                </a:lnTo>
                                <a:lnTo>
                                  <a:pt x="97282" y="19443"/>
                                </a:lnTo>
                                <a:lnTo>
                                  <a:pt x="107060" y="19443"/>
                                </a:lnTo>
                                <a:lnTo>
                                  <a:pt x="107060" y="9715"/>
                                </a:lnTo>
                                <a:lnTo>
                                  <a:pt x="68198" y="0"/>
                                </a:lnTo>
                                <a:lnTo>
                                  <a:pt x="68198" y="9715"/>
                                </a:lnTo>
                                <a:lnTo>
                                  <a:pt x="58419" y="9715"/>
                                </a:lnTo>
                                <a:lnTo>
                                  <a:pt x="48641" y="9715"/>
                                </a:lnTo>
                                <a:lnTo>
                                  <a:pt x="48641" y="19443"/>
                                </a:lnTo>
                                <a:lnTo>
                                  <a:pt x="0" y="58356"/>
                                </a:lnTo>
                                <a:lnTo>
                                  <a:pt x="0" y="68084"/>
                                </a:lnTo>
                                <a:close/>
                                <a:moveTo>
                                  <a:pt x="0" y="6808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0" behindDoc="0" locked="0" layoutInCell="1" allowOverlap="1">
                  <wp:simplePos x="0" y="0"/>
                  <wp:positionH relativeFrom="page">
                    <wp:posOffset>493344</wp:posOffset>
                  </wp:positionH>
                  <wp:positionV relativeFrom="line">
                    <wp:posOffset>506959</wp:posOffset>
                  </wp:positionV>
                  <wp:extent cx="65427" cy="96252"/>
                  <wp:effectExtent l="0" t="0" r="0" b="0"/>
                  <wp:wrapNone/>
                  <wp:docPr id="171" name="Freeform 17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5427" cy="96252"/>
                          </a:xfrm>
                          <a:custGeom>
                            <a:rect l="l" t="t" r="r" b="b"/>
                            <a:pathLst>
                              <a:path w="223773" h="330746">
                                <a:moveTo>
                                  <a:pt x="0" y="233464"/>
                                </a:moveTo>
                                <a:lnTo>
                                  <a:pt x="0" y="243192"/>
                                </a:lnTo>
                                <a:lnTo>
                                  <a:pt x="0" y="252920"/>
                                </a:lnTo>
                                <a:lnTo>
                                  <a:pt x="0" y="262649"/>
                                </a:lnTo>
                                <a:lnTo>
                                  <a:pt x="0" y="272377"/>
                                </a:lnTo>
                                <a:lnTo>
                                  <a:pt x="9652" y="282105"/>
                                </a:lnTo>
                                <a:lnTo>
                                  <a:pt x="19431" y="291833"/>
                                </a:lnTo>
                                <a:lnTo>
                                  <a:pt x="19431" y="301561"/>
                                </a:lnTo>
                                <a:lnTo>
                                  <a:pt x="29209" y="311290"/>
                                </a:lnTo>
                                <a:lnTo>
                                  <a:pt x="38861" y="321018"/>
                                </a:lnTo>
                                <a:lnTo>
                                  <a:pt x="48641" y="321018"/>
                                </a:lnTo>
                                <a:lnTo>
                                  <a:pt x="58292" y="321018"/>
                                </a:lnTo>
                                <a:lnTo>
                                  <a:pt x="68072" y="330746"/>
                                </a:lnTo>
                                <a:lnTo>
                                  <a:pt x="77850" y="330746"/>
                                </a:lnTo>
                                <a:lnTo>
                                  <a:pt x="97281" y="330746"/>
                                </a:lnTo>
                                <a:lnTo>
                                  <a:pt x="106933" y="330746"/>
                                </a:lnTo>
                                <a:lnTo>
                                  <a:pt x="116713" y="330746"/>
                                </a:lnTo>
                                <a:lnTo>
                                  <a:pt x="126492" y="330746"/>
                                </a:lnTo>
                                <a:lnTo>
                                  <a:pt x="145922" y="330746"/>
                                </a:lnTo>
                                <a:lnTo>
                                  <a:pt x="155575" y="330746"/>
                                </a:lnTo>
                                <a:lnTo>
                                  <a:pt x="165353" y="321018"/>
                                </a:lnTo>
                                <a:lnTo>
                                  <a:pt x="175133" y="321018"/>
                                </a:lnTo>
                                <a:lnTo>
                                  <a:pt x="184784" y="311290"/>
                                </a:lnTo>
                                <a:lnTo>
                                  <a:pt x="194564" y="301561"/>
                                </a:lnTo>
                                <a:lnTo>
                                  <a:pt x="204216" y="291833"/>
                                </a:lnTo>
                                <a:lnTo>
                                  <a:pt x="213994" y="282105"/>
                                </a:lnTo>
                                <a:lnTo>
                                  <a:pt x="213994" y="272377"/>
                                </a:lnTo>
                                <a:lnTo>
                                  <a:pt x="223773" y="262649"/>
                                </a:lnTo>
                                <a:lnTo>
                                  <a:pt x="223773" y="252920"/>
                                </a:lnTo>
                                <a:lnTo>
                                  <a:pt x="223773" y="233464"/>
                                </a:lnTo>
                                <a:lnTo>
                                  <a:pt x="223773" y="223736"/>
                                </a:lnTo>
                                <a:lnTo>
                                  <a:pt x="223773" y="204279"/>
                                </a:lnTo>
                                <a:lnTo>
                                  <a:pt x="223773" y="0"/>
                                </a:lnTo>
                                <a:lnTo>
                                  <a:pt x="213994" y="0"/>
                                </a:lnTo>
                                <a:lnTo>
                                  <a:pt x="204216" y="0"/>
                                </a:lnTo>
                                <a:lnTo>
                                  <a:pt x="194564" y="0"/>
                                </a:lnTo>
                                <a:lnTo>
                                  <a:pt x="184784" y="0"/>
                                </a:lnTo>
                                <a:lnTo>
                                  <a:pt x="184784" y="9728"/>
                                </a:lnTo>
                                <a:lnTo>
                                  <a:pt x="184784" y="19456"/>
                                </a:lnTo>
                                <a:lnTo>
                                  <a:pt x="184784" y="29185"/>
                                </a:lnTo>
                                <a:lnTo>
                                  <a:pt x="184784" y="38913"/>
                                </a:lnTo>
                                <a:lnTo>
                                  <a:pt x="184784" y="175095"/>
                                </a:lnTo>
                                <a:lnTo>
                                  <a:pt x="184784" y="194551"/>
                                </a:lnTo>
                                <a:lnTo>
                                  <a:pt x="184784" y="214008"/>
                                </a:lnTo>
                                <a:lnTo>
                                  <a:pt x="184784" y="223736"/>
                                </a:lnTo>
                                <a:lnTo>
                                  <a:pt x="184784" y="243192"/>
                                </a:lnTo>
                                <a:lnTo>
                                  <a:pt x="175133" y="252920"/>
                                </a:lnTo>
                                <a:lnTo>
                                  <a:pt x="175133" y="272377"/>
                                </a:lnTo>
                                <a:lnTo>
                                  <a:pt x="165353" y="282105"/>
                                </a:lnTo>
                                <a:lnTo>
                                  <a:pt x="155575" y="291833"/>
                                </a:lnTo>
                                <a:lnTo>
                                  <a:pt x="136144" y="291833"/>
                                </a:lnTo>
                                <a:lnTo>
                                  <a:pt x="126492" y="291833"/>
                                </a:lnTo>
                                <a:lnTo>
                                  <a:pt x="106933" y="291833"/>
                                </a:lnTo>
                                <a:lnTo>
                                  <a:pt x="97281" y="291833"/>
                                </a:lnTo>
                                <a:lnTo>
                                  <a:pt x="87503" y="291833"/>
                                </a:lnTo>
                                <a:lnTo>
                                  <a:pt x="68072" y="291833"/>
                                </a:lnTo>
                                <a:lnTo>
                                  <a:pt x="58292" y="282105"/>
                                </a:lnTo>
                                <a:lnTo>
                                  <a:pt x="58292" y="272377"/>
                                </a:lnTo>
                                <a:lnTo>
                                  <a:pt x="48641" y="272377"/>
                                </a:lnTo>
                                <a:lnTo>
                                  <a:pt x="48641" y="262649"/>
                                </a:lnTo>
                                <a:lnTo>
                                  <a:pt x="38861" y="262649"/>
                                </a:lnTo>
                                <a:lnTo>
                                  <a:pt x="38861" y="252920"/>
                                </a:lnTo>
                                <a:lnTo>
                                  <a:pt x="38861" y="243192"/>
                                </a:lnTo>
                                <a:lnTo>
                                  <a:pt x="38861" y="233464"/>
                                </a:lnTo>
                                <a:lnTo>
                                  <a:pt x="38861" y="223736"/>
                                </a:lnTo>
                                <a:lnTo>
                                  <a:pt x="38861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33464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1" behindDoc="0" locked="0" layoutInCell="1" allowOverlap="1">
                  <wp:simplePos x="0" y="0"/>
                  <wp:positionH relativeFrom="page">
                    <wp:posOffset>590038</wp:posOffset>
                  </wp:positionH>
                  <wp:positionV relativeFrom="line">
                    <wp:posOffset>506959</wp:posOffset>
                  </wp:positionV>
                  <wp:extent cx="68249" cy="93421"/>
                  <wp:effectExtent l="0" t="0" r="0" b="0"/>
                  <wp:wrapNone/>
                  <wp:docPr id="172" name="Freeform 17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8249" cy="93421"/>
                          </a:xfrm>
                          <a:custGeom>
                            <a:rect l="l" t="t" r="r" b="b"/>
                            <a:pathLst>
                              <a:path w="233426" h="321018">
                                <a:moveTo>
                                  <a:pt x="0" y="321018"/>
                                </a:moveTo>
                                <a:lnTo>
                                  <a:pt x="38863" y="321018"/>
                                </a:lnTo>
                                <a:lnTo>
                                  <a:pt x="38863" y="175095"/>
                                </a:lnTo>
                                <a:lnTo>
                                  <a:pt x="194565" y="175095"/>
                                </a:lnTo>
                                <a:lnTo>
                                  <a:pt x="194565" y="321018"/>
                                </a:lnTo>
                                <a:lnTo>
                                  <a:pt x="233426" y="321018"/>
                                </a:lnTo>
                                <a:lnTo>
                                  <a:pt x="233426" y="0"/>
                                </a:lnTo>
                                <a:lnTo>
                                  <a:pt x="194565" y="0"/>
                                </a:lnTo>
                                <a:lnTo>
                                  <a:pt x="194565" y="136182"/>
                                </a:lnTo>
                                <a:lnTo>
                                  <a:pt x="38863" y="136182"/>
                                </a:lnTo>
                                <a:lnTo>
                                  <a:pt x="38863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2" behindDoc="0" locked="0" layoutInCell="1" allowOverlap="1">
                  <wp:simplePos x="0" y="0"/>
                  <wp:positionH relativeFrom="page">
                    <wp:posOffset>689590</wp:posOffset>
                  </wp:positionH>
                  <wp:positionV relativeFrom="line">
                    <wp:posOffset>506959</wp:posOffset>
                  </wp:positionV>
                  <wp:extent cx="56886" cy="93421"/>
                  <wp:effectExtent l="0" t="0" r="0" b="0"/>
                  <wp:wrapNone/>
                  <wp:docPr id="173" name="Freeform 17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56886" cy="93421"/>
                          </a:xfrm>
                          <a:custGeom>
                            <a:rect l="l" t="t" r="r" b="b"/>
                            <a:pathLst>
                              <a:path w="194563" h="321018">
                                <a:moveTo>
                                  <a:pt x="194563" y="321018"/>
                                </a:moveTo>
                                <a:lnTo>
                                  <a:pt x="194563" y="321018"/>
                                </a:lnTo>
                                <a:lnTo>
                                  <a:pt x="194563" y="282105"/>
                                </a:lnTo>
                                <a:lnTo>
                                  <a:pt x="38862" y="282105"/>
                                </a:lnTo>
                                <a:lnTo>
                                  <a:pt x="38862" y="175095"/>
                                </a:lnTo>
                                <a:lnTo>
                                  <a:pt x="175133" y="175095"/>
                                </a:lnTo>
                                <a:lnTo>
                                  <a:pt x="175133" y="136182"/>
                                </a:lnTo>
                                <a:lnTo>
                                  <a:pt x="38862" y="136182"/>
                                </a:lnTo>
                                <a:lnTo>
                                  <a:pt x="38862" y="38913"/>
                                </a:lnTo>
                                <a:lnTo>
                                  <a:pt x="184784" y="38913"/>
                                </a:lnTo>
                                <a:lnTo>
                                  <a:pt x="1847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018"/>
                                </a:lnTo>
                                <a:close/>
                                <a:moveTo>
                                  <a:pt x="194563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3" behindDoc="0" locked="0" layoutInCell="1" allowOverlap="1">
                  <wp:simplePos x="0" y="0"/>
                  <wp:positionH relativeFrom="page">
                    <wp:posOffset>772062</wp:posOffset>
                  </wp:positionH>
                  <wp:positionV relativeFrom="line">
                    <wp:posOffset>506959</wp:posOffset>
                  </wp:positionV>
                  <wp:extent cx="51206" cy="93421"/>
                  <wp:effectExtent l="0" t="0" r="0" b="0"/>
                  <wp:wrapNone/>
                  <wp:docPr id="174" name="Freeform 17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51206" cy="93421"/>
                          </a:xfrm>
                          <a:custGeom>
                            <a:rect l="l" t="t" r="r" b="b"/>
                            <a:pathLst>
                              <a:path w="175134" h="321018">
                                <a:moveTo>
                                  <a:pt x="175134" y="321018"/>
                                </a:moveTo>
                                <a:lnTo>
                                  <a:pt x="175134" y="321018"/>
                                </a:lnTo>
                                <a:lnTo>
                                  <a:pt x="175134" y="291833"/>
                                </a:lnTo>
                                <a:lnTo>
                                  <a:pt x="175134" y="282105"/>
                                </a:lnTo>
                                <a:lnTo>
                                  <a:pt x="48642" y="282105"/>
                                </a:lnTo>
                                <a:lnTo>
                                  <a:pt x="48642" y="0"/>
                                </a:lnTo>
                                <a:lnTo>
                                  <a:pt x="0" y="0"/>
                                </a:lnTo>
                                <a:lnTo>
                                  <a:pt x="9780" y="321018"/>
                                </a:lnTo>
                                <a:close/>
                                <a:moveTo>
                                  <a:pt x="175134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4" behindDoc="0" locked="0" layoutInCell="1" allowOverlap="1">
                  <wp:simplePos x="0" y="0"/>
                  <wp:positionH relativeFrom="page">
                    <wp:posOffset>851711</wp:posOffset>
                  </wp:positionH>
                  <wp:positionV relativeFrom="line">
                    <wp:posOffset>506959</wp:posOffset>
                  </wp:positionV>
                  <wp:extent cx="71109" cy="93421"/>
                  <wp:effectExtent l="0" t="0" r="0" b="0"/>
                  <wp:wrapNone/>
                  <wp:docPr id="175" name="Freeform 17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1109" cy="93421"/>
                          </a:xfrm>
                          <a:custGeom>
                            <a:rect l="l" t="t" r="r" b="b"/>
                            <a:pathLst>
                              <a:path w="243206" h="321018">
                                <a:moveTo>
                                  <a:pt x="0" y="321018"/>
                                </a:moveTo>
                                <a:lnTo>
                                  <a:pt x="0" y="321018"/>
                                </a:lnTo>
                                <a:lnTo>
                                  <a:pt x="9653" y="321018"/>
                                </a:lnTo>
                                <a:lnTo>
                                  <a:pt x="19431" y="321018"/>
                                </a:lnTo>
                                <a:lnTo>
                                  <a:pt x="29210" y="321018"/>
                                </a:lnTo>
                                <a:lnTo>
                                  <a:pt x="38862" y="321018"/>
                                </a:lnTo>
                                <a:lnTo>
                                  <a:pt x="38862" y="311290"/>
                                </a:lnTo>
                                <a:lnTo>
                                  <a:pt x="38862" y="301561"/>
                                </a:lnTo>
                                <a:lnTo>
                                  <a:pt x="38862" y="291833"/>
                                </a:lnTo>
                                <a:lnTo>
                                  <a:pt x="38862" y="68097"/>
                                </a:lnTo>
                                <a:lnTo>
                                  <a:pt x="48641" y="77825"/>
                                </a:lnTo>
                                <a:lnTo>
                                  <a:pt x="48641" y="87554"/>
                                </a:lnTo>
                                <a:lnTo>
                                  <a:pt x="58294" y="87554"/>
                                </a:lnTo>
                                <a:lnTo>
                                  <a:pt x="58294" y="97282"/>
                                </a:lnTo>
                                <a:lnTo>
                                  <a:pt x="58294" y="107010"/>
                                </a:lnTo>
                                <a:lnTo>
                                  <a:pt x="68072" y="107010"/>
                                </a:lnTo>
                                <a:lnTo>
                                  <a:pt x="68072" y="116738"/>
                                </a:lnTo>
                                <a:lnTo>
                                  <a:pt x="77852" y="126467"/>
                                </a:lnTo>
                                <a:lnTo>
                                  <a:pt x="116713" y="194551"/>
                                </a:lnTo>
                                <a:lnTo>
                                  <a:pt x="126493" y="204279"/>
                                </a:lnTo>
                                <a:lnTo>
                                  <a:pt x="126493" y="214008"/>
                                </a:lnTo>
                                <a:lnTo>
                                  <a:pt x="136144" y="223736"/>
                                </a:lnTo>
                                <a:lnTo>
                                  <a:pt x="145924" y="233464"/>
                                </a:lnTo>
                                <a:lnTo>
                                  <a:pt x="145924" y="252920"/>
                                </a:lnTo>
                                <a:lnTo>
                                  <a:pt x="155575" y="262649"/>
                                </a:lnTo>
                                <a:lnTo>
                                  <a:pt x="165355" y="272377"/>
                                </a:lnTo>
                                <a:lnTo>
                                  <a:pt x="175134" y="282105"/>
                                </a:lnTo>
                                <a:lnTo>
                                  <a:pt x="175134" y="291833"/>
                                </a:lnTo>
                                <a:lnTo>
                                  <a:pt x="184785" y="301561"/>
                                </a:lnTo>
                                <a:lnTo>
                                  <a:pt x="184785" y="311290"/>
                                </a:lnTo>
                                <a:lnTo>
                                  <a:pt x="194565" y="321018"/>
                                </a:lnTo>
                                <a:lnTo>
                                  <a:pt x="204216" y="321018"/>
                                </a:lnTo>
                                <a:lnTo>
                                  <a:pt x="213996" y="321018"/>
                                </a:lnTo>
                                <a:lnTo>
                                  <a:pt x="223775" y="321018"/>
                                </a:lnTo>
                                <a:lnTo>
                                  <a:pt x="233427" y="321018"/>
                                </a:lnTo>
                                <a:lnTo>
                                  <a:pt x="243206" y="321018"/>
                                </a:lnTo>
                                <a:lnTo>
                                  <a:pt x="233427" y="0"/>
                                </a:lnTo>
                                <a:lnTo>
                                  <a:pt x="194565" y="0"/>
                                </a:lnTo>
                                <a:lnTo>
                                  <a:pt x="194565" y="252920"/>
                                </a:lnTo>
                                <a:lnTo>
                                  <a:pt x="97282" y="97282"/>
                                </a:lnTo>
                                <a:lnTo>
                                  <a:pt x="97282" y="87554"/>
                                </a:lnTo>
                                <a:lnTo>
                                  <a:pt x="97282" y="77825"/>
                                </a:lnTo>
                                <a:lnTo>
                                  <a:pt x="87503" y="77825"/>
                                </a:lnTo>
                                <a:lnTo>
                                  <a:pt x="87503" y="68097"/>
                                </a:lnTo>
                                <a:lnTo>
                                  <a:pt x="77852" y="58369"/>
                                </a:lnTo>
                                <a:lnTo>
                                  <a:pt x="68072" y="38913"/>
                                </a:lnTo>
                                <a:lnTo>
                                  <a:pt x="68072" y="29185"/>
                                </a:lnTo>
                                <a:lnTo>
                                  <a:pt x="58294" y="29185"/>
                                </a:lnTo>
                                <a:lnTo>
                                  <a:pt x="58294" y="19456"/>
                                </a:lnTo>
                                <a:lnTo>
                                  <a:pt x="48641" y="9728"/>
                                </a:lnTo>
                                <a:lnTo>
                                  <a:pt x="48641" y="0"/>
                                </a:lnTo>
                                <a:lnTo>
                                  <a:pt x="38862" y="0"/>
                                </a:lnTo>
                                <a:lnTo>
                                  <a:pt x="29210" y="0"/>
                                </a:lnTo>
                                <a:lnTo>
                                  <a:pt x="19431" y="0"/>
                                </a:lnTo>
                                <a:lnTo>
                                  <a:pt x="9653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321018"/>
                                </a:moveTo>
                              </a:path>
                            </a:pathLst>
                          </a:custGeom>
                          <a:solidFill>
                            <a:srgbClr val="283C5A">
                              <a:alpha val="100000"/>
                            </a:srgbClr>
                          </a:solidFill>
                          <a:ln w="369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15" behindDoc="0" locked="0" layoutInCell="1" allowOverlap="1">
                  <wp:simplePos x="0" y="0"/>
                  <wp:positionH relativeFrom="page">
                    <wp:posOffset>948405</wp:posOffset>
                  </wp:positionH>
                  <wp:positionV relativeFrom="line">
                    <wp:posOffset>506959</wp:posOffset>
                  </wp:positionV>
                  <wp:extent cx="76790" cy="93421"/>
                  <wp:effectExtent l="0" t="0" r="0" b="0"/>
                  <wp:wrapNone/>
                  <wp:docPr id="176" name="Picture 17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6790" cy="934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z w:val="15"/>
                <w:szCs w:val="15"/>
                <w:lang w:val="cs-CZ"/>
              </w:rPr>
              <w:t>STAVEBNÍK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 </w:t>
            </w:r>
            <w:r/>
            <w:r/>
          </w:p>
        </w:tc>
        <w:tc>
          <w:tcPr>
            <w:tcW w:w="7578" w:type="dxa"/>
            <w:gridSpan w:val="7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85" w:after="0" w:line="194" w:lineRule="exact"/>
              <w:ind w:left="90" w:right="4978" w:firstLine="0"/>
            </w:pPr>
            <w:r>
              <w:drawing>
                <wp:anchor simplePos="0" relativeHeight="251658470" behindDoc="0" locked="0" layoutInCell="1" allowOverlap="1">
                  <wp:simplePos x="0" y="0"/>
                  <wp:positionH relativeFrom="page">
                    <wp:posOffset>77</wp:posOffset>
                  </wp:positionH>
                  <wp:positionV relativeFrom="line">
                    <wp:posOffset>3372</wp:posOffset>
                  </wp:positionV>
                  <wp:extent cx="6096" cy="6096"/>
                  <wp:effectExtent l="0" t="0" r="0" b="0"/>
                  <wp:wrapNone/>
                  <wp:docPr id="177" name="Freeform 17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472" behindDoc="0" locked="0" layoutInCell="1" allowOverlap="1">
                  <wp:simplePos x="0" y="0"/>
                  <wp:positionH relativeFrom="page">
                    <wp:posOffset>4812234</wp:posOffset>
                  </wp:positionH>
                  <wp:positionV relativeFrom="line">
                    <wp:posOffset>3372</wp:posOffset>
                  </wp:positionV>
                  <wp:extent cx="6096" cy="6096"/>
                  <wp:effectExtent l="0" t="0" r="0" b="0"/>
                  <wp:wrapNone/>
                  <wp:docPr id="178" name="Freeform 17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color w:val="000000"/>
                <w:spacing w:val="-1"/>
                <w:sz w:val="16"/>
                <w:szCs w:val="16"/>
                <w:lang w:val="cs-CZ"/>
              </w:rPr>
              <w:t>Sokolovská uhelná, právní nástupce, a.s.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Staré náměstí 69, 356 01 Sokolov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246" w:lineRule="exact"/>
              <w:ind w:left="90" w:right="0" w:firstLine="0"/>
            </w:pP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IČO: 26348349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59" w:line="246" w:lineRule="exact"/>
              <w:ind w:left="90" w:right="0" w:firstLine="0"/>
            </w:pP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DIČ: CZ699001005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  <w:r/>
          </w:p>
        </w:tc>
      </w:tr>
      <w:tr>
        <w:trPr>
          <w:trHeight w:hRule="exact" w:val="547"/>
        </w:trPr>
        <w:tc>
          <w:tcPr>
            <w:tcW w:w="2479" w:type="dxa"/>
            <w:gridSpan w:val="2"/>
            <w:vMerge w:val="restart"/>
            <w:tcBorders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17" w:after="902" w:line="240" w:lineRule="auto"/>
              <w:ind w:left="83" w:right="-18" w:firstLine="0"/>
            </w:pPr>
            <w:r>
              <w:drawing>
                <wp:anchor simplePos="0" relativeHeight="251658533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-358</wp:posOffset>
                  </wp:positionV>
                  <wp:extent cx="6096" cy="6096"/>
                  <wp:effectExtent l="0" t="0" r="0" b="0"/>
                  <wp:wrapNone/>
                  <wp:docPr id="179" name="Freeform 17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96" behindDoc="0" locked="0" layoutInCell="1" allowOverlap="1">
                  <wp:simplePos x="0" y="0"/>
                  <wp:positionH relativeFrom="page">
                    <wp:posOffset>115773</wp:posOffset>
                  </wp:positionH>
                  <wp:positionV relativeFrom="line">
                    <wp:posOffset>287182</wp:posOffset>
                  </wp:positionV>
                  <wp:extent cx="1376044" cy="366382"/>
                  <wp:effectExtent l="0" t="0" r="0" b="0"/>
                  <wp:wrapNone/>
                  <wp:docPr id="180" name="Picture 18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376044" cy="3663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2"/>
                <w:sz w:val="15"/>
                <w:szCs w:val="15"/>
                <w:lang w:val="cs-CZ"/>
              </w:rPr>
              <w:t>PROJEKTANT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 </w:t>
            </w:r>
            <w:r/>
            <w:r/>
          </w:p>
        </w:tc>
        <w:tc>
          <w:tcPr>
            <w:tcW w:w="3574" w:type="dxa"/>
            <w:vMerge w:val="restart"/>
            <w:tcBorders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6" w:after="0" w:line="246" w:lineRule="exact"/>
              <w:ind w:left="90" w:right="0" w:firstLine="0"/>
            </w:pPr>
            <w:r>
              <w:drawing>
                <wp:anchor simplePos="0" relativeHeight="251658535" behindDoc="0" locked="0" layoutInCell="1" allowOverlap="1">
                  <wp:simplePos x="0" y="0"/>
                  <wp:positionH relativeFrom="page">
                    <wp:posOffset>77</wp:posOffset>
                  </wp:positionH>
                  <wp:positionV relativeFrom="line">
                    <wp:posOffset>-36687</wp:posOffset>
                  </wp:positionV>
                  <wp:extent cx="6096" cy="6096"/>
                  <wp:effectExtent l="0" t="0" r="0" b="0"/>
                  <wp:wrapNone/>
                  <wp:docPr id="181" name="Freeform 18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ARTECH spol. s</w:t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 </w:t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r.o</w:t>
            </w:r>
            <w:r>
              <w:rPr baseline="0" dirty="0">
                <w:rFonts w:ascii="Arial Narrow" w:hAnsi="Arial Narrow" w:cs="Arial Narrow"/>
                <w:color w:val="000000"/>
                <w:sz w:val="14"/>
                <w:szCs w:val="14"/>
                <w:lang w:val="cs-CZ"/>
              </w:rPr>
              <w:t>. 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182" w:lineRule="exact"/>
              <w:ind w:left="90" w:right="0" w:firstLine="0"/>
            </w:pP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Václavské náměstí 819/43, 110 00 Praha 1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79" w:line="254" w:lineRule="exact"/>
              <w:ind w:left="90" w:right="294" w:firstLine="0"/>
            </w:pPr>
            <w:r/>
            <w:r>
              <w:rPr baseline="0" dirty="0">
                <w:rFonts w:ascii="Arial Narrow" w:hAnsi="Arial Narrow" w:cs="Arial Narrow"/>
                <w:color w:val="000000"/>
                <w:spacing w:val="-1"/>
                <w:sz w:val="16"/>
                <w:szCs w:val="16"/>
                <w:lang w:val="cs-CZ"/>
              </w:rPr>
              <w:t>Adresa pro doručování: Žižkova 152, 436 01 Litvínov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E-mail:</w:t>
            </w:r>
            <w:hyperlink r:id="rId100" w:history="1">
              <w:r>
                <w:rPr baseline="0" dirty="0">
                  <w:rFonts w:ascii="Arial Narrow" w:hAnsi="Arial Narrow" w:cs="Arial Narrow"/>
                  <w:color w:val="000000"/>
                  <w:sz w:val="16"/>
                  <w:szCs w:val="16"/>
                  <w:lang w:val="cs-CZ"/>
                </w:rPr>
                <w:t> </w:t>
              </w:r>
              <w:r>
                <w:rPr baseline="0" dirty="0">
                  <w:rFonts w:ascii="Arial Narrow" w:hAnsi="Arial Narrow" w:cs="Arial Narrow"/>
                  <w:u w:val="single"/>
                  <w:color w:val="467886"/>
                  <w:sz w:val="16"/>
                  <w:szCs w:val="16"/>
                  <w:lang w:val="cs-CZ"/>
                </w:rPr>
                <w:t>artech@artech.cz</w:t>
              </w:r>
              <w:r>
                <w:rPr baseline="0" dirty="0">
                  <w:rFonts w:ascii="Arial Narrow" w:hAnsi="Arial Narrow" w:cs="Arial Narrow"/>
                  <w:color w:val="000000"/>
                  <w:sz w:val="16"/>
                  <w:szCs w:val="16"/>
                  <w:lang w:val="cs-CZ"/>
                </w:rPr>
                <w:t>,</w:t>
              </w:r>
            </w:hyperlink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 tel. 476</w:t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 </w:t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111</w:t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 </w:t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782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  <w:r/>
          </w:p>
        </w:tc>
        <w:tc>
          <w:tcPr>
            <w:tcW w:w="643" w:type="dxa"/>
            <w:tcBorders>
              <w:left w:val="nil"/>
              <w:bottom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>
              <w:drawing>
                <wp:anchor simplePos="0" relativeHeight="251658537" behindDoc="0" locked="0" layoutInCell="1" allowOverlap="1">
                  <wp:simplePos x="0" y="0"/>
                  <wp:positionH relativeFrom="page">
                    <wp:posOffset>1</wp:posOffset>
                  </wp:positionH>
                  <wp:positionV relativeFrom="paragraph">
                    <wp:posOffset>0</wp:posOffset>
                  </wp:positionV>
                  <wp:extent cx="6096" cy="6096"/>
                  <wp:effectExtent l="0" t="0" r="0" b="0"/>
                  <wp:wrapNone/>
                  <wp:docPr id="182" name="Freeform 18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</w:p>
        </w:tc>
        <w:tc>
          <w:tcPr>
            <w:tcW w:w="3361" w:type="dxa"/>
            <w:gridSpan w:val="5"/>
            <w:tcBorders>
              <w:left w:val="nil"/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309" w:after="89" w:line="240" w:lineRule="auto"/>
              <w:ind w:left="199" w:right="-18" w:firstLine="0"/>
            </w:pPr>
            <w:r>
              <w:drawing>
                <wp:anchor simplePos="0" relativeHeight="251658539" behindDoc="0" locked="0" layoutInCell="1" allowOverlap="1">
                  <wp:simplePos x="0" y="0"/>
                  <wp:positionH relativeFrom="page">
                    <wp:posOffset>754762</wp:posOffset>
                  </wp:positionH>
                  <wp:positionV relativeFrom="line">
                    <wp:posOffset>58</wp:posOffset>
                  </wp:positionV>
                  <wp:extent cx="6096" cy="6096"/>
                  <wp:effectExtent l="0" t="0" r="0" b="0"/>
                  <wp:wrapNone/>
                  <wp:docPr id="183" name="Freeform 18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541" behindDoc="0" locked="0" layoutInCell="1" allowOverlap="1">
                  <wp:simplePos x="0" y="0"/>
                  <wp:positionH relativeFrom="page">
                    <wp:posOffset>2134236</wp:posOffset>
                  </wp:positionH>
                  <wp:positionV relativeFrom="line">
                    <wp:posOffset>58</wp:posOffset>
                  </wp:positionV>
                  <wp:extent cx="6096" cy="6096"/>
                  <wp:effectExtent l="0" t="0" r="0" b="0"/>
                  <wp:wrapNone/>
                  <wp:docPr id="184" name="Freeform 18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Hlavní projektant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</w:tr>
      <w:tr>
        <w:trPr>
          <w:trHeight w:hRule="exact" w:val="620"/>
        </w:trPr>
        <w:tc>
          <w:tcPr>
            <w:tcW w:w="2479" w:type="dxa"/>
            <w:gridSpan w:val="2"/>
            <w:vMerge/>
            <w:tcBorders>
              <w:top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3574" w:type="dxa"/>
            <w:vMerge/>
            <w:tcBorders>
              <w:top w:val="nil"/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4004" w:type="dxa"/>
            <w:gridSpan w:val="6"/>
            <w:tcBorders>
              <w:top w:val="nil"/>
              <w:left w:val="nil"/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184" w:lineRule="exact"/>
              <w:ind w:left="587" w:right="-18" w:firstLine="0"/>
            </w:pPr>
            <w:r/>
            <w:r>
              <w:rPr baseline="0" dirty="0">
                <w:rFonts w:ascii="Arial Narrow" w:hAnsi="Arial Narrow" w:cs="Arial Narrow"/>
                <w:color w:val="000000"/>
                <w:spacing w:val="-1"/>
                <w:sz w:val="16"/>
                <w:szCs w:val="16"/>
                <w:lang w:val="cs-CZ"/>
              </w:rPr>
              <w:t>Ing. Jaroslav Henzl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104" w:after="53" w:line="159" w:lineRule="exact"/>
              <w:ind w:left="534" w:right="-18" w:firstLine="0"/>
            </w:pPr>
            <w:r/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Zodpovědný projektant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</w:tr>
      <w:tr>
        <w:trPr>
          <w:trHeight w:hRule="exact" w:val="1171"/>
        </w:trPr>
        <w:tc>
          <w:tcPr>
            <w:tcW w:w="2479" w:type="dxa"/>
            <w:gridSpan w:val="2"/>
            <w:tcBorders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17" w:after="895" w:line="240" w:lineRule="auto"/>
              <w:ind w:left="83" w:right="-18" w:firstLine="0"/>
            </w:pPr>
            <w:r>
              <w:drawing>
                <wp:anchor simplePos="0" relativeHeight="251658649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-358</wp:posOffset>
                  </wp:positionV>
                  <wp:extent cx="6096" cy="6096"/>
                  <wp:effectExtent l="0" t="0" r="0" b="0"/>
                  <wp:wrapNone/>
                  <wp:docPr id="185" name="Freeform 18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52" behindDoc="0" locked="0" layoutInCell="1" allowOverlap="1">
                  <wp:simplePos x="0" y="0"/>
                  <wp:positionH relativeFrom="page">
                    <wp:posOffset>82854</wp:posOffset>
                  </wp:positionH>
                  <wp:positionV relativeFrom="line">
                    <wp:posOffset>87327</wp:posOffset>
                  </wp:positionV>
                  <wp:extent cx="3454818" cy="574611"/>
                  <wp:effectExtent l="0" t="0" r="0" b="0"/>
                  <wp:wrapNone/>
                  <wp:docPr id="187" name="Freeform 187">
                    <a:hlinkClick r:id="rId186"/>
                  </wp:docPr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3454818" cy="574611"/>
                          </a:xfrm>
                          <a:custGeom>
                            <a:rect l="l" t="t" r="r" b="b"/>
                            <a:pathLst>
                              <a:path w="3454818" h="574611">
                                <a:moveTo>
                                  <a:pt x="0" y="574611"/>
                                </a:moveTo>
                                <a:lnTo>
                                  <a:pt x="3454818" y="574611"/>
                                </a:lnTo>
                                <a:lnTo>
                                  <a:pt x="34548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100000"/>
                            </a:srgbClr>
                          </a:solidFill>
                          <a:ln w="76200" cap="flat" cmpd="sng">
                            <a:solidFill>
                              <a:srgbClr val="FFFFFF">
                                <a:alpha val="100000"/>
                              </a:srgbClr>
                            </a:solidFill>
                            <a:miter lim="127000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9049" behindDoc="0" locked="0" layoutInCell="1" allowOverlap="1">
                  <wp:simplePos x="0" y="0"/>
                  <wp:positionH relativeFrom="page">
                    <wp:posOffset>89739</wp:posOffset>
                  </wp:positionH>
                  <wp:positionV relativeFrom="line">
                    <wp:posOffset>210716</wp:posOffset>
                  </wp:positionV>
                  <wp:extent cx="1091539" cy="469265"/>
                  <wp:effectExtent l="0" t="0" r="0" b="0"/>
                  <wp:wrapNone/>
                  <wp:docPr id="188" name="Picture 18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r:embed="rId1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091539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z w:val="15"/>
                <w:szCs w:val="15"/>
                <w:lang w:val="cs-CZ"/>
              </w:rPr>
              <w:t>ZHOTOVITEL ČÁSTI PROJEKTU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 </w:t>
            </w:r>
            <w:r/>
            <w:r/>
          </w:p>
        </w:tc>
        <w:tc>
          <w:tcPr>
            <w:tcW w:w="421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28" w:after="0" w:line="184" w:lineRule="exact"/>
              <w:ind w:left="90" w:right="0" w:firstLine="0"/>
            </w:pPr>
            <w:r>
              <w:drawing>
                <wp:anchor simplePos="0" relativeHeight="251658651" behindDoc="0" locked="0" layoutInCell="1" allowOverlap="1">
                  <wp:simplePos x="0" y="0"/>
                  <wp:positionH relativeFrom="page">
                    <wp:posOffset>77</wp:posOffset>
                  </wp:positionH>
                  <wp:positionV relativeFrom="line">
                    <wp:posOffset>70</wp:posOffset>
                  </wp:positionV>
                  <wp:extent cx="6096" cy="6096"/>
                  <wp:effectExtent l="0" t="0" r="0" b="0"/>
                  <wp:wrapNone/>
                  <wp:docPr id="189" name="Freeform 18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bpl-česko s.r.o.</w:t>
            </w:r>
            <w:r>
              <w:rPr baseline="0" dirty="0">
                <w:rFonts w:ascii="Arial Narrow" w:hAnsi="Arial Narrow" w:cs="Arial Narrow"/>
                <w:color w:val="000000"/>
                <w:sz w:val="14"/>
                <w:szCs w:val="14"/>
                <w:lang w:val="cs-CZ"/>
              </w:rPr>
              <w:t>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182" w:lineRule="exact"/>
              <w:ind w:left="90" w:right="-18" w:firstLine="0"/>
            </w:pPr>
            <w:r/>
            <w:r>
              <w:rPr baseline="0" dirty="0">
                <w:rFonts w:ascii="Arial Narrow" w:hAnsi="Arial Narrow" w:cs="Arial Narrow"/>
                <w:color w:val="000000"/>
                <w:spacing w:val="-1"/>
                <w:sz w:val="16"/>
                <w:szCs w:val="16"/>
                <w:lang w:val="cs-CZ"/>
              </w:rPr>
              <w:t>U Elektrárny 406/12, 370 01 České Budějovice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0" w:after="167" w:line="227" w:lineRule="exact"/>
              <w:ind w:left="90" w:right="1558" w:firstLine="0"/>
            </w:pP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Wuchterlova 566/7, 160 00 Praha 6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E-mail: </w:t>
            </w:r>
            <w:hyperlink r:id="rId186" w:history="1">
              <w:r>
                <w:rPr baseline="0" dirty="0">
                  <w:rFonts w:ascii="Arial Narrow" w:hAnsi="Arial Narrow" w:cs="Arial Narrow"/>
                  <w:color w:val="000000"/>
                  <w:sz w:val="16"/>
                  <w:szCs w:val="16"/>
                  <w:lang w:val="cs-CZ"/>
                </w:rPr>
                <w:t>hello@bpl-cz.cz</w:t>
              </w:r>
            </w:hyperlink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, tel. 733 151 170</w:t>
            </w:r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 </w:t>
            </w:r>
            <w:r/>
            <w:r/>
          </w:p>
        </w:tc>
        <w:tc>
          <w:tcPr>
            <w:tcW w:w="1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0" w:after="0" w:line="184" w:lineRule="exact"/>
              <w:ind w:left="26" w:right="-18" w:firstLine="0"/>
            </w:pP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Ing. Boris Navrátil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247" w:after="0" w:line="159" w:lineRule="exact"/>
              <w:ind w:left="491" w:right="-18" w:firstLine="0"/>
            </w:pPr>
            <w:r/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Vypracoval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89" w:after="167" w:line="184" w:lineRule="exact"/>
              <w:ind w:left="26" w:right="-18" w:firstLine="0"/>
            </w:pPr>
            <w:r/>
            <w:r>
              <w:rPr baseline="0" dirty="0">
                <w:rFonts w:ascii="Arial Narrow" w:hAnsi="Arial Narrow" w:cs="Arial Narrow"/>
                <w:color w:val="000000"/>
                <w:sz w:val="16"/>
                <w:szCs w:val="16"/>
                <w:lang w:val="cs-CZ"/>
              </w:rPr>
              <w:t>Ing. Boris Navrátil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  <w:tc>
          <w:tcPr>
            <w:tcW w:w="1442" w:type="dxa"/>
            <w:gridSpan w:val="2"/>
            <w:tcBorders>
              <w:top w:val="nil"/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573" w:after="0" w:line="246" w:lineRule="exact"/>
              <w:ind w:left="-80" w:right="271" w:firstLine="0"/>
              <w:jc w:val="right"/>
            </w:pPr>
            <w:r>
              <w:drawing>
                <wp:anchor simplePos="0" relativeHeight="251658653" behindDoc="0" locked="0" layoutInCell="1" allowOverlap="1">
                  <wp:simplePos x="0" y="0"/>
                  <wp:positionH relativeFrom="page">
                    <wp:posOffset>916179</wp:posOffset>
                  </wp:positionH>
                  <wp:positionV relativeFrom="line">
                    <wp:posOffset>270</wp:posOffset>
                  </wp:positionV>
                  <wp:extent cx="6096" cy="6096"/>
                  <wp:effectExtent l="0" t="0" r="0" b="0"/>
                  <wp:wrapNone/>
                  <wp:docPr id="190" name="Freeform 19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pacing w:val="-2"/>
                <w:sz w:val="22"/>
                <w:szCs w:val="22"/>
                <w:lang w:val="cs-CZ"/>
              </w:rPr>
              <w:t>…………….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1" w:after="184" w:line="159" w:lineRule="exact"/>
              <w:ind w:left="-20" w:right="601" w:firstLine="0"/>
              <w:jc w:val="right"/>
            </w:pPr>
            <w:r/>
            <w:r>
              <w:rPr baseline="0" dirty="0">
                <w:rFonts w:ascii="Arial Narrow" w:hAnsi="Arial Narrow" w:cs="Arial Narrow"/>
                <w:i/>
                <w:iCs/>
                <w:color w:val="000000"/>
                <w:spacing w:val="-2"/>
                <w:sz w:val="14"/>
                <w:szCs w:val="14"/>
                <w:lang w:val="cs-CZ"/>
              </w:rPr>
              <w:t> razítko, podpis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</w:tr>
      <w:tr>
        <w:trPr>
          <w:trHeight w:hRule="exact" w:val="611"/>
        </w:trPr>
        <w:tc>
          <w:tcPr>
            <w:tcW w:w="66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82" w:after="177" w:line="240" w:lineRule="auto"/>
              <w:ind w:left="124" w:right="466" w:firstLine="0"/>
              <w:jc w:val="right"/>
            </w:pPr>
            <w:r>
              <w:drawing>
                <wp:anchor simplePos="0" relativeHeight="251658742" behindDoc="0" locked="0" layoutInCell="1" allowOverlap="1">
                  <wp:simplePos x="0" y="0"/>
                  <wp:positionH relativeFrom="page">
                    <wp:posOffset>-16764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191" name="Freeform 19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1" behindDoc="0" locked="0" layoutInCell="1" allowOverlap="1">
                  <wp:simplePos x="0" y="0"/>
                  <wp:positionH relativeFrom="page">
                    <wp:posOffset>-16764</wp:posOffset>
                  </wp:positionH>
                  <wp:positionV relativeFrom="line">
                    <wp:posOffset>-83</wp:posOffset>
                  </wp:positionV>
                  <wp:extent cx="27432" cy="28956"/>
                  <wp:effectExtent l="0" t="0" r="0" b="0"/>
                  <wp:wrapNone/>
                  <wp:docPr id="192" name="Freeform 19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8956"/>
                          </a:xfrm>
                          <a:custGeom>
                            <a:rect l="l" t="t" r="r" b="b"/>
                            <a:pathLst>
                              <a:path w="27432" h="28956">
                                <a:moveTo>
                                  <a:pt x="0" y="28956"/>
                                </a:moveTo>
                                <a:lnTo>
                                  <a:pt x="27432" y="28956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3" behindDoc="0" locked="0" layoutInCell="1" allowOverlap="1">
                  <wp:simplePos x="0" y="0"/>
                  <wp:positionH relativeFrom="page">
                    <wp:posOffset>10668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193" name="Freeform 19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4" behindDoc="0" locked="0" layoutInCell="1" allowOverlap="1">
                  <wp:simplePos x="0" y="0"/>
                  <wp:positionH relativeFrom="page">
                    <wp:posOffset>38100</wp:posOffset>
                  </wp:positionH>
                  <wp:positionV relativeFrom="line">
                    <wp:posOffset>-83</wp:posOffset>
                  </wp:positionV>
                  <wp:extent cx="1536446" cy="27432"/>
                  <wp:effectExtent l="0" t="0" r="0" b="0"/>
                  <wp:wrapNone/>
                  <wp:docPr id="194" name="Freeform 19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1536446" cy="27432"/>
                          </a:xfrm>
                          <a:custGeom>
                            <a:rect l="l" t="t" r="r" b="b"/>
                            <a:pathLst>
                              <a:path w="1536446" h="27432">
                                <a:moveTo>
                                  <a:pt x="0" y="27432"/>
                                </a:moveTo>
                                <a:lnTo>
                                  <a:pt x="1536446" y="27432"/>
                                </a:lnTo>
                                <a:lnTo>
                                  <a:pt x="15364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5" behindDoc="0" locked="0" layoutInCell="1" allowOverlap="1">
                  <wp:simplePos x="0" y="0"/>
                  <wp:positionH relativeFrom="page">
                    <wp:posOffset>1574623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195" name="Freeform 19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6" behindDoc="0" locked="0" layoutInCell="1" allowOverlap="1">
                  <wp:simplePos x="0" y="0"/>
                  <wp:positionH relativeFrom="page">
                    <wp:posOffset>1602055</wp:posOffset>
                  </wp:positionH>
                  <wp:positionV relativeFrom="line">
                    <wp:posOffset>-83</wp:posOffset>
                  </wp:positionV>
                  <wp:extent cx="2242057" cy="27432"/>
                  <wp:effectExtent l="0" t="0" r="0" b="0"/>
                  <wp:wrapNone/>
                  <wp:docPr id="196" name="Freeform 19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242057" cy="27432"/>
                          </a:xfrm>
                          <a:custGeom>
                            <a:rect l="l" t="t" r="r" b="b"/>
                            <a:pathLst>
                              <a:path w="2242057" h="27432">
                                <a:moveTo>
                                  <a:pt x="0" y="27432"/>
                                </a:moveTo>
                                <a:lnTo>
                                  <a:pt x="2242057" y="27432"/>
                                </a:lnTo>
                                <a:lnTo>
                                  <a:pt x="22420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7" behindDoc="0" locked="0" layoutInCell="1" allowOverlap="1">
                  <wp:simplePos x="0" y="0"/>
                  <wp:positionH relativeFrom="page">
                    <wp:posOffset>3844113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197" name="Freeform 19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8" behindDoc="0" locked="0" layoutInCell="1" allowOverlap="1">
                  <wp:simplePos x="0" y="0"/>
                  <wp:positionH relativeFrom="page">
                    <wp:posOffset>3871544</wp:posOffset>
                  </wp:positionH>
                  <wp:positionV relativeFrom="line">
                    <wp:posOffset>-83</wp:posOffset>
                  </wp:positionV>
                  <wp:extent cx="353568" cy="27432"/>
                  <wp:effectExtent l="0" t="0" r="0" b="0"/>
                  <wp:wrapNone/>
                  <wp:docPr id="198" name="Freeform 19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353568" cy="27432"/>
                          </a:xfrm>
                          <a:custGeom>
                            <a:rect l="l" t="t" r="r" b="b"/>
                            <a:pathLst>
                              <a:path w="353568" h="27432">
                                <a:moveTo>
                                  <a:pt x="0" y="27432"/>
                                </a:moveTo>
                                <a:lnTo>
                                  <a:pt x="353568" y="27432"/>
                                </a:lnTo>
                                <a:lnTo>
                                  <a:pt x="3535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50" behindDoc="0" locked="0" layoutInCell="1" allowOverlap="1">
                  <wp:simplePos x="0" y="0"/>
                  <wp:positionH relativeFrom="page">
                    <wp:posOffset>4225113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199" name="Freeform 19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51" behindDoc="0" locked="0" layoutInCell="1" allowOverlap="1">
                  <wp:simplePos x="0" y="0"/>
                  <wp:positionH relativeFrom="page">
                    <wp:posOffset>4252544</wp:posOffset>
                  </wp:positionH>
                  <wp:positionV relativeFrom="line">
                    <wp:posOffset>-83</wp:posOffset>
                  </wp:positionV>
                  <wp:extent cx="754685" cy="27432"/>
                  <wp:effectExtent l="0" t="0" r="0" b="0"/>
                  <wp:wrapNone/>
                  <wp:docPr id="200" name="Freeform 20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54685" cy="27432"/>
                          </a:xfrm>
                          <a:custGeom>
                            <a:rect l="l" t="t" r="r" b="b"/>
                            <a:pathLst>
                              <a:path w="754685" h="27432">
                                <a:moveTo>
                                  <a:pt x="0" y="27432"/>
                                </a:moveTo>
                                <a:lnTo>
                                  <a:pt x="754685" y="27432"/>
                                </a:lnTo>
                                <a:lnTo>
                                  <a:pt x="7546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56" behindDoc="0" locked="0" layoutInCell="1" allowOverlap="1">
                  <wp:simplePos x="0" y="0"/>
                  <wp:positionH relativeFrom="page">
                    <wp:posOffset>-16764</wp:posOffset>
                  </wp:positionH>
                  <wp:positionV relativeFrom="line">
                    <wp:posOffset>28872</wp:posOffset>
                  </wp:positionV>
                  <wp:extent cx="27432" cy="359664"/>
                  <wp:effectExtent l="0" t="0" r="0" b="0"/>
                  <wp:wrapNone/>
                  <wp:docPr id="201" name="Freeform 20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359664"/>
                          </a:xfrm>
                          <a:custGeom>
                            <a:rect l="l" t="t" r="r" b="b"/>
                            <a:pathLst>
                              <a:path w="27432" h="359664">
                                <a:moveTo>
                                  <a:pt x="0" y="359664"/>
                                </a:moveTo>
                                <a:lnTo>
                                  <a:pt x="27432" y="35966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9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57" behindDoc="0" locked="0" layoutInCell="1" allowOverlap="1">
                  <wp:simplePos x="0" y="0"/>
                  <wp:positionH relativeFrom="page">
                    <wp:posOffset>4225113</wp:posOffset>
                  </wp:positionH>
                  <wp:positionV relativeFrom="line">
                    <wp:posOffset>28872</wp:posOffset>
                  </wp:positionV>
                  <wp:extent cx="6096" cy="359664"/>
                  <wp:effectExtent l="0" t="0" r="0" b="0"/>
                  <wp:wrapNone/>
                  <wp:docPr id="202" name="Freeform 20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359664"/>
                          </a:xfrm>
                          <a:custGeom>
                            <a:rect l="l" t="t" r="r" b="b"/>
                            <a:pathLst>
                              <a:path w="6096" h="359664">
                                <a:moveTo>
                                  <a:pt x="0" y="359664"/>
                                </a:moveTo>
                                <a:lnTo>
                                  <a:pt x="6096" y="35966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9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49" behindDoc="0" locked="0" layoutInCell="1" allowOverlap="1">
                  <wp:simplePos x="0" y="0"/>
                  <wp:positionH relativeFrom="page">
                    <wp:posOffset>4225113</wp:posOffset>
                  </wp:positionH>
                  <wp:positionV relativeFrom="line">
                    <wp:posOffset>27349</wp:posOffset>
                  </wp:positionV>
                  <wp:extent cx="6096" cy="1524"/>
                  <wp:effectExtent l="0" t="0" r="0" b="0"/>
                  <wp:wrapNone/>
                  <wp:docPr id="203" name="Freeform 20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1524"/>
                          </a:xfrm>
                          <a:custGeom>
                            <a:rect l="l" t="t" r="r" b="b"/>
                            <a:pathLst>
                              <a:path w="6096" h="1524">
                                <a:moveTo>
                                  <a:pt x="0" y="1524"/>
                                </a:moveTo>
                                <a:lnTo>
                                  <a:pt x="6096" y="152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b/>
                <w:bCs/>
                <w:color w:val="000000"/>
                <w:spacing w:val="-1"/>
                <w:sz w:val="22"/>
                <w:szCs w:val="22"/>
                <w:lang w:val="cs-CZ"/>
              </w:rPr>
              <w:t>UDRŽITELNÁ REVITALIZACE A RESOCIALIZACE LOKALITY MEDARD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 </w:t>
            </w:r>
            <w:r/>
            <w:r/>
          </w:p>
        </w:tc>
        <w:tc>
          <w:tcPr>
            <w:tcW w:w="3361" w:type="dxa"/>
            <w:gridSpan w:val="5"/>
            <w:tcBorders>
              <w:top w:val="nil"/>
              <w:left w:val="nil"/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tabs>
                <w:tab w:val="left" w:pos="299"/>
              </w:tabs>
              <w:spacing w:before="58" w:after="105" w:line="220" w:lineRule="exact"/>
              <w:ind w:left="52" w:right="15" w:firstLine="0"/>
            </w:pPr>
            <w:r>
              <w:drawing>
                <wp:anchor simplePos="0" relativeHeight="251658752" behindDoc="0" locked="0" layoutInCell="1" allowOverlap="1">
                  <wp:simplePos x="0" y="0"/>
                  <wp:positionH relativeFrom="page">
                    <wp:posOffset>754762</wp:posOffset>
                  </wp:positionH>
                  <wp:positionV relativeFrom="line">
                    <wp:posOffset>324</wp:posOffset>
                  </wp:positionV>
                  <wp:extent cx="27432" cy="27432"/>
                  <wp:effectExtent l="0" t="0" r="0" b="0"/>
                  <wp:wrapNone/>
                  <wp:docPr id="204" name="Freeform 20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55" behindDoc="0" locked="0" layoutInCell="1" allowOverlap="1">
                  <wp:simplePos x="0" y="0"/>
                  <wp:positionH relativeFrom="page">
                    <wp:posOffset>2123567</wp:posOffset>
                  </wp:positionH>
                  <wp:positionV relativeFrom="line">
                    <wp:posOffset>324</wp:posOffset>
                  </wp:positionV>
                  <wp:extent cx="27432" cy="27432"/>
                  <wp:effectExtent l="0" t="0" r="0" b="0"/>
                  <wp:wrapNone/>
                  <wp:docPr id="205" name="Freeform 20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54" behindDoc="0" locked="0" layoutInCell="1" allowOverlap="1">
                  <wp:simplePos x="0" y="0"/>
                  <wp:positionH relativeFrom="page">
                    <wp:posOffset>2123567</wp:posOffset>
                  </wp:positionH>
                  <wp:positionV relativeFrom="line">
                    <wp:posOffset>27756</wp:posOffset>
                  </wp:positionV>
                  <wp:extent cx="27432" cy="1524"/>
                  <wp:effectExtent l="0" t="0" r="0" b="0"/>
                  <wp:wrapNone/>
                  <wp:docPr id="206" name="Freeform 20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1524"/>
                          </a:xfrm>
                          <a:custGeom>
                            <a:rect l="l" t="t" r="r" b="b"/>
                            <a:pathLst>
                              <a:path w="27432" h="1524">
                                <a:moveTo>
                                  <a:pt x="0" y="1524"/>
                                </a:moveTo>
                                <a:lnTo>
                                  <a:pt x="27432" y="152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i/>
                <w:iCs/>
                <w:color w:val="000000"/>
                <w:sz w:val="16"/>
                <w:szCs w:val="16"/>
                <w:lang w:val="cs-CZ"/>
              </w:rPr>
              <w:t>registrační číslo SFŽP:</w:t>
            </w:r>
            <w:r>
              <w:rPr baseline="0" dirty="0">
                <w:rFonts w:ascii="Arial Narrow" w:hAnsi="Arial Narrow" w:cs="Arial Narrow"/>
                <w:i/>
                <w:iCs/>
                <w:color w:val="000000"/>
                <w:sz w:val="16"/>
                <w:szCs w:val="16"/>
                <w:lang w:val="cs-CZ"/>
              </w:rPr>
              <w:t>  </w:t>
            </w:r>
            <w:r>
              <w:br w:type="textWrapping" w:clear="all"/>
            </w:r>
            <w:r/>
            <w:r>
              <w:rPr baseline="0" dirty="0">
                <w:rFonts w:ascii="Arial" w:hAnsi="Arial" w:cs="Arial"/>
                <w:color w:val="000000"/>
                <w:sz w:val="22"/>
                <w:szCs w:val="22"/>
                <w:lang w:val="cs-CZ"/>
              </w:rPr>
              <w:t> 	</w:t>
            </w:r>
            <w:r>
              <w:rPr baseline="0" dirty="0"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CZ.10.01.01/00/22_001/0000144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</w:tr>
      <w:tr>
        <w:trPr>
          <w:trHeight w:hRule="exact" w:val="290"/>
        </w:trPr>
        <w:tc>
          <w:tcPr>
            <w:tcW w:w="1408" w:type="dxa"/>
            <w:vMerge w:val="restart"/>
            <w:tcBorders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214" w:after="145" w:line="240" w:lineRule="auto"/>
              <w:ind w:left="239" w:right="-18" w:firstLine="0"/>
            </w:pPr>
            <w:r>
              <w:drawing>
                <wp:anchor simplePos="0" relativeHeight="251658795" behindDoc="0" locked="0" layoutInCell="1" allowOverlap="1">
                  <wp:simplePos x="0" y="0"/>
                  <wp:positionH relativeFrom="page">
                    <wp:posOffset>-16764</wp:posOffset>
                  </wp:positionH>
                  <wp:positionV relativeFrom="line">
                    <wp:posOffset>429</wp:posOffset>
                  </wp:positionV>
                  <wp:extent cx="27432" cy="27432"/>
                  <wp:effectExtent l="0" t="0" r="0" b="0"/>
                  <wp:wrapNone/>
                  <wp:docPr id="207" name="Freeform 20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94" behindDoc="0" locked="0" layoutInCell="1" allowOverlap="1">
                  <wp:simplePos x="0" y="0"/>
                  <wp:positionH relativeFrom="page">
                    <wp:posOffset>-16764</wp:posOffset>
                  </wp:positionH>
                  <wp:positionV relativeFrom="line">
                    <wp:posOffset>429</wp:posOffset>
                  </wp:positionV>
                  <wp:extent cx="27432" cy="27432"/>
                  <wp:effectExtent l="0" t="0" r="0" b="0"/>
                  <wp:wrapNone/>
                  <wp:docPr id="208" name="Freeform 20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96" behindDoc="0" locked="0" layoutInCell="1" allowOverlap="1">
                  <wp:simplePos x="0" y="0"/>
                  <wp:positionH relativeFrom="page">
                    <wp:posOffset>10668</wp:posOffset>
                  </wp:positionH>
                  <wp:positionV relativeFrom="line">
                    <wp:posOffset>429</wp:posOffset>
                  </wp:positionV>
                  <wp:extent cx="27432" cy="27432"/>
                  <wp:effectExtent l="0" t="0" r="0" b="0"/>
                  <wp:wrapNone/>
                  <wp:docPr id="209" name="Freeform 20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99" behindDoc="0" locked="0" layoutInCell="1" allowOverlap="1">
                  <wp:simplePos x="0" y="0"/>
                  <wp:positionH relativeFrom="page">
                    <wp:posOffset>894537</wp:posOffset>
                  </wp:positionH>
                  <wp:positionV relativeFrom="line">
                    <wp:posOffset>429</wp:posOffset>
                  </wp:positionV>
                  <wp:extent cx="27432" cy="27432"/>
                  <wp:effectExtent l="0" t="0" r="0" b="0"/>
                  <wp:wrapNone/>
                  <wp:docPr id="210" name="Freeform 21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93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27862</wp:posOffset>
                  </wp:positionV>
                  <wp:extent cx="6096" cy="1524"/>
                  <wp:effectExtent l="0" t="0" r="0" b="0"/>
                  <wp:wrapNone/>
                  <wp:docPr id="211" name="Freeform 21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1524"/>
                          </a:xfrm>
                          <a:custGeom>
                            <a:rect l="l" t="t" r="r" b="b"/>
                            <a:pathLst>
                              <a:path w="6096" h="1524">
                                <a:moveTo>
                                  <a:pt x="0" y="1524"/>
                                </a:moveTo>
                                <a:lnTo>
                                  <a:pt x="6096" y="152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798" behindDoc="0" locked="0" layoutInCell="1" allowOverlap="1">
                  <wp:simplePos x="0" y="0"/>
                  <wp:positionH relativeFrom="page">
                    <wp:posOffset>894537</wp:posOffset>
                  </wp:positionH>
                  <wp:positionV relativeFrom="line">
                    <wp:posOffset>27862</wp:posOffset>
                  </wp:positionV>
                  <wp:extent cx="6096" cy="1524"/>
                  <wp:effectExtent l="0" t="0" r="0" b="0"/>
                  <wp:wrapNone/>
                  <wp:docPr id="212" name="Freeform 21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1524"/>
                          </a:xfrm>
                          <a:custGeom>
                            <a:rect l="l" t="t" r="r" b="b"/>
                            <a:pathLst>
                              <a:path w="6096" h="1524">
                                <a:moveTo>
                                  <a:pt x="0" y="1524"/>
                                </a:moveTo>
                                <a:lnTo>
                                  <a:pt x="6096" y="152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25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190930</wp:posOffset>
                  </wp:positionV>
                  <wp:extent cx="6096" cy="6096"/>
                  <wp:effectExtent l="0" t="0" r="0" b="0"/>
                  <wp:wrapNone/>
                  <wp:docPr id="213" name="Freeform 21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26" behindDoc="0" locked="0" layoutInCell="1" allowOverlap="1">
                  <wp:simplePos x="0" y="0"/>
                  <wp:positionH relativeFrom="page">
                    <wp:posOffset>894537</wp:posOffset>
                  </wp:positionH>
                  <wp:positionV relativeFrom="line">
                    <wp:posOffset>190930</wp:posOffset>
                  </wp:positionV>
                  <wp:extent cx="6096" cy="6096"/>
                  <wp:effectExtent l="0" t="0" r="0" b="0"/>
                  <wp:wrapNone/>
                  <wp:docPr id="214" name="Freeform 21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pacing w:val="-1"/>
                <w:sz w:val="20"/>
                <w:szCs w:val="20"/>
                <w:lang w:val="cs-CZ"/>
              </w:rPr>
              <w:t>2.3.2.4.02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955" w:type="dxa"/>
            <w:gridSpan w:val="4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85" w:after="143" w:line="240" w:lineRule="auto"/>
              <w:ind w:left="93" w:right="-18" w:firstLine="0"/>
            </w:pPr>
            <w:r>
              <w:drawing>
                <wp:anchor simplePos="0" relativeHeight="251658800" behindDoc="0" locked="0" layoutInCell="1" allowOverlap="1">
                  <wp:simplePos x="0" y="0"/>
                  <wp:positionH relativeFrom="page">
                    <wp:posOffset>27382</wp:posOffset>
                  </wp:positionH>
                  <wp:positionV relativeFrom="line">
                    <wp:posOffset>297</wp:posOffset>
                  </wp:positionV>
                  <wp:extent cx="3303142" cy="27432"/>
                  <wp:effectExtent l="0" t="0" r="0" b="0"/>
                  <wp:wrapNone/>
                  <wp:docPr id="215" name="Freeform 21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3303142" cy="27432"/>
                          </a:xfrm>
                          <a:custGeom>
                            <a:rect l="l" t="t" r="r" b="b"/>
                            <a:pathLst>
                              <a:path w="3303142" h="27432">
                                <a:moveTo>
                                  <a:pt x="0" y="27432"/>
                                </a:moveTo>
                                <a:lnTo>
                                  <a:pt x="3303142" y="27432"/>
                                </a:lnTo>
                                <a:lnTo>
                                  <a:pt x="33031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01" behindDoc="0" locked="0" layoutInCell="1" allowOverlap="1">
                  <wp:simplePos x="0" y="0"/>
                  <wp:positionH relativeFrom="page">
                    <wp:posOffset>3330525</wp:posOffset>
                  </wp:positionH>
                  <wp:positionV relativeFrom="line">
                    <wp:posOffset>297</wp:posOffset>
                  </wp:positionV>
                  <wp:extent cx="27432" cy="27432"/>
                  <wp:effectExtent l="0" t="0" r="0" b="0"/>
                  <wp:wrapNone/>
                  <wp:docPr id="216" name="Freeform 21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04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297</wp:posOffset>
                  </wp:positionV>
                  <wp:extent cx="27432" cy="27432"/>
                  <wp:effectExtent l="0" t="0" r="0" b="0"/>
                  <wp:wrapNone/>
                  <wp:docPr id="217" name="Freeform 21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03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27730</wp:posOffset>
                  </wp:positionV>
                  <wp:extent cx="6096" cy="1524"/>
                  <wp:effectExtent l="0" t="0" r="0" b="0"/>
                  <wp:wrapNone/>
                  <wp:docPr id="218" name="Freeform 21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1524"/>
                          </a:xfrm>
                          <a:custGeom>
                            <a:rect l="l" t="t" r="r" b="b"/>
                            <a:pathLst>
                              <a:path w="6096" h="1524">
                                <a:moveTo>
                                  <a:pt x="0" y="1524"/>
                                </a:moveTo>
                                <a:lnTo>
                                  <a:pt x="6096" y="152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27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190798</wp:posOffset>
                  </wp:positionV>
                  <wp:extent cx="6096" cy="6096"/>
                  <wp:effectExtent l="0" t="0" r="0" b="0"/>
                  <wp:wrapNone/>
                  <wp:docPr id="219" name="Freeform 21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cs-CZ"/>
              </w:rPr>
              <w:t>SO 02 – HYGIENICKÉ ZÁZEMÍ P 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 </w:t>
            </w:r>
            <w:r/>
            <w:r/>
          </w:p>
        </w:tc>
        <w:tc>
          <w:tcPr>
            <w:tcW w:w="1250" w:type="dxa"/>
            <w:gridSpan w:val="2"/>
            <w:tcBorders>
              <w:top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94" w:after="0" w:line="240" w:lineRule="auto"/>
              <w:ind w:left="94" w:right="-18" w:firstLine="0"/>
            </w:pPr>
            <w:r>
              <w:drawing>
                <wp:anchor simplePos="0" relativeHeight="251658805" behindDoc="0" locked="0" layoutInCell="1" allowOverlap="1">
                  <wp:simplePos x="0" y="0"/>
                  <wp:positionH relativeFrom="page">
                    <wp:posOffset>27432</wp:posOffset>
                  </wp:positionH>
                  <wp:positionV relativeFrom="line">
                    <wp:posOffset>-3572</wp:posOffset>
                  </wp:positionV>
                  <wp:extent cx="739444" cy="27432"/>
                  <wp:effectExtent l="0" t="0" r="0" b="0"/>
                  <wp:wrapNone/>
                  <wp:docPr id="220" name="Freeform 22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39444" cy="27432"/>
                          </a:xfrm>
                          <a:custGeom>
                            <a:rect l="l" t="t" r="r" b="b"/>
                            <a:pathLst>
                              <a:path w="739444" h="27432">
                                <a:moveTo>
                                  <a:pt x="0" y="27432"/>
                                </a:moveTo>
                                <a:lnTo>
                                  <a:pt x="739444" y="27432"/>
                                </a:lnTo>
                                <a:lnTo>
                                  <a:pt x="7394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06" behindDoc="0" locked="0" layoutInCell="1" allowOverlap="1">
                  <wp:simplePos x="0" y="0"/>
                  <wp:positionH relativeFrom="page">
                    <wp:posOffset>766952</wp:posOffset>
                  </wp:positionH>
                  <wp:positionV relativeFrom="line">
                    <wp:posOffset>-3572</wp:posOffset>
                  </wp:positionV>
                  <wp:extent cx="27432" cy="27432"/>
                  <wp:effectExtent l="0" t="0" r="0" b="0"/>
                  <wp:wrapNone/>
                  <wp:docPr id="221" name="Freeform 22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č. zakázky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998" w:type="dxa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62" w:after="0" w:line="240" w:lineRule="auto"/>
              <w:ind w:left="460" w:right="85" w:firstLine="0"/>
              <w:jc w:val="right"/>
            </w:pPr>
            <w:r>
              <w:drawing>
                <wp:anchor simplePos="0" relativeHeight="251658809" behindDoc="0" locked="0" layoutInCell="1" allowOverlap="1">
                  <wp:simplePos x="0" y="0"/>
                  <wp:positionH relativeFrom="page">
                    <wp:posOffset>623539</wp:posOffset>
                  </wp:positionH>
                  <wp:positionV relativeFrom="line">
                    <wp:posOffset>-14527</wp:posOffset>
                  </wp:positionV>
                  <wp:extent cx="27432" cy="27432"/>
                  <wp:effectExtent l="0" t="0" r="0" b="0"/>
                  <wp:wrapNone/>
                  <wp:docPr id="222" name="Freeform 22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08" behindDoc="0" locked="0" layoutInCell="1" allowOverlap="1">
                  <wp:simplePos x="0" y="0"/>
                  <wp:positionH relativeFrom="page">
                    <wp:posOffset>634208</wp:posOffset>
                  </wp:positionH>
                  <wp:positionV relativeFrom="line">
                    <wp:posOffset>12906</wp:posOffset>
                  </wp:positionV>
                  <wp:extent cx="6096" cy="1524"/>
                  <wp:effectExtent l="0" t="0" r="0" b="0"/>
                  <wp:wrapNone/>
                  <wp:docPr id="223" name="Freeform 22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1524"/>
                          </a:xfrm>
                          <a:custGeom>
                            <a:rect l="l" t="t" r="r" b="b"/>
                            <a:pathLst>
                              <a:path w="6096" h="1524">
                                <a:moveTo>
                                  <a:pt x="0" y="1524"/>
                                </a:moveTo>
                                <a:lnTo>
                                  <a:pt x="6096" y="152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pacing w:val="-1"/>
                <w:sz w:val="16"/>
                <w:szCs w:val="16"/>
                <w:lang w:val="cs-CZ"/>
              </w:rPr>
              <w:t>2264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</w:tr>
      <w:tr>
        <w:trPr>
          <w:trHeight w:hRule="exact" w:val="270"/>
        </w:trPr>
        <w:tc>
          <w:tcPr>
            <w:tcW w:w="1408" w:type="dxa"/>
            <w:vMerge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955" w:type="dxa"/>
            <w:gridSpan w:val="4"/>
            <w:vMerge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250" w:type="dxa"/>
            <w:gridSpan w:val="2"/>
            <w:tcBorders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1" w:after="55" w:line="240" w:lineRule="auto"/>
              <w:ind w:left="94" w:right="-18" w:firstLine="0"/>
            </w:pPr>
            <w:r>
              <w:drawing>
                <wp:anchor simplePos="0" relativeHeight="251658829" behindDoc="0" locked="0" layoutInCell="1" allowOverlap="1">
                  <wp:simplePos x="0" y="0"/>
                  <wp:positionH relativeFrom="page">
                    <wp:posOffset>766952</wp:posOffset>
                  </wp:positionH>
                  <wp:positionV relativeFrom="line">
                    <wp:posOffset>112</wp:posOffset>
                  </wp:positionV>
                  <wp:extent cx="6096" cy="6096"/>
                  <wp:effectExtent l="0" t="0" r="0" b="0"/>
                  <wp:wrapNone/>
                  <wp:docPr id="224" name="Freeform 22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stupeň PD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998" w:type="dxa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43" w:after="0" w:line="240" w:lineRule="auto"/>
              <w:ind w:left="487" w:right="84" w:firstLine="0"/>
              <w:jc w:val="right"/>
            </w:pPr>
            <w:r>
              <w:drawing>
                <wp:anchor simplePos="0" relativeHeight="251658831" behindDoc="0" locked="0" layoutInCell="1" allowOverlap="1">
                  <wp:simplePos x="0" y="0"/>
                  <wp:positionH relativeFrom="page">
                    <wp:posOffset>634208</wp:posOffset>
                  </wp:positionH>
                  <wp:positionV relativeFrom="line">
                    <wp:posOffset>-9827</wp:posOffset>
                  </wp:positionV>
                  <wp:extent cx="6096" cy="6096"/>
                  <wp:effectExtent l="0" t="0" r="0" b="0"/>
                  <wp:wrapNone/>
                  <wp:docPr id="225" name="Freeform 22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16"/>
                <w:szCs w:val="16"/>
                <w:lang w:val="cs-CZ"/>
              </w:rPr>
              <w:t>DSP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</w:tr>
      <w:tr>
        <w:trPr>
          <w:trHeight w:hRule="exact" w:val="275"/>
        </w:trPr>
        <w:tc>
          <w:tcPr>
            <w:tcW w:w="1408" w:type="dxa"/>
            <w:vMerge w:val="restart"/>
            <w:tcBorders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16" w:after="299" w:line="263" w:lineRule="exact"/>
              <w:ind w:left="306" w:right="695" w:firstLine="0"/>
            </w:pPr>
            <w:r>
              <w:drawing>
                <wp:anchor simplePos="0" relativeHeight="251658879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48</wp:posOffset>
                  </wp:positionV>
                  <wp:extent cx="6096" cy="6096"/>
                  <wp:effectExtent l="0" t="0" r="0" b="0"/>
                  <wp:wrapNone/>
                  <wp:docPr id="226" name="Freeform 22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881" behindDoc="0" locked="0" layoutInCell="1" allowOverlap="1">
                  <wp:simplePos x="0" y="0"/>
                  <wp:positionH relativeFrom="page">
                    <wp:posOffset>894537</wp:posOffset>
                  </wp:positionH>
                  <wp:positionV relativeFrom="line">
                    <wp:posOffset>48</wp:posOffset>
                  </wp:positionV>
                  <wp:extent cx="6096" cy="6096"/>
                  <wp:effectExtent l="0" t="0" r="0" b="0"/>
                  <wp:wrapNone/>
                  <wp:docPr id="227" name="Freeform 22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02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181404</wp:posOffset>
                  </wp:positionV>
                  <wp:extent cx="6096" cy="6096"/>
                  <wp:effectExtent l="0" t="0" r="0" b="0"/>
                  <wp:wrapNone/>
                  <wp:docPr id="228" name="Freeform 22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03" behindDoc="0" locked="0" layoutInCell="1" allowOverlap="1">
                  <wp:simplePos x="0" y="0"/>
                  <wp:positionH relativeFrom="page">
                    <wp:posOffset>894537</wp:posOffset>
                  </wp:positionH>
                  <wp:positionV relativeFrom="line">
                    <wp:posOffset>181404</wp:posOffset>
                  </wp:positionV>
                  <wp:extent cx="6096" cy="6096"/>
                  <wp:effectExtent l="0" t="0" r="0" b="0"/>
                  <wp:wrapNone/>
                  <wp:docPr id="229" name="Freeform 22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20"/>
                <w:szCs w:val="20"/>
                <w:lang w:val="cs-CZ"/>
              </w:rPr>
              <w:t>D</w:t>
            </w:r>
            <w:r>
              <w:rPr baseline="0" dirty="0">
                <w:rFonts w:ascii="Arial" w:hAnsi="Arial" w:cs="Arial"/>
                <w:color w:val="000000"/>
                <w:sz w:val="20"/>
                <w:szCs w:val="20"/>
                <w:lang w:val="cs-CZ"/>
              </w:rPr>
              <w:t>  </w:t>
            </w:r>
            <w:r>
              <w:drawing>
                <wp:anchor simplePos="0" relativeHeight="251658924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120064</wp:posOffset>
                  </wp:positionV>
                  <wp:extent cx="6096" cy="6096"/>
                  <wp:effectExtent l="0" t="0" r="0" b="0"/>
                  <wp:wrapNone/>
                  <wp:docPr id="230" name="Freeform 23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25" behindDoc="0" locked="0" layoutInCell="1" allowOverlap="1">
                  <wp:simplePos x="0" y="0"/>
                  <wp:positionH relativeFrom="page">
                    <wp:posOffset>894537</wp:posOffset>
                  </wp:positionH>
                  <wp:positionV relativeFrom="line">
                    <wp:posOffset>120064</wp:posOffset>
                  </wp:positionV>
                  <wp:extent cx="6096" cy="6096"/>
                  <wp:effectExtent l="0" t="0" r="0" b="0"/>
                  <wp:wrapNone/>
                  <wp:docPr id="231" name="Freeform 23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pacing w:val="-2"/>
                <w:sz w:val="20"/>
                <w:szCs w:val="20"/>
                <w:lang w:val="cs-CZ"/>
              </w:rPr>
              <w:t>D.2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955" w:type="dxa"/>
            <w:gridSpan w:val="4"/>
            <w:vMerge w:val="restart"/>
            <w:tcBorders>
              <w:bottom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34" w:after="0" w:line="222" w:lineRule="exact"/>
              <w:ind w:left="93" w:right="0" w:firstLine="0"/>
            </w:pPr>
            <w:r>
              <w:drawing>
                <wp:anchor simplePos="0" relativeHeight="251658883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-79</wp:posOffset>
                  </wp:positionV>
                  <wp:extent cx="6096" cy="6096"/>
                  <wp:effectExtent l="0" t="0" r="0" b="0"/>
                  <wp:wrapNone/>
                  <wp:docPr id="232" name="Freeform 23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04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181277</wp:posOffset>
                  </wp:positionV>
                  <wp:extent cx="6096" cy="6096"/>
                  <wp:effectExtent l="0" t="0" r="0" b="0"/>
                  <wp:wrapNone/>
                  <wp:docPr id="233" name="Freeform 23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20"/>
                <w:szCs w:val="20"/>
                <w:lang w:val="cs-CZ"/>
              </w:rPr>
              <w:t>DOKUMENTACE OBJEKTŮ</w:t>
            </w:r>
            <w:r>
              <w:rPr baseline="0" dirty="0">
                <w:rFonts w:ascii="Arial" w:hAnsi="Arial" w:cs="Arial"/>
                <w:color w:val="000000"/>
                <w:sz w:val="20"/>
                <w:szCs w:val="20"/>
                <w:lang w:val="cs-CZ"/>
              </w:rPr>
              <w:t>  </w:t>
            </w:r>
            <w:r/>
          </w:p>
          <w:p>
            <w:pPr>
              <w:rPr>
                <w:rFonts w:ascii="Times New Roman" w:hAnsi="Times New Roman" w:cs="Times New Roman"/>
                <w:color w:val="010302"/>
              </w:rPr>
              <w:spacing w:before="40" w:after="316" w:line="222" w:lineRule="exact"/>
              <w:ind w:left="93" w:right="-18" w:firstLine="0"/>
            </w:pPr>
            <w:r>
              <w:drawing>
                <wp:anchor simplePos="0" relativeHeight="251658926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130097</wp:posOffset>
                  </wp:positionV>
                  <wp:extent cx="6096" cy="6096"/>
                  <wp:effectExtent l="0" t="0" r="0" b="0"/>
                  <wp:wrapNone/>
                  <wp:docPr id="234" name="Freeform 23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pacing w:val="-1"/>
                <w:sz w:val="20"/>
                <w:szCs w:val="20"/>
                <w:lang w:val="cs-CZ"/>
              </w:rPr>
              <w:t>ZÁKLADNÍ STAVEBNĚ KONSTRUKČNÍ ŘEŠENÍ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1250" w:type="dxa"/>
            <w:gridSpan w:val="2"/>
            <w:tcBorders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3" w:after="58" w:line="240" w:lineRule="auto"/>
              <w:ind w:left="94" w:right="-18" w:firstLine="0"/>
            </w:pPr>
            <w:r>
              <w:drawing>
                <wp:anchor simplePos="0" relativeHeight="251658885" behindDoc="0" locked="0" layoutInCell="1" allowOverlap="1">
                  <wp:simplePos x="0" y="0"/>
                  <wp:positionH relativeFrom="page">
                    <wp:posOffset>766952</wp:posOffset>
                  </wp:positionH>
                  <wp:positionV relativeFrom="line">
                    <wp:posOffset>-143</wp:posOffset>
                  </wp:positionV>
                  <wp:extent cx="6096" cy="6096"/>
                  <wp:effectExtent l="0" t="0" r="0" b="0"/>
                  <wp:wrapNone/>
                  <wp:docPr id="235" name="Freeform 23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datum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998" w:type="dxa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48" w:after="0" w:line="240" w:lineRule="auto"/>
              <w:ind w:left="237" w:right="85" w:firstLine="0"/>
              <w:jc w:val="right"/>
            </w:pPr>
            <w:r>
              <w:drawing>
                <wp:anchor simplePos="0" relativeHeight="251658887" behindDoc="0" locked="0" layoutInCell="1" allowOverlap="1">
                  <wp:simplePos x="0" y="0"/>
                  <wp:positionH relativeFrom="page">
                    <wp:posOffset>634208</wp:posOffset>
                  </wp:positionH>
                  <wp:positionV relativeFrom="line">
                    <wp:posOffset>-8177</wp:posOffset>
                  </wp:positionV>
                  <wp:extent cx="6096" cy="6096"/>
                  <wp:effectExtent l="0" t="0" r="0" b="0"/>
                  <wp:wrapNone/>
                  <wp:docPr id="236" name="Freeform 23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16"/>
                <w:szCs w:val="16"/>
                <w:lang w:val="cs-CZ"/>
              </w:rPr>
              <w:t>08/2024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</w:tr>
      <w:tr>
        <w:trPr>
          <w:trHeight w:hRule="exact" w:val="278"/>
        </w:trPr>
        <w:tc>
          <w:tcPr>
            <w:tcW w:w="1408" w:type="dxa"/>
            <w:vMerge/>
            <w:tcBorders>
              <w:top w:val="nil"/>
              <w:bottom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955" w:type="dxa"/>
            <w:gridSpan w:val="4"/>
            <w:vMerge/>
            <w:tcBorders>
              <w:top w:val="nil"/>
              <w:bottom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250" w:type="dxa"/>
            <w:gridSpan w:val="2"/>
            <w:tcBorders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71" w:after="53" w:line="240" w:lineRule="auto"/>
              <w:ind w:left="94" w:right="-18" w:firstLine="0"/>
            </w:pPr>
            <w:r>
              <w:drawing>
                <wp:anchor simplePos="0" relativeHeight="251658906" behindDoc="0" locked="0" layoutInCell="1" allowOverlap="1">
                  <wp:simplePos x="0" y="0"/>
                  <wp:positionH relativeFrom="page">
                    <wp:posOffset>766952</wp:posOffset>
                  </wp:positionH>
                  <wp:positionV relativeFrom="line">
                    <wp:posOffset>111</wp:posOffset>
                  </wp:positionV>
                  <wp:extent cx="6096" cy="6096"/>
                  <wp:effectExtent l="0" t="0" r="0" b="0"/>
                  <wp:wrapNone/>
                  <wp:docPr id="237" name="Freeform 23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formát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998" w:type="dxa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40" w:after="0" w:line="240" w:lineRule="auto"/>
              <w:ind w:left="619" w:right="85" w:firstLine="0"/>
              <w:jc w:val="right"/>
            </w:pPr>
            <w:r>
              <w:drawing>
                <wp:anchor simplePos="0" relativeHeight="251658908" behindDoc="0" locked="0" layoutInCell="1" allowOverlap="1">
                  <wp:simplePos x="0" y="0"/>
                  <wp:positionH relativeFrom="page">
                    <wp:posOffset>634208</wp:posOffset>
                  </wp:positionH>
                  <wp:positionV relativeFrom="line">
                    <wp:posOffset>-11733</wp:posOffset>
                  </wp:positionV>
                  <wp:extent cx="6096" cy="6096"/>
                  <wp:effectExtent l="0" t="0" r="0" b="0"/>
                  <wp:wrapNone/>
                  <wp:docPr id="238" name="Freeform 23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16"/>
                <w:szCs w:val="16"/>
                <w:lang w:val="cs-CZ"/>
              </w:rPr>
              <w:t>A4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</w:tr>
      <w:tr>
        <w:trPr>
          <w:trHeight w:hRule="exact" w:val="361"/>
        </w:trPr>
        <w:tc>
          <w:tcPr>
            <w:tcW w:w="1408" w:type="dxa"/>
            <w:vMerge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5955" w:type="dxa"/>
            <w:gridSpan w:val="4"/>
            <w:vMerge/>
            <w:tcBorders>
              <w:top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1250" w:type="dxa"/>
            <w:gridSpan w:val="2"/>
            <w:tcBorders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17" w:after="101" w:line="240" w:lineRule="auto"/>
              <w:ind w:left="94" w:right="-18" w:firstLine="0"/>
            </w:pPr>
            <w:r>
              <w:drawing>
                <wp:anchor simplePos="0" relativeHeight="251658928" behindDoc="0" locked="0" layoutInCell="1" allowOverlap="1">
                  <wp:simplePos x="0" y="0"/>
                  <wp:positionH relativeFrom="page">
                    <wp:posOffset>766952</wp:posOffset>
                  </wp:positionH>
                  <wp:positionV relativeFrom="line">
                    <wp:posOffset>366</wp:posOffset>
                  </wp:positionV>
                  <wp:extent cx="6096" cy="6096"/>
                  <wp:effectExtent l="0" t="0" r="0" b="0"/>
                  <wp:wrapNone/>
                  <wp:docPr id="239" name="Freeform 23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počet stran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  <w:tc>
          <w:tcPr>
            <w:tcW w:w="444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cs-CZ"/>
              </w:rPr>
            </w:pPr>
            <w:r/>
          </w:p>
        </w:tc>
        <w:tc>
          <w:tcPr>
            <w:tcW w:w="998" w:type="dxa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04" w:after="89" w:line="240" w:lineRule="auto"/>
              <w:ind w:left="727" w:right="85" w:firstLine="0"/>
              <w:jc w:val="right"/>
            </w:pPr>
            <w:r>
              <w:drawing>
                <wp:anchor simplePos="0" relativeHeight="251658930" behindDoc="0" locked="0" layoutInCell="1" allowOverlap="1">
                  <wp:simplePos x="0" y="0"/>
                  <wp:positionH relativeFrom="page">
                    <wp:posOffset>634208</wp:posOffset>
                  </wp:positionH>
                  <wp:positionV relativeFrom="line">
                    <wp:posOffset>3</wp:posOffset>
                  </wp:positionV>
                  <wp:extent cx="6096" cy="6096"/>
                  <wp:effectExtent l="0" t="0" r="0" b="0"/>
                  <wp:wrapNone/>
                  <wp:docPr id="240" name="Freeform 24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6096"/>
                          </a:xfrm>
                          <a:custGeom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16"/>
                <w:szCs w:val="16"/>
                <w:lang w:val="cs-CZ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 </w:t>
            </w:r>
            <w:r/>
            <w:r/>
          </w:p>
        </w:tc>
      </w:tr>
      <w:tr>
        <w:trPr>
          <w:trHeight w:hRule="exact" w:val="599"/>
        </w:trPr>
        <w:tc>
          <w:tcPr>
            <w:tcW w:w="1408" w:type="dxa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225" w:after="172" w:line="240" w:lineRule="auto"/>
              <w:ind w:left="324" w:right="-18" w:firstLine="0"/>
            </w:pPr>
            <w:r>
              <w:drawing>
                <wp:anchor simplePos="0" relativeHeight="251658964" behindDoc="0" locked="0" layoutInCell="1" allowOverlap="1">
                  <wp:simplePos x="0" y="0"/>
                  <wp:positionH relativeFrom="page">
                    <wp:posOffset>-6096</wp:posOffset>
                  </wp:positionH>
                  <wp:positionV relativeFrom="line">
                    <wp:posOffset>-205</wp:posOffset>
                  </wp:positionV>
                  <wp:extent cx="6096" cy="28956"/>
                  <wp:effectExtent l="0" t="0" r="0" b="0"/>
                  <wp:wrapNone/>
                  <wp:docPr id="241" name="Freeform 241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28956"/>
                          </a:xfrm>
                          <a:custGeom>
                            <a:rect l="l" t="t" r="r" b="b"/>
                            <a:pathLst>
                              <a:path w="6096" h="28956">
                                <a:moveTo>
                                  <a:pt x="0" y="28956"/>
                                </a:moveTo>
                                <a:lnTo>
                                  <a:pt x="6096" y="2895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67" behindDoc="0" locked="0" layoutInCell="1" allowOverlap="1">
                  <wp:simplePos x="0" y="0"/>
                  <wp:positionH relativeFrom="page">
                    <wp:posOffset>883870</wp:posOffset>
                  </wp:positionH>
                  <wp:positionV relativeFrom="line">
                    <wp:posOffset>-205</wp:posOffset>
                  </wp:positionV>
                  <wp:extent cx="27432" cy="27432"/>
                  <wp:effectExtent l="0" t="0" r="0" b="0"/>
                  <wp:wrapNone/>
                  <wp:docPr id="242" name="Freeform 242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66" behindDoc="0" locked="0" layoutInCell="1" allowOverlap="1">
                  <wp:simplePos x="0" y="0"/>
                  <wp:positionH relativeFrom="page">
                    <wp:posOffset>883870</wp:posOffset>
                  </wp:positionH>
                  <wp:positionV relativeFrom="line">
                    <wp:posOffset>-205</wp:posOffset>
                  </wp:positionV>
                  <wp:extent cx="27432" cy="28956"/>
                  <wp:effectExtent l="0" t="0" r="0" b="0"/>
                  <wp:wrapNone/>
                  <wp:docPr id="243" name="Freeform 243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8956"/>
                          </a:xfrm>
                          <a:custGeom>
                            <a:rect l="l" t="t" r="r" b="b"/>
                            <a:pathLst>
                              <a:path w="27432" h="28956">
                                <a:moveTo>
                                  <a:pt x="0" y="28956"/>
                                </a:moveTo>
                                <a:lnTo>
                                  <a:pt x="27432" y="28956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color w:val="000000"/>
                <w:sz w:val="20"/>
                <w:szCs w:val="20"/>
                <w:lang w:val="cs-CZ"/>
              </w:rPr>
              <w:t>D.2.1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 </w:t>
            </w:r>
            <w:r/>
            <w:r/>
          </w:p>
        </w:tc>
        <w:tc>
          <w:tcPr>
            <w:tcW w:w="5955" w:type="dxa"/>
            <w:gridSpan w:val="4"/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218" w:after="148" w:line="240" w:lineRule="auto"/>
              <w:ind w:left="93" w:right="-18" w:firstLine="0"/>
            </w:pPr>
            <w:r>
              <w:drawing>
                <wp:anchor simplePos="0" relativeHeight="251658968" behindDoc="0" locked="0" layoutInCell="1" allowOverlap="1">
                  <wp:simplePos x="0" y="0"/>
                  <wp:positionH relativeFrom="page">
                    <wp:posOffset>16714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244" name="Freeform 244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71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-83</wp:posOffset>
                  </wp:positionV>
                  <wp:extent cx="27432" cy="27432"/>
                  <wp:effectExtent l="0" t="0" r="0" b="0"/>
                  <wp:wrapNone/>
                  <wp:docPr id="245" name="Freeform 245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70" behindDoc="0" locked="0" layoutInCell="1" allowOverlap="1">
                  <wp:simplePos x="0" y="0"/>
                  <wp:positionH relativeFrom="page">
                    <wp:posOffset>3781629</wp:posOffset>
                  </wp:positionH>
                  <wp:positionV relativeFrom="line">
                    <wp:posOffset>27349</wp:posOffset>
                  </wp:positionV>
                  <wp:extent cx="6096" cy="1524"/>
                  <wp:effectExtent l="0" t="0" r="0" b="0"/>
                  <wp:wrapNone/>
                  <wp:docPr id="246" name="Freeform 246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6096" cy="1524"/>
                          </a:xfrm>
                          <a:custGeom>
                            <a:rect l="l" t="t" r="r" b="b"/>
                            <a:pathLst>
                              <a:path w="6096" h="1524">
                                <a:moveTo>
                                  <a:pt x="0" y="1524"/>
                                </a:moveTo>
                                <a:lnTo>
                                  <a:pt x="6096" y="1524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b/>
                <w:bCs/>
                <w:color w:val="000000"/>
                <w:spacing w:val="-1"/>
                <w:sz w:val="22"/>
                <w:szCs w:val="22"/>
                <w:lang w:val="cs-CZ"/>
              </w:rPr>
              <w:t>TECHNICKÁ ZPRÁVA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 </w:t>
            </w:r>
            <w:r/>
            <w:r/>
          </w:p>
        </w:tc>
        <w:tc>
          <w:tcPr>
            <w:tcW w:w="1695" w:type="dxa"/>
            <w:gridSpan w:val="3"/>
            <w:tcBorders>
              <w:top w:val="nil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97" w:after="367" w:line="240" w:lineRule="auto"/>
              <w:ind w:left="94" w:right="-18" w:firstLine="0"/>
            </w:pPr>
            <w:r>
              <w:drawing>
                <wp:anchor simplePos="0" relativeHeight="251658972" behindDoc="0" locked="0" layoutInCell="1" allowOverlap="1">
                  <wp:simplePos x="0" y="0"/>
                  <wp:positionH relativeFrom="page">
                    <wp:posOffset>27432</wp:posOffset>
                  </wp:positionH>
                  <wp:positionV relativeFrom="line">
                    <wp:posOffset>-142</wp:posOffset>
                  </wp:positionV>
                  <wp:extent cx="739444" cy="27432"/>
                  <wp:effectExtent l="0" t="0" r="0" b="0"/>
                  <wp:wrapNone/>
                  <wp:docPr id="247" name="Freeform 247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739444" cy="27432"/>
                          </a:xfrm>
                          <a:custGeom>
                            <a:rect l="l" t="t" r="r" b="b"/>
                            <a:pathLst>
                              <a:path w="739444" h="27432">
                                <a:moveTo>
                                  <a:pt x="0" y="27432"/>
                                </a:moveTo>
                                <a:lnTo>
                                  <a:pt x="739444" y="27432"/>
                                </a:lnTo>
                                <a:lnTo>
                                  <a:pt x="7394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73" behindDoc="0" locked="0" layoutInCell="1" allowOverlap="1">
                  <wp:simplePos x="0" y="0"/>
                  <wp:positionH relativeFrom="page">
                    <wp:posOffset>766952</wp:posOffset>
                  </wp:positionH>
                  <wp:positionV relativeFrom="line">
                    <wp:posOffset>-142</wp:posOffset>
                  </wp:positionV>
                  <wp:extent cx="27432" cy="27432"/>
                  <wp:effectExtent l="0" t="0" r="0" b="0"/>
                  <wp:wrapNone/>
                  <wp:docPr id="248" name="Freeform 248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" w:hAnsi="Arial" w:cs="Arial"/>
                <w:i/>
                <w:iCs/>
                <w:color w:val="000000"/>
                <w:spacing w:val="-1"/>
                <w:sz w:val="14"/>
                <w:szCs w:val="14"/>
                <w:lang w:val="cs-CZ"/>
              </w:rPr>
              <w:t>č. (ozn.) dokumentu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 </w:t>
            </w:r>
            <w:r/>
            <w:r/>
          </w:p>
        </w:tc>
        <w:tc>
          <w:tcPr>
            <w:tcW w:w="998" w:type="dxa"/>
            <w:tcBorders>
              <w:left w:val="nil"/>
            </w:tcBorders>
          </w:tcPr>
          <w:p>
            <w:pPr>
              <w:rPr>
                <w:rFonts w:ascii="Times New Roman" w:hAnsi="Times New Roman" w:cs="Times New Roman"/>
                <w:color w:val="010302"/>
              </w:rPr>
              <w:spacing w:before="190" w:after="0" w:line="240" w:lineRule="auto"/>
              <w:ind w:left="326" w:right="-18" w:firstLine="0"/>
            </w:pPr>
            <w:r>
              <w:drawing>
                <wp:anchor simplePos="0" relativeHeight="251658976" behindDoc="0" locked="0" layoutInCell="1" allowOverlap="1">
                  <wp:simplePos x="0" y="0"/>
                  <wp:positionH relativeFrom="page">
                    <wp:posOffset>623539</wp:posOffset>
                  </wp:positionH>
                  <wp:positionV relativeFrom="line">
                    <wp:posOffset>-38589</wp:posOffset>
                  </wp:positionV>
                  <wp:extent cx="27432" cy="27432"/>
                  <wp:effectExtent l="0" t="0" r="0" b="0"/>
                  <wp:wrapNone/>
                  <wp:docPr id="249" name="Freeform 249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27432"/>
                          </a:xfrm>
                          <a:custGeom>
                            <a:rect l="l" t="t" r="r" b="b"/>
                            <a:pathLst>
                              <a:path w="27432" h="27432">
                                <a:moveTo>
                                  <a:pt x="0" y="27432"/>
                                </a:moveTo>
                                <a:lnTo>
                                  <a:pt x="27432" y="27432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  <w:drawing>
                <wp:anchor simplePos="0" relativeHeight="251658975" behindDoc="0" locked="0" layoutInCell="1" allowOverlap="1">
                  <wp:simplePos x="0" y="0"/>
                  <wp:positionH relativeFrom="page">
                    <wp:posOffset>623539</wp:posOffset>
                  </wp:positionH>
                  <wp:positionV relativeFrom="line">
                    <wp:posOffset>-11157</wp:posOffset>
                  </wp:positionV>
                  <wp:extent cx="27432" cy="1524"/>
                  <wp:effectExtent l="0" t="0" r="0" b="0"/>
                  <wp:wrapNone/>
                  <wp:docPr id="250" name="Freeform 250"/>
                  <wp:cNvGraphicFramePr/>
                  <a:graphic>
                    <a:graphicData uri="http://schemas.microsoft.com/office/word/2010/wordprocessingShape">
                      <wps:wsp>
                        <wps:cNvCnPr/>
                        <wps:spPr>
                          <a:xfrm rot="0" flipH="0" flipV="0">
                            <a:off x="0" y="0"/>
                            <a:ext cx="27432" cy="1524"/>
                          </a:xfrm>
                          <a:custGeom>
                            <a:rect l="l" t="t" r="r" b="b"/>
                            <a:pathLst>
                              <a:path w="27432" h="1524">
                                <a:moveTo>
                                  <a:pt x="0" y="1524"/>
                                </a:moveTo>
                                <a:lnTo>
                                  <a:pt x="27432" y="152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w:r>
            <w:r>
              <w:rPr baseline="0" dirty="0">
                <w:rFonts w:ascii="Arial Narrow" w:hAnsi="Arial Narrow" w:cs="Arial Narrow"/>
                <w:b/>
                <w:bCs/>
                <w:color w:val="000000"/>
                <w:sz w:val="28"/>
                <w:szCs w:val="28"/>
                <w:lang w:val="cs-CZ"/>
              </w:rPr>
              <w:t>D.2.1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 </w:t>
            </w:r>
            <w:r/>
            <w:r/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38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  <w:sectPr>
          <w:type w:val="continuous"/>
          <w:pgSz w:w="11906" w:h="16838"/>
          <w:pgMar w:top="343" w:right="500" w:bottom="275" w:left="500" w:header="708" w:footer="708" w:gutter="0"/>
          <w:docGrid w:linePitch="360"/>
        </w:sectPr>
      </w:pPr>
      <w:r>
        <w:drawing>
          <wp:anchor simplePos="0" relativeHeight="251658979" behindDoc="0" locked="0" layoutInCell="1" allowOverlap="1">
            <wp:simplePos x="0" y="0"/>
            <wp:positionH relativeFrom="page">
              <wp:posOffset>806500</wp:posOffset>
            </wp:positionH>
            <wp:positionV relativeFrom="page">
              <wp:posOffset>9896298</wp:posOffset>
            </wp:positionV>
            <wp:extent cx="6096" cy="6096"/>
            <wp:effectExtent l="0" t="0" r="0" b="0"/>
            <wp:wrapNone/>
            <wp:docPr id="251" name="Freeform 25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978" behindDoc="0" locked="0" layoutInCell="1" allowOverlap="1">
            <wp:simplePos x="0" y="0"/>
            <wp:positionH relativeFrom="page">
              <wp:posOffset>806500</wp:posOffset>
            </wp:positionH>
            <wp:positionV relativeFrom="page">
              <wp:posOffset>9896298</wp:posOffset>
            </wp:positionV>
            <wp:extent cx="6096" cy="6096"/>
            <wp:effectExtent l="0" t="0" r="0" b="0"/>
            <wp:wrapNone/>
            <wp:docPr id="252" name="Freeform 25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6096"/>
                          </a:moveTo>
                          <a:lnTo>
                            <a:pt x="6096" y="6096"/>
                          </a:lnTo>
                          <a:lnTo>
                            <a:pt x="6096" y="0"/>
                          </a:lnTo>
                          <a:lnTo>
                            <a:pt x="0" y="0"/>
                          </a:lnTo>
                          <a:lnTo>
                            <a:pt x="0" y="6096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983" behindDoc="0" locked="0" layoutInCell="1" allowOverlap="1">
            <wp:simplePos x="0" y="0"/>
            <wp:positionH relativeFrom="page">
              <wp:posOffset>1696466</wp:posOffset>
            </wp:positionH>
            <wp:positionV relativeFrom="page">
              <wp:posOffset>9896298</wp:posOffset>
            </wp:positionV>
            <wp:extent cx="27432" cy="27432"/>
            <wp:effectExtent l="0" t="0" r="0" b="0"/>
            <wp:wrapNone/>
            <wp:docPr id="253" name="Freeform 25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27432" cy="27432"/>
                    </a:xfrm>
                    <a:custGeom>
                      <a:rect l="l" t="t" r="r" b="b"/>
                      <a:pathLst>
                        <a:path w="27432" h="27432">
                          <a:moveTo>
                            <a:pt x="0" y="27432"/>
                          </a:moveTo>
                          <a:lnTo>
                            <a:pt x="27432" y="27432"/>
                          </a:lnTo>
                          <a:lnTo>
                            <a:pt x="27432" y="0"/>
                          </a:lnTo>
                          <a:lnTo>
                            <a:pt x="0" y="0"/>
                          </a:lnTo>
                          <a:lnTo>
                            <a:pt x="0" y="27432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982" behindDoc="0" locked="0" layoutInCell="1" allowOverlap="1">
            <wp:simplePos x="0" y="0"/>
            <wp:positionH relativeFrom="page">
              <wp:posOffset>1696466</wp:posOffset>
            </wp:positionH>
            <wp:positionV relativeFrom="page">
              <wp:posOffset>9896298</wp:posOffset>
            </wp:positionV>
            <wp:extent cx="27432" cy="27432"/>
            <wp:effectExtent l="0" t="0" r="0" b="0"/>
            <wp:wrapNone/>
            <wp:docPr id="254" name="Freeform 25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27432" cy="27432"/>
                    </a:xfrm>
                    <a:custGeom>
                      <a:rect l="l" t="t" r="r" b="b"/>
                      <a:pathLst>
                        <a:path w="27432" h="27432">
                          <a:moveTo>
                            <a:pt x="0" y="27432"/>
                          </a:moveTo>
                          <a:lnTo>
                            <a:pt x="27432" y="27432"/>
                          </a:lnTo>
                          <a:lnTo>
                            <a:pt x="27432" y="0"/>
                          </a:lnTo>
                          <a:lnTo>
                            <a:pt x="0" y="0"/>
                          </a:lnTo>
                          <a:lnTo>
                            <a:pt x="0" y="27432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986" behindDoc="0" locked="0" layoutInCell="1" allowOverlap="1">
            <wp:simplePos x="0" y="0"/>
            <wp:positionH relativeFrom="page">
              <wp:posOffset>5488813</wp:posOffset>
            </wp:positionH>
            <wp:positionV relativeFrom="page">
              <wp:posOffset>9896298</wp:posOffset>
            </wp:positionV>
            <wp:extent cx="27432" cy="27432"/>
            <wp:effectExtent l="0" t="0" r="0" b="0"/>
            <wp:wrapNone/>
            <wp:docPr id="255" name="Freeform 25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27432" cy="27432"/>
                    </a:xfrm>
                    <a:custGeom>
                      <a:rect l="l" t="t" r="r" b="b"/>
                      <a:pathLst>
                        <a:path w="27432" h="27432">
                          <a:moveTo>
                            <a:pt x="0" y="27432"/>
                          </a:moveTo>
                          <a:lnTo>
                            <a:pt x="27432" y="27432"/>
                          </a:lnTo>
                          <a:lnTo>
                            <a:pt x="27432" y="0"/>
                          </a:lnTo>
                          <a:lnTo>
                            <a:pt x="0" y="0"/>
                          </a:lnTo>
                          <a:lnTo>
                            <a:pt x="0" y="27432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990" behindDoc="0" locked="0" layoutInCell="1" allowOverlap="1">
            <wp:simplePos x="0" y="0"/>
            <wp:positionH relativeFrom="page">
              <wp:posOffset>7188707</wp:posOffset>
            </wp:positionH>
            <wp:positionV relativeFrom="page">
              <wp:posOffset>9896298</wp:posOffset>
            </wp:positionV>
            <wp:extent cx="27432" cy="27432"/>
            <wp:effectExtent l="0" t="0" r="0" b="0"/>
            <wp:wrapNone/>
            <wp:docPr id="256" name="Freeform 25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27432" cy="27432"/>
                    </a:xfrm>
                    <a:custGeom>
                      <a:rect l="l" t="t" r="r" b="b"/>
                      <a:pathLst>
                        <a:path w="27432" h="27432">
                          <a:moveTo>
                            <a:pt x="0" y="27432"/>
                          </a:moveTo>
                          <a:lnTo>
                            <a:pt x="27432" y="27432"/>
                          </a:lnTo>
                          <a:lnTo>
                            <a:pt x="27432" y="0"/>
                          </a:lnTo>
                          <a:lnTo>
                            <a:pt x="0" y="0"/>
                          </a:lnTo>
                          <a:lnTo>
                            <a:pt x="0" y="27432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989" behindDoc="0" locked="0" layoutInCell="1" allowOverlap="1">
            <wp:simplePos x="0" y="0"/>
            <wp:positionH relativeFrom="page">
              <wp:posOffset>7188707</wp:posOffset>
            </wp:positionH>
            <wp:positionV relativeFrom="page">
              <wp:posOffset>9896298</wp:posOffset>
            </wp:positionV>
            <wp:extent cx="27432" cy="27432"/>
            <wp:effectExtent l="0" t="0" r="0" b="0"/>
            <wp:wrapNone/>
            <wp:docPr id="257" name="Freeform 25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27432" cy="27432"/>
                    </a:xfrm>
                    <a:custGeom>
                      <a:rect l="l" t="t" r="r" b="b"/>
                      <a:pathLst>
                        <a:path w="27432" h="27432">
                          <a:moveTo>
                            <a:pt x="0" y="27432"/>
                          </a:moveTo>
                          <a:lnTo>
                            <a:pt x="27432" y="27432"/>
                          </a:lnTo>
                          <a:lnTo>
                            <a:pt x="27432" y="0"/>
                          </a:lnTo>
                          <a:lnTo>
                            <a:pt x="0" y="0"/>
                          </a:lnTo>
                          <a:lnTo>
                            <a:pt x="0" y="27432"/>
                          </a:lnTo>
                          <a:close/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br w:type="page"/>
      </w:r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9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58" name="Freeform 25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0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59" name="Freeform 25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2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0" name="Freeform 26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5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1" name="Freeform 26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4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2" name="Freeform 26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3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3" name="Freeform 26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1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4" name="Freeform 26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0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5" name="Freeform 26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9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6" name="Freeform 26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8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7" name="Freeform 26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1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8" name="Freeform 26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7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69" name="Freeform 26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6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70" name="Freeform 27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2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71" name="Freeform 27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8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272" name="Freeform 27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1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142748</wp:posOffset>
            </wp:positionV>
            <wp:extent cx="6835141" cy="180"/>
            <wp:effectExtent l="0" t="0" r="0" b="0"/>
            <wp:wrapNone/>
            <wp:docPr id="273" name="Freeform 27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198" w:lineRule="exact"/>
        <w:ind w:left="101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pacing w:val="-2"/>
          <w:sz w:val="16"/>
          <w:szCs w:val="16"/>
          <w:lang w:val="cs-CZ"/>
        </w:rPr>
        <w:t>Projekt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18" w:lineRule="exact"/>
        <w:ind w:left="101" w:right="11" w:firstLine="0"/>
        <w:jc w:val="both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Popis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Autor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Datum</w:t>
      </w:r>
      <w:r>
        <w:rPr>
          <w:rFonts w:ascii="Times New Roman" w:hAnsi="Times New Roman" w:cs="Times New Roman"/>
          <w:sz w:val="16"/>
          <w:szCs w:val="16"/>
        </w:rPr>
        <w:t> </w:t>
      </w:r>
      <w:r>
        <w:drawing>
          <wp:anchor simplePos="0" relativeHeight="251658243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486917</wp:posOffset>
            </wp:positionV>
            <wp:extent cx="6835141" cy="180"/>
            <wp:effectExtent l="0" t="0" r="0" b="0"/>
            <wp:wrapNone/>
            <wp:docPr id="274" name="Freeform 27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75" name="Freeform 27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76" name="Freeform 27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77" name="Freeform 27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78" name="Freeform 27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79" name="Freeform 27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0" name="Freeform 28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1" name="Freeform 28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2" name="Freeform 28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3" name="Freeform 28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4" name="Freeform 28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5" name="Freeform 28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6" name="Freeform 28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7" name="Freeform 28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8" name="Freeform 28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89" name="Freeform 28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0" name="Freeform 29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1" name="Freeform 29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2" name="Freeform 29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3" name="Freeform 29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4" name="Freeform 29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5" name="Freeform 29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6" name="Freeform 29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7" name="Freeform 29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8" name="Freeform 29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299" name="Freeform 29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0" name="Freeform 30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1" name="Freeform 30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2" name="Freeform 30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6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3" name="Freeform 30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4" name="Freeform 30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5" name="Freeform 30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6" name="Freeform 30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7" name="Freeform 30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8" name="Freeform 30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09" name="Freeform 30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0" name="Freeform 31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1" name="Freeform 31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2" name="Freeform 31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3" name="Freeform 31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4" name="Freeform 31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5" name="Freeform 31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6" name="Freeform 31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7" name="Freeform 31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8" name="Freeform 31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19" name="Freeform 31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0" name="Freeform 32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1" name="Freeform 32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2" name="Freeform 32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3" name="Freeform 32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2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4" name="Freeform 32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5" name="Freeform 32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6" name="Freeform 32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7" name="Freeform 32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8" name="Freeform 32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29" name="Freeform 32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30" name="Freeform 33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31" name="Freeform 33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32" name="Freeform 33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33" name="Freeform 33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7" behindDoc="1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665986</wp:posOffset>
            </wp:positionV>
            <wp:extent cx="1524" cy="1524"/>
            <wp:effectExtent l="0" t="0" r="0" b="0"/>
            <wp:wrapNone/>
            <wp:docPr id="334" name="Freeform 33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8" w:lineRule="exact"/>
        <w:ind w:left="0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Udr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ž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iteln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 revitalizace a resocializace lokality Medard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18" w:lineRule="exact"/>
        <w:ind w:left="0" w:right="2504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Objekt SO02 - ZSK</w:t>
      </w:r>
      <w:r>
        <w:rPr baseline="0" dirty="0">
          <w:rFonts w:ascii="DIN Pro Regular" w:hAnsi="DIN Pro Regular" w:cs="DIN Pro Regular"/>
          <w:color w:val="000000"/>
          <w:spacing w:val="-17"/>
          <w:sz w:val="16"/>
          <w:szCs w:val="16"/>
          <w:lang w:val="cs-CZ"/>
        </w:rPr>
        <w:t>Ř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BN+KK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09/2024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73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19" w:lineRule="exact"/>
        <w:ind w:left="0" w:right="-40" w:firstLine="0"/>
      </w:pPr>
      <w:r>
        <w:drawing>
          <wp:anchor simplePos="0" relativeHeight="251659083" behindDoc="0" locked="0" layoutInCell="1" allowOverlap="1">
            <wp:simplePos x="0" y="0"/>
            <wp:positionH relativeFrom="page">
              <wp:posOffset>3644900</wp:posOffset>
            </wp:positionH>
            <wp:positionV relativeFrom="line">
              <wp:posOffset>-39625</wp:posOffset>
            </wp:positionV>
            <wp:extent cx="3619500" cy="476250"/>
            <wp:effectExtent l="0" t="0" r="0" b="0"/>
            <wp:wrapNone/>
            <wp:docPr id="335" name="Freeform 33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3619500" cy="476250"/>
                    </a:xfrm>
                    <a:custGeom>
                      <a:rect l="l" t="t" r="r" b="b"/>
                      <a:pathLst>
                        <a:path w="3619500" h="476250">
                          <a:moveTo>
                            <a:pt x="0" y="476250"/>
                          </a:moveTo>
                          <a:lnTo>
                            <a:pt x="3619500" y="476250"/>
                          </a:lnTo>
                          <a:lnTo>
                            <a:pt x="3619500" y="0"/>
                          </a:lnTo>
                          <a:lnTo>
                            <a:pt x="0" y="0"/>
                          </a:lnTo>
                          <a:lnTo>
                            <a:pt x="0" y="476250"/>
                          </a:lnTo>
                          <a:close/>
                        </a:path>
                      </a:pathLst>
                    </a:custGeom>
                    <a:solidFill>
                      <a:srgbClr val="FFFFFF">
                        <a:alpha val="100000"/>
                      </a:srgbClr>
                    </a:solidFill>
                    <a:ln w="76200" cap="flat" cmpd="sng">
                      <a:solidFill>
                        <a:srgbClr val="FFFFFF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rodn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norma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rodn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dodatek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Organizace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87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2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139700</wp:posOffset>
            </wp:positionV>
            <wp:extent cx="6096" cy="6096"/>
            <wp:effectExtent l="0" t="0" r="0" b="0"/>
            <wp:wrapNone/>
            <wp:docPr id="336" name="Freeform 33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5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5"/>
                            <a:pt x="6096" y="3048"/>
                          </a:cubicBezTo>
                          <a:cubicBezTo>
                            <a:pt x="6096" y="4732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2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>
        <w:drawing>
          <wp:anchor simplePos="0" relativeHeight="251658247" behindDoc="0" locked="0" layoutInCell="1" allowOverlap="1">
            <wp:simplePos x="0" y="0"/>
            <wp:positionH relativeFrom="page">
              <wp:posOffset>6099047</wp:posOffset>
            </wp:positionH>
            <wp:positionV relativeFrom="line">
              <wp:posOffset>-115824</wp:posOffset>
            </wp:positionV>
            <wp:extent cx="1114044" cy="574548"/>
            <wp:effectExtent l="0" t="0" r="0" b="0"/>
            <wp:wrapNone/>
            <wp:docPr id="337" name="Picture 337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337" name="Picture 337"/>
                    <pic:cNvPicPr>
                      <a:picLocks noChangeAspect="0" noChangeArrowheads="1"/>
                    </pic:cNvPicPr>
                  </pic:nvPicPr>
                  <pic:blipFill>
                    <a:blip r:embed="rId3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114044" cy="574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EC - EN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708" w:space="150"/>
            <w:col w:w="4043" w:space="334"/>
            <w:col w:w="1267" w:space="148"/>
            <w:col w:w="1420" w:space="0"/>
          </w:cols>
          <w:docGrid w:linePitch="360"/>
        </w:sectPr>
        <w:spacing w:before="0" w:after="0" w:line="220" w:lineRule="exact"/>
        <w:ind w:left="0" w:right="-4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esk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CSN-EN NA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bpl-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esko s.r.o.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106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20" w:lineRule="exact"/>
        <w:ind w:left="46" w:right="0" w:firstLine="0"/>
      </w:pPr>
      <w:r>
        <w:drawing>
          <wp:anchor simplePos="0" relativeHeight="25165826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38" name="Freeform 33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39" name="Freeform 33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0" name="Freeform 34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1" name="Freeform 34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2" name="Freeform 34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3" name="Freeform 34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4" name="Freeform 34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5" name="Freeform 34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6" name="Freeform 34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7" name="Freeform 34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8" name="Freeform 34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49" name="Freeform 34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0" name="Freeform 35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1" name="Freeform 35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2" name="Freeform 35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3" name="Freeform 35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4" name="Freeform 35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5" name="Freeform 35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6" name="Freeform 35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7" name="Freeform 35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8" name="Freeform 35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59" name="Freeform 35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0" name="Freeform 36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1" name="Freeform 36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2" name="Freeform 36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3" name="Freeform 36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4" name="Freeform 36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5" name="Freeform 36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6" name="Freeform 36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7" name="Freeform 36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8" name="Freeform 36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69" name="Freeform 36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0" name="Freeform 37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1" name="Freeform 37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2" name="Freeform 37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3" name="Freeform 37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4" name="Freeform 37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5" name="Freeform 37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6" name="Freeform 37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7" name="Freeform 37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8" name="Freeform 37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79" name="Freeform 37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0" name="Freeform 38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1" name="Freeform 38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2" name="Freeform 38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3" name="Freeform 38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4" name="Freeform 38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5" name="Freeform 38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6" name="Freeform 38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7" name="Freeform 38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8" name="Freeform 38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89" name="Freeform 38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0" name="Freeform 39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1" name="Freeform 39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2" name="Freeform 39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3" name="Freeform 39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4" name="Freeform 39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5" name="Freeform 39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6" name="Freeform 39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7" name="Freeform 39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8" name="Freeform 39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399" name="Freeform 39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0" name="Freeform 40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1" name="Freeform 40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2" name="Freeform 40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3" name="Freeform 40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4" name="Freeform 40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5" name="Freeform 40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6" name="Freeform 40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7" name="Freeform 40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8" name="Freeform 40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09" name="Freeform 40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0" name="Freeform 41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1" name="Freeform 41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2" name="Freeform 41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3" name="Freeform 41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4" name="Freeform 41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5" name="Freeform 41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6" name="Freeform 41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7" name="Freeform 41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8" name="Freeform 41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19" name="Freeform 41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0" name="Freeform 42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1" name="Freeform 42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2" name="Freeform 42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3" name="Freeform 42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4" name="Freeform 42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5" name="Freeform 42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6" name="Freeform 42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7" name="Freeform 42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8" name="Freeform 42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29" name="Freeform 42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0" name="Freeform 43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1" name="Freeform 43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2" name="Freeform 43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3" name="Freeform 43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4" name="Freeform 43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5" name="Freeform 43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6" name="Freeform 43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7" name="Freeform 43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8" name="Freeform 43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39" name="Freeform 43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0" name="Freeform 44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1" name="Freeform 44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2" name="Freeform 44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3" name="Freeform 44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4" name="Freeform 44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5" name="Freeform 44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6" name="Freeform 44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7" name="Freeform 44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8" name="Freeform 44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6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49" name="Freeform 44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6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0" name="Freeform 45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1" name="Freeform 45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2" name="Freeform 45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3" name="Freeform 45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5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4" name="Freeform 45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5" name="Freeform 45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6" name="Freeform 45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7" name="Freeform 45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4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8" name="Freeform 45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59" name="Freeform 45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0" name="Freeform 46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1" name="Freeform 46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3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2" name="Freeform 46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3" name="Freeform 46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4" name="Freeform 46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5" name="Freeform 46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2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6" name="Freeform 46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7" name="Freeform 46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8" name="Freeform 46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69" name="Freeform 46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1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0" name="Freeform 47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1" name="Freeform 47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2" name="Freeform 47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3" name="Freeform 47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50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4" name="Freeform 47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5" name="Freeform 47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6" name="Freeform 47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7" name="Freeform 47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9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8" name="Freeform 47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79" name="Freeform 47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0" name="Freeform 48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1" name="Freeform 48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8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2" name="Freeform 48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3" name="Freeform 48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4" name="Freeform 48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5" name="Freeform 48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7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6" name="Freeform 48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7" name="Freeform 48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8" name="Freeform 48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6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89" name="Freeform 48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0" name="Freeform 49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1" name="Freeform 49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2" name="Freeform 49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3" name="Freeform 49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5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4" name="Freeform 49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5" name="Freeform 49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6" name="Freeform 49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7" name="Freeform 49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4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8" name="Freeform 49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499" name="Freeform 49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0" name="Freeform 50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1" name="Freeform 50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3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2" name="Freeform 50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3" name="Freeform 50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4" name="Freeform 50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5" name="Freeform 50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2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6" name="Freeform 50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7" name="Freeform 50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8" name="Freeform 50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09" name="Freeform 50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1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0" name="Freeform 51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1" name="Freeform 51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2" name="Freeform 51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3" name="Freeform 51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40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4" name="Freeform 51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5" name="Freeform 51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6" name="Freeform 51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7" name="Freeform 51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9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8" name="Freeform 51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19" name="Freeform 51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0" name="Freeform 52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1" name="Freeform 52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8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2" name="Freeform 52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3" name="Freeform 52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4" name="Freeform 52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5" name="Freeform 52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7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6" name="Freeform 52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7" name="Freeform 52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8" name="Freeform 52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29" name="Freeform 52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6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0" name="Freeform 53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1" name="Freeform 53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2" name="Freeform 53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3" name="Freeform 53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5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4" name="Freeform 53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5" name="Freeform 53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6" name="Freeform 53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7" name="Freeform 53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4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8" name="Freeform 53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39" name="Freeform 53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0" name="Freeform 54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1" name="Freeform 54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3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2" name="Freeform 54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3" name="Freeform 54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4" name="Freeform 54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5" name="Freeform 54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2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6" name="Freeform 54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7" name="Freeform 54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8" name="Freeform 54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49" name="Freeform 54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1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0" name="Freeform 55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1" name="Freeform 55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2" name="Freeform 55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3" name="Freeform 55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30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4" name="Freeform 55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5" name="Freeform 55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6" name="Freeform 55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7" name="Freeform 55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9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8" name="Freeform 55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59" name="Freeform 55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0" name="Freeform 56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1" name="Freeform 56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8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2" name="Freeform 56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3" name="Freeform 56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4" name="Freeform 56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5" name="Freeform 56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7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6" name="Freeform 56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7" name="Freeform 56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8" name="Freeform 56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69" name="Freeform 56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1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0" name="Freeform 57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5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1" name="Freeform 57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6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2" name="Freeform 57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8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3" name="Freeform 57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9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4" name="Freeform 57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0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5" name="Freeform 57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4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6" name="Freeform 57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3" behindDoc="1" locked="0" layoutInCell="1" allowOverlap="1">
            <wp:simplePos x="0" y="0"/>
            <wp:positionH relativeFrom="page">
              <wp:posOffset>358901</wp:posOffset>
            </wp:positionH>
            <wp:positionV relativeFrom="line">
              <wp:posOffset>499</wp:posOffset>
            </wp:positionV>
            <wp:extent cx="1524" cy="1524"/>
            <wp:effectExtent l="0" t="0" r="0" b="0"/>
            <wp:wrapNone/>
            <wp:docPr id="577" name="Freeform 57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4"/>
                    </a:xfrm>
                    <a:custGeom>
                      <a:rect l="l" t="t" r="r" b="b"/>
                      <a:pathLst>
                        <a:path w="1524" h="1524">
                          <a:moveTo>
                            <a:pt x="0" y="762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2"/>
                          </a:cubicBezTo>
                          <a:cubicBezTo>
                            <a:pt x="1524" y="1182"/>
                            <a:pt x="1183" y="1524"/>
                            <a:pt x="762" y="1524"/>
                          </a:cubicBezTo>
                          <a:cubicBezTo>
                            <a:pt x="342" y="1524"/>
                            <a:pt x="0" y="1182"/>
                            <a:pt x="0" y="762"/>
                          </a:cubicBezTo>
                          <a:close/>
                          <a:moveTo>
                            <a:pt x="0" y="762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ze</w:t>
      </w:r>
      <w:r>
        <w:rPr baseline="0" dirty="0">
          <w:rFonts w:ascii="DIN Pro Regular" w:hAnsi="DIN Pro Regular" w:cs="DIN Pro Regular"/>
          <w:color w:val="000000"/>
          <w:spacing w:val="-3"/>
          <w:sz w:val="18"/>
          <w:szCs w:val="18"/>
          <w:lang w:val="cs-CZ"/>
        </w:rPr>
        <w:t>v </w:t>
      </w:r>
      <w:r>
        <w:rPr baseline="0" dirty="0">
          <w:rFonts w:ascii="DIN Pro Regular" w:hAnsi="DIN Pro Regular" w:cs="DIN Pro Regular"/>
          <w:color w:val="000000"/>
          <w:spacing w:val="-1"/>
          <w:sz w:val="18"/>
          <w:szCs w:val="18"/>
          <w:lang w:val="cs-CZ"/>
        </w:rPr>
        <w:t> dokumentu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0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20" w:lineRule="exact"/>
        <w:ind w:left="285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2883026</wp:posOffset>
            </wp:positionH>
            <wp:positionV relativeFrom="line">
              <wp:posOffset>1270</wp:posOffset>
            </wp:positionV>
            <wp:extent cx="422987" cy="254485"/>
            <wp:effectExtent l="0" t="0" r="0" b="0"/>
            <wp:wrapNone/>
            <wp:docPr id="578" name="Freeform 57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3026" y="1270"/>
                      <a:ext cx="308687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S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13"/>
                            <w:sz w:val="18"/>
                            <w:szCs w:val="18"/>
                            <w:lang w:val="cs-CZ"/>
                          </w:rPr>
                          <w:t>O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02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2881122</wp:posOffset>
            </wp:positionH>
            <wp:positionV relativeFrom="line">
              <wp:posOffset>1270</wp:posOffset>
            </wp:positionV>
            <wp:extent cx="257611" cy="254485"/>
            <wp:effectExtent l="0" t="0" r="0" b="0"/>
            <wp:wrapNone/>
            <wp:docPr id="579" name="Freeform 57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1122" y="1270"/>
                      <a:ext cx="143311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SO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2877311</wp:posOffset>
            </wp:positionH>
            <wp:positionV relativeFrom="line">
              <wp:posOffset>1270</wp:posOffset>
            </wp:positionV>
            <wp:extent cx="257611" cy="254485"/>
            <wp:effectExtent l="0" t="0" r="0" b="0"/>
            <wp:wrapNone/>
            <wp:docPr id="580" name="Freeform 58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7311" y="1270"/>
                      <a:ext cx="143311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SO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2879216</wp:posOffset>
            </wp:positionH>
            <wp:positionV relativeFrom="line">
              <wp:posOffset>1270</wp:posOffset>
            </wp:positionV>
            <wp:extent cx="257611" cy="254485"/>
            <wp:effectExtent l="0" t="0" r="0" b="0"/>
            <wp:wrapNone/>
            <wp:docPr id="581" name="Freeform 58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9216" y="1270"/>
                      <a:ext cx="143311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SO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3072764</wp:posOffset>
            </wp:positionH>
            <wp:positionV relativeFrom="line">
              <wp:posOffset>1270</wp:posOffset>
            </wp:positionV>
            <wp:extent cx="235153" cy="254485"/>
            <wp:effectExtent l="0" t="0" r="0" b="0"/>
            <wp:wrapNone/>
            <wp:docPr id="582" name="Freeform 58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072764" y="1270"/>
                      <a:ext cx="120853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02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3076575</wp:posOffset>
            </wp:positionH>
            <wp:positionV relativeFrom="line">
              <wp:posOffset>1270</wp:posOffset>
            </wp:positionV>
            <wp:extent cx="1016328" cy="254485"/>
            <wp:effectExtent l="0" t="0" r="0" b="0"/>
            <wp:wrapNone/>
            <wp:docPr id="583" name="Freeform 58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076575" y="1270"/>
                      <a:ext cx="902028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0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13"/>
                            <w:sz w:val="18"/>
                            <w:szCs w:val="18"/>
                            <w:lang w:val="cs-CZ"/>
                          </w:rPr>
                          <w:t>2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4"/>
                            <w:sz w:val="18"/>
                            <w:szCs w:val="18"/>
                            <w:lang w:val="cs-CZ"/>
                          </w:rPr>
                          <w:t>-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HYGIENICK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pacing w:val="-10"/>
          <w:sz w:val="18"/>
          <w:szCs w:val="18"/>
          <w:lang w:val="cs-CZ"/>
        </w:rPr>
        <w:t>02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9" w:after="0" w:line="220" w:lineRule="exact"/>
        <w:ind w:left="0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2883026</wp:posOffset>
            </wp:positionH>
            <wp:positionV relativeFrom="line">
              <wp:posOffset>13335</wp:posOffset>
            </wp:positionV>
            <wp:extent cx="770630" cy="254485"/>
            <wp:effectExtent l="0" t="0" r="0" b="0"/>
            <wp:wrapNone/>
            <wp:docPr id="584" name="Freeform 58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3026" y="13335"/>
                      <a:ext cx="656330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D.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16"/>
                            <w:sz w:val="18"/>
                            <w:szCs w:val="18"/>
                            <w:lang w:val="cs-CZ"/>
                          </w:rPr>
                          <w:t>2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kladn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2877311</wp:posOffset>
            </wp:positionH>
            <wp:positionV relativeFrom="line">
              <wp:posOffset>13335</wp:posOffset>
            </wp:positionV>
            <wp:extent cx="283889" cy="254485"/>
            <wp:effectExtent l="0" t="0" r="0" b="0"/>
            <wp:wrapNone/>
            <wp:docPr id="585" name="Freeform 58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7311" y="13335"/>
                      <a:ext cx="169589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6"/>
                            <w:sz w:val="18"/>
                            <w:szCs w:val="18"/>
                            <w:lang w:val="cs-CZ"/>
                          </w:rPr>
                          <w:t>D.2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2879216</wp:posOffset>
            </wp:positionH>
            <wp:positionV relativeFrom="line">
              <wp:posOffset>13335</wp:posOffset>
            </wp:positionV>
            <wp:extent cx="283889" cy="254485"/>
            <wp:effectExtent l="0" t="0" r="0" b="0"/>
            <wp:wrapNone/>
            <wp:docPr id="586" name="Freeform 58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9216" y="13335"/>
                      <a:ext cx="169589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6"/>
                            <w:sz w:val="18"/>
                            <w:szCs w:val="18"/>
                            <w:lang w:val="cs-CZ"/>
                          </w:rPr>
                          <w:t>D.2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3105528</wp:posOffset>
            </wp:positionH>
            <wp:positionV relativeFrom="line">
              <wp:posOffset>13335</wp:posOffset>
            </wp:positionV>
            <wp:extent cx="551938" cy="254485"/>
            <wp:effectExtent l="0" t="0" r="0" b="0"/>
            <wp:wrapNone/>
            <wp:docPr id="587" name="Freeform 58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5528" y="13335"/>
                      <a:ext cx="437638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kladn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3103623</wp:posOffset>
            </wp:positionH>
            <wp:positionV relativeFrom="line">
              <wp:posOffset>13335</wp:posOffset>
            </wp:positionV>
            <wp:extent cx="551938" cy="254485"/>
            <wp:effectExtent l="0" t="0" r="0" b="0"/>
            <wp:wrapNone/>
            <wp:docPr id="588" name="Freeform 58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3623" y="13335"/>
                      <a:ext cx="437638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kladn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pacing w:val="-6"/>
          <w:sz w:val="18"/>
          <w:szCs w:val="18"/>
          <w:lang w:val="cs-CZ"/>
        </w:rPr>
        <w:t>D.2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0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tabs>
          <w:tab w:val="left" w:pos="1184"/>
        </w:tabs>
        <w:spacing w:before="0" w:after="0" w:line="220" w:lineRule="exact"/>
        <w:ind w:left="0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3327271</wp:posOffset>
            </wp:positionH>
            <wp:positionV relativeFrom="line">
              <wp:posOffset>0</wp:posOffset>
            </wp:positionV>
            <wp:extent cx="767535" cy="254485"/>
            <wp:effectExtent l="0" t="0" r="0" b="0"/>
            <wp:wrapNone/>
            <wp:docPr id="589" name="Freeform 58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327271" y="0"/>
                      <a:ext cx="653235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HYGIENICK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9"/>
                            <w:sz w:val="18"/>
                            <w:szCs w:val="18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3329176</wp:posOffset>
            </wp:positionH>
            <wp:positionV relativeFrom="line">
              <wp:posOffset>0</wp:posOffset>
            </wp:positionV>
            <wp:extent cx="767535" cy="254485"/>
            <wp:effectExtent l="0" t="0" r="0" b="0"/>
            <wp:wrapNone/>
            <wp:docPr id="590" name="Freeform 59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329176" y="0"/>
                      <a:ext cx="653235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HYGIENICK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9"/>
                            <w:sz w:val="18"/>
                            <w:szCs w:val="18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4085081</wp:posOffset>
            </wp:positionH>
            <wp:positionV relativeFrom="line">
              <wp:posOffset>0</wp:posOffset>
            </wp:positionV>
            <wp:extent cx="508411" cy="254485"/>
            <wp:effectExtent l="0" t="0" r="0" b="0"/>
            <wp:wrapNone/>
            <wp:docPr id="591" name="Freeform 59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085081" y="0"/>
                      <a:ext cx="394111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ZEM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4086986</wp:posOffset>
            </wp:positionH>
            <wp:positionV relativeFrom="line">
              <wp:posOffset>0</wp:posOffset>
            </wp:positionV>
            <wp:extent cx="508411" cy="254485"/>
            <wp:effectExtent l="0" t="0" r="0" b="0"/>
            <wp:wrapNone/>
            <wp:docPr id="592" name="Freeform 59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086986" y="0"/>
                      <a:ext cx="394111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ZEM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4222079</wp:posOffset>
            </wp:positionH>
            <wp:positionV relativeFrom="line">
              <wp:posOffset>0</wp:posOffset>
            </wp:positionV>
            <wp:extent cx="679562" cy="254485"/>
            <wp:effectExtent l="0" t="0" r="0" b="0"/>
            <wp:wrapNone/>
            <wp:docPr id="593" name="Freeform 59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222079" y="0"/>
                      <a:ext cx="565262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ZEM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9"/>
                            <w:sz w:val="18"/>
                            <w:szCs w:val="18"/>
                            <w:lang w:val="cs-CZ"/>
                          </w:rPr>
                          <w:t>Í 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6"/>
                            <w:sz w:val="18"/>
                            <w:szCs w:val="18"/>
                            <w:lang w:val="cs-CZ"/>
                          </w:rPr>
                          <w:t>P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01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4668392</wp:posOffset>
            </wp:positionH>
            <wp:positionV relativeFrom="line">
              <wp:posOffset>0</wp:posOffset>
            </wp:positionV>
            <wp:extent cx="235153" cy="254485"/>
            <wp:effectExtent l="0" t="0" r="0" b="0"/>
            <wp:wrapNone/>
            <wp:docPr id="594" name="Freeform 59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668392" y="0"/>
                      <a:ext cx="120853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01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4670297</wp:posOffset>
            </wp:positionH>
            <wp:positionV relativeFrom="line">
              <wp:posOffset>0</wp:posOffset>
            </wp:positionV>
            <wp:extent cx="235153" cy="254485"/>
            <wp:effectExtent l="0" t="0" r="0" b="0"/>
            <wp:wrapNone/>
            <wp:docPr id="595" name="Freeform 59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670297" y="0"/>
                      <a:ext cx="120853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01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4672203</wp:posOffset>
            </wp:positionH>
            <wp:positionV relativeFrom="line">
              <wp:posOffset>0</wp:posOffset>
            </wp:positionV>
            <wp:extent cx="235153" cy="254485"/>
            <wp:effectExtent l="0" t="0" r="0" b="0"/>
            <wp:wrapNone/>
            <wp:docPr id="596" name="Freeform 59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672203" y="0"/>
                      <a:ext cx="120853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9"/>
                            <w:sz w:val="18"/>
                            <w:szCs w:val="18"/>
                            <w:lang w:val="cs-CZ"/>
                          </w:rPr>
                          <w:t>01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HYGIENICK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É	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Z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ZEM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Í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9" w:after="0" w:line="220" w:lineRule="exact"/>
        <w:ind w:left="441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3230780</wp:posOffset>
            </wp:positionH>
            <wp:positionV relativeFrom="line">
              <wp:posOffset>12065</wp:posOffset>
            </wp:positionV>
            <wp:extent cx="960833" cy="254485"/>
            <wp:effectExtent l="0" t="0" r="0" b="0"/>
            <wp:wrapNone/>
            <wp:docPr id="597" name="Freeform 59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230780" y="12065"/>
                      <a:ext cx="846533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kladn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8"/>
                            <w:sz w:val="18"/>
                            <w:szCs w:val="18"/>
                            <w:lang w:val="cs-CZ"/>
                          </w:rPr>
                          <w:t>í 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stavebn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ě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3619880</wp:posOffset>
            </wp:positionH>
            <wp:positionV relativeFrom="line">
              <wp:posOffset>12065</wp:posOffset>
            </wp:positionV>
            <wp:extent cx="573638" cy="254485"/>
            <wp:effectExtent l="0" t="0" r="0" b="0"/>
            <wp:wrapNone/>
            <wp:docPr id="598" name="Freeform 59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19880" y="12065"/>
                      <a:ext cx="459338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stavebn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9"/>
                            <w:sz w:val="18"/>
                            <w:szCs w:val="18"/>
                            <w:lang w:val="cs-CZ"/>
                          </w:rPr>
                          <w:t>ě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3621785</wp:posOffset>
            </wp:positionH>
            <wp:positionV relativeFrom="line">
              <wp:posOffset>12065</wp:posOffset>
            </wp:positionV>
            <wp:extent cx="573638" cy="254485"/>
            <wp:effectExtent l="0" t="0" r="0" b="0"/>
            <wp:wrapNone/>
            <wp:docPr id="599" name="Freeform 59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21785" y="12065"/>
                      <a:ext cx="459338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stavebn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9"/>
                            <w:sz w:val="18"/>
                            <w:szCs w:val="18"/>
                            <w:lang w:val="cs-CZ"/>
                          </w:rPr>
                          <w:t>ě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4162425</wp:posOffset>
            </wp:positionH>
            <wp:positionV relativeFrom="line">
              <wp:posOffset>12065</wp:posOffset>
            </wp:positionV>
            <wp:extent cx="725399" cy="254485"/>
            <wp:effectExtent l="0" t="0" r="0" b="0"/>
            <wp:wrapNone/>
            <wp:docPr id="600" name="Freeform 60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162425" y="12065"/>
                      <a:ext cx="611099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konstruk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č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4164329</wp:posOffset>
            </wp:positionH>
            <wp:positionV relativeFrom="line">
              <wp:posOffset>12065</wp:posOffset>
            </wp:positionV>
            <wp:extent cx="725399" cy="254485"/>
            <wp:effectExtent l="0" t="0" r="0" b="0"/>
            <wp:wrapNone/>
            <wp:docPr id="601" name="Freeform 60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164329" y="12065"/>
                      <a:ext cx="611099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konstruk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č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4166235</wp:posOffset>
            </wp:positionH>
            <wp:positionV relativeFrom="line">
              <wp:posOffset>12065</wp:posOffset>
            </wp:positionV>
            <wp:extent cx="725398" cy="254485"/>
            <wp:effectExtent l="0" t="0" r="0" b="0"/>
            <wp:wrapNone/>
            <wp:docPr id="602" name="Freeform 60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166235" y="12065"/>
                      <a:ext cx="611098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konstruk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č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stavebn</w:t>
      </w:r>
      <w:r>
        <w:rPr baseline="0" dirty="0">
          <w:rFonts w:ascii="DIN Pro Regular" w:hAnsi="DIN Pro Regular" w:cs="DIN Pro Regular"/>
          <w:color w:val="000000"/>
          <w:spacing w:val="11"/>
          <w:sz w:val="18"/>
          <w:szCs w:val="18"/>
          <w:lang w:val="cs-CZ"/>
        </w:rPr>
        <w:t>ě  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konstruk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í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69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20" w:lineRule="exact"/>
        <w:ind w:left="-80" w:right="40" w:firstLine="0"/>
        <w:jc w:val="right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4874513</wp:posOffset>
            </wp:positionH>
            <wp:positionV relativeFrom="line">
              <wp:posOffset>1270</wp:posOffset>
            </wp:positionV>
            <wp:extent cx="435482" cy="254485"/>
            <wp:effectExtent l="0" t="0" r="0" b="0"/>
            <wp:wrapNone/>
            <wp:docPr id="603" name="Freeform 60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874513" y="1270"/>
                      <a:ext cx="321182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ř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e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4876419</wp:posOffset>
            </wp:positionH>
            <wp:positionV relativeFrom="line">
              <wp:posOffset>1270</wp:posOffset>
            </wp:positionV>
            <wp:extent cx="435482" cy="254485"/>
            <wp:effectExtent l="0" t="0" r="0" b="0"/>
            <wp:wrapNone/>
            <wp:docPr id="604" name="Freeform 60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876419" y="1270"/>
                      <a:ext cx="321182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ř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e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5043924</wp:posOffset>
            </wp:positionH>
            <wp:positionV relativeFrom="line">
              <wp:posOffset>1270</wp:posOffset>
            </wp:positionV>
            <wp:extent cx="269882" cy="254485"/>
            <wp:effectExtent l="0" t="0" r="0" b="0"/>
            <wp:wrapNone/>
            <wp:docPr id="605" name="Freeform 60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5043924" y="1270"/>
                      <a:ext cx="155582" cy="14018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20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8"/>
                            <w:szCs w:val="18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0"/>
                            <w:sz w:val="18"/>
                            <w:szCs w:val="18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e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š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-11"/>
          <w:sz w:val="18"/>
          <w:szCs w:val="18"/>
          <w:lang w:val="cs-CZ"/>
        </w:rPr>
        <w:t>í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4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59056</wp:posOffset>
            </wp:positionV>
            <wp:extent cx="6096" cy="6096"/>
            <wp:effectExtent l="0" t="0" r="0" b="0"/>
            <wp:wrapNone/>
            <wp:docPr id="606" name="Freeform 60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5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5"/>
                            <a:pt x="6096" y="3048"/>
                          </a:cubicBezTo>
                          <a:cubicBezTo>
                            <a:pt x="6096" y="4732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2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after="69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5" w:space="0" w:equalWidth="0">
            <w:col w:w="1605" w:space="2431"/>
            <w:col w:w="535" w:space="173"/>
            <w:col w:w="2308" w:space="116"/>
            <w:col w:w="548" w:space="68"/>
            <w:col w:w="519" w:space="0"/>
          </w:cols>
          <w:docGrid w:linePitch="360"/>
        </w:sectPr>
        <w:spacing w:before="0" w:after="0" w:line="220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pacing w:val="-1"/>
          <w:sz w:val="18"/>
          <w:szCs w:val="18"/>
          <w:lang w:val="cs-CZ"/>
        </w:rPr>
        <w:t>- DSP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22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Zpracoval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220" w:after="0" w:line="201" w:lineRule="exact"/>
        <w:ind w:left="0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2883039</wp:posOffset>
            </wp:positionH>
            <wp:positionV relativeFrom="line">
              <wp:posOffset>144780</wp:posOffset>
            </wp:positionV>
            <wp:extent cx="584772" cy="242535"/>
            <wp:effectExtent l="0" t="0" r="0" b="0"/>
            <wp:wrapNone/>
            <wp:docPr id="607" name="Freeform 60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3039" y="144780"/>
                      <a:ext cx="470472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Ing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15"/>
                            <w:sz w:val="16"/>
                            <w:szCs w:val="16"/>
                            <w:lang w:val="cs-CZ"/>
                          </w:rPr>
                          <w:t>.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Boris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2877324</wp:posOffset>
            </wp:positionH>
            <wp:positionV relativeFrom="line">
              <wp:posOffset>144780</wp:posOffset>
            </wp:positionV>
            <wp:extent cx="289764" cy="242535"/>
            <wp:effectExtent l="0" t="0" r="0" b="0"/>
            <wp:wrapNone/>
            <wp:docPr id="608" name="Freeform 60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7324" y="144780"/>
                      <a:ext cx="17546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3"/>
                            <w:sz w:val="16"/>
                            <w:szCs w:val="16"/>
                            <w:lang w:val="cs-CZ"/>
                          </w:rPr>
                          <w:t>Ing.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2879229</wp:posOffset>
            </wp:positionH>
            <wp:positionV relativeFrom="line">
              <wp:posOffset>144780</wp:posOffset>
            </wp:positionV>
            <wp:extent cx="289764" cy="242535"/>
            <wp:effectExtent l="0" t="0" r="0" b="0"/>
            <wp:wrapNone/>
            <wp:docPr id="609" name="Freeform 60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9229" y="144780"/>
                      <a:ext cx="17546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3"/>
                            <w:sz w:val="16"/>
                            <w:szCs w:val="16"/>
                            <w:lang w:val="cs-CZ"/>
                          </w:rPr>
                          <w:t>Ing.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Ing.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3" w:space="0" w:equalWidth="0">
            <w:col w:w="829" w:space="3207"/>
            <w:col w:w="316" w:space="41"/>
            <w:col w:w="1106" w:space="0"/>
          </w:cols>
          <w:docGrid w:linePitch="360"/>
        </w:sectPr>
        <w:spacing w:before="220" w:after="0" w:line="201" w:lineRule="exact"/>
        <w:ind w:left="0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3104769</wp:posOffset>
            </wp:positionH>
            <wp:positionV relativeFrom="line">
              <wp:posOffset>139700</wp:posOffset>
            </wp:positionV>
            <wp:extent cx="364947" cy="242535"/>
            <wp:effectExtent l="0" t="0" r="0" b="0"/>
            <wp:wrapNone/>
            <wp:docPr id="610" name="Freeform 61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4769" y="139700"/>
                      <a:ext cx="250647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"/>
                            <w:sz w:val="16"/>
                            <w:szCs w:val="16"/>
                            <w:lang w:val="cs-CZ"/>
                          </w:rPr>
                          <w:t>Boris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3106674</wp:posOffset>
            </wp:positionH>
            <wp:positionV relativeFrom="line">
              <wp:posOffset>139700</wp:posOffset>
            </wp:positionV>
            <wp:extent cx="364947" cy="242535"/>
            <wp:effectExtent l="0" t="0" r="0" b="0"/>
            <wp:wrapNone/>
            <wp:docPr id="611" name="Freeform 61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6674" y="139700"/>
                      <a:ext cx="250647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"/>
                            <w:sz w:val="16"/>
                            <w:szCs w:val="16"/>
                            <w:lang w:val="cs-CZ"/>
                          </w:rPr>
                          <w:t>Boris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3414140</wp:posOffset>
            </wp:positionH>
            <wp:positionV relativeFrom="line">
              <wp:posOffset>139700</wp:posOffset>
            </wp:positionV>
            <wp:extent cx="488101" cy="242535"/>
            <wp:effectExtent l="0" t="0" r="0" b="0"/>
            <wp:wrapNone/>
            <wp:docPr id="612" name="Freeform 61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414140" y="139700"/>
                      <a:ext cx="37380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Navr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5"/>
                            <w:sz w:val="16"/>
                            <w:szCs w:val="16"/>
                            <w:lang w:val="cs-CZ"/>
                          </w:rPr>
                          <w:t>til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3416045</wp:posOffset>
            </wp:positionH>
            <wp:positionV relativeFrom="line">
              <wp:posOffset>139700</wp:posOffset>
            </wp:positionV>
            <wp:extent cx="488101" cy="242535"/>
            <wp:effectExtent l="0" t="0" r="0" b="0"/>
            <wp:wrapNone/>
            <wp:docPr id="613" name="Freeform 61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416045" y="139700"/>
                      <a:ext cx="37380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Navr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5"/>
                            <w:sz w:val="16"/>
                            <w:szCs w:val="16"/>
                            <w:lang w:val="cs-CZ"/>
                          </w:rPr>
                          <w:t>til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2877311</wp:posOffset>
            </wp:positionH>
            <wp:positionV relativeFrom="line">
              <wp:posOffset>139700</wp:posOffset>
            </wp:positionV>
            <wp:extent cx="1028740" cy="279282"/>
            <wp:effectExtent l="0" t="0" r="0" b="0"/>
            <wp:wrapNone/>
            <wp:docPr id="614" name="Freeform 61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7311" y="139700"/>
                      <a:ext cx="914440" cy="164982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tabs>
                            <w:tab w:val="left" w:pos="851"/>
                          </w:tabs>
                          <w:spacing w:before="0" w:after="0" w:line="259" w:lineRule="exact"/>
                          <w:ind w:left="0" w:right="0" w:firstLine="0"/>
                          <w:jc w:val="right"/>
                        </w:pPr>
                        <w:r>
                          <w:rPr baseline="-6" dirty="0">
                            <w:rFonts w:ascii="DIN Pro Regular" w:hAnsi="DIN Pro Regular" w:cs="DIN Pro Regular"/>
                            <w:color w:val="000000"/>
                            <w:position w:val="-6"/>
                            <w:sz w:val="12"/>
                            <w:szCs w:val="12"/>
                            <w:lang w:val="cs-CZ"/>
                          </w:rPr>
                          <w:t> 	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Navr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5"/>
                            <w:sz w:val="16"/>
                            <w:szCs w:val="16"/>
                            <w:lang w:val="cs-CZ"/>
                          </w:rPr>
                          <w:t>til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Bori</w:t>
      </w:r>
      <w:r>
        <w:rPr baseline="0" dirty="0">
          <w:rFonts w:ascii="DIN Pro Regular" w:hAnsi="DIN Pro Regular" w:cs="DIN Pro Regular"/>
          <w:color w:val="000000"/>
          <w:spacing w:val="1"/>
          <w:sz w:val="16"/>
          <w:szCs w:val="16"/>
          <w:lang w:val="cs-CZ"/>
        </w:rPr>
        <w:t>s 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Navr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til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151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Datum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20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sl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jm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no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projektu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69" w:after="0" w:line="147" w:lineRule="exact"/>
        <w:ind w:left="0" w:right="0" w:firstLine="0"/>
      </w:pPr>
      <w:r>
        <w:drawing>
          <wp:anchor simplePos="0" relativeHeight="251659081" behindDoc="0" locked="0" layoutInCell="1" allowOverlap="1">
            <wp:simplePos x="0" y="0"/>
            <wp:positionH relativeFrom="page">
              <wp:posOffset>2762250</wp:posOffset>
            </wp:positionH>
            <wp:positionV relativeFrom="line">
              <wp:posOffset>72516</wp:posOffset>
            </wp:positionV>
            <wp:extent cx="2343150" cy="285750"/>
            <wp:effectExtent l="0" t="0" r="0" b="0"/>
            <wp:wrapNone/>
            <wp:docPr id="615" name="Freeform 61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2343150" cy="285750"/>
                    </a:xfrm>
                    <a:custGeom>
                      <a:rect l="l" t="t" r="r" b="b"/>
                      <a:pathLst>
                        <a:path w="2343150" h="285750">
                          <a:moveTo>
                            <a:pt x="0" y="285750"/>
                          </a:moveTo>
                          <a:lnTo>
                            <a:pt x="2343150" y="285750"/>
                          </a:lnTo>
                          <a:lnTo>
                            <a:pt x="2343150" y="0"/>
                          </a:lnTo>
                          <a:lnTo>
                            <a:pt x="0" y="0"/>
                          </a:lnTo>
                          <a:lnTo>
                            <a:pt x="0" y="285750"/>
                          </a:lnTo>
                          <a:close/>
                        </a:path>
                      </a:pathLst>
                    </a:custGeom>
                    <a:solidFill>
                      <a:srgbClr val="FFFFFF">
                        <a:alpha val="100000"/>
                      </a:srgbClr>
                    </a:solidFill>
                    <a:ln w="76200" cap="flat" cmpd="sng">
                      <a:solidFill>
                        <a:srgbClr val="FFFFFF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bpl-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esk</w:t>
      </w:r>
      <w:r>
        <w:rPr baseline="0" dirty="0">
          <w:rFonts w:ascii="DIN Pro Regular" w:hAnsi="DIN Pro Regular" w:cs="DIN Pro Regular"/>
          <w:color w:val="000000"/>
          <w:spacing w:val="6"/>
          <w:sz w:val="12"/>
          <w:szCs w:val="12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 s.r.o.</w:t>
      </w:r>
      <w:r>
        <w:rPr>
          <w:rFonts w:ascii="Times New Roman" w:hAnsi="Times New Roman" w:cs="Times New Roman"/>
          <w:sz w:val="12"/>
          <w:szCs w:val="12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158" w:lineRule="exact"/>
        <w:ind w:left="0" w:right="555" w:firstLine="0"/>
      </w:pPr>
      <w:r/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U Elektr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rn</w:t>
      </w:r>
      <w:r>
        <w:rPr baseline="0" dirty="0">
          <w:rFonts w:ascii="DIN Pro Regular" w:hAnsi="DIN Pro Regular" w:cs="DIN Pro Regular"/>
          <w:color w:val="000000"/>
          <w:spacing w:val="9"/>
          <w:sz w:val="12"/>
          <w:szCs w:val="12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 12 | 370 01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esk</w:t>
      </w:r>
      <w:r>
        <w:rPr baseline="0" dirty="0">
          <w:rFonts w:ascii="DIN Pro Regular" w:hAnsi="DIN Pro Regular" w:cs="DIN Pro Regular"/>
          <w:color w:val="000000"/>
          <w:spacing w:val="-1"/>
          <w:sz w:val="12"/>
          <w:szCs w:val="12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 Bud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pacing w:val="-3"/>
          <w:sz w:val="12"/>
          <w:szCs w:val="12"/>
          <w:lang w:val="cs-CZ"/>
        </w:rPr>
        <w:t>jovice</w:t>
      </w:r>
      <w:r>
        <w:rPr>
          <w:rFonts w:ascii="Times New Roman" w:hAnsi="Times New Roman" w:cs="Times New Roman"/>
          <w:sz w:val="12"/>
          <w:szCs w:val="12"/>
        </w:rPr>
        <w:t> </w:t>
      </w:r>
      <w:r/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Wuchterlov</w:t>
      </w:r>
      <w:r>
        <w:rPr baseline="0" dirty="0">
          <w:rFonts w:ascii="DIN Pro Regular" w:hAnsi="DIN Pro Regular" w:cs="DIN Pro Regular"/>
          <w:color w:val="000000"/>
          <w:spacing w:val="12"/>
          <w:sz w:val="12"/>
          <w:szCs w:val="12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 556/</w:t>
      </w:r>
      <w:r>
        <w:rPr baseline="0" dirty="0">
          <w:rFonts w:ascii="DIN Pro Regular" w:hAnsi="DIN Pro Regular" w:cs="DIN Pro Regular"/>
          <w:color w:val="000000"/>
          <w:spacing w:val="-2"/>
          <w:sz w:val="12"/>
          <w:szCs w:val="12"/>
          <w:lang w:val="cs-CZ"/>
        </w:rPr>
        <w:t>7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 | 160 0</w:t>
      </w:r>
      <w:r>
        <w:rPr baseline="0" dirty="0">
          <w:rFonts w:ascii="DIN Pro Regular" w:hAnsi="DIN Pro Regular" w:cs="DIN Pro Regular"/>
          <w:color w:val="000000"/>
          <w:spacing w:val="6"/>
          <w:sz w:val="12"/>
          <w:szCs w:val="12"/>
          <w:lang w:val="cs-CZ"/>
        </w:rPr>
        <w:t>0  </w:t>
      </w:r>
      <w:r>
        <w:rPr baseline="0" dirty="0">
          <w:rFonts w:ascii="DIN Pro Regular" w:hAnsi="DIN Pro Regular" w:cs="DIN Pro Regular"/>
          <w:color w:val="000000"/>
          <w:sz w:val="12"/>
          <w:szCs w:val="12"/>
          <w:lang w:val="cs-CZ"/>
        </w:rPr>
        <w:t>Praha</w:t>
      </w:r>
      <w:r>
        <w:rPr>
          <w:rFonts w:ascii="Times New Roman" w:hAnsi="Times New Roman" w:cs="Times New Roman"/>
          <w:sz w:val="12"/>
          <w:szCs w:val="12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7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09/2024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20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tabs>
          <w:tab w:val="left" w:pos="1875"/>
        </w:tabs>
        <w:spacing w:before="0" w:after="0" w:line="201" w:lineRule="exact"/>
        <w:ind w:left="889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2883026</wp:posOffset>
            </wp:positionH>
            <wp:positionV relativeFrom="line">
              <wp:posOffset>0</wp:posOffset>
            </wp:positionV>
            <wp:extent cx="1215795" cy="242535"/>
            <wp:effectExtent l="0" t="0" r="0" b="0"/>
            <wp:wrapNone/>
            <wp:docPr id="616" name="Freeform 61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3026" y="0"/>
                      <a:ext cx="1101495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tabs>
                            <w:tab w:val="left" w:pos="891"/>
                          </w:tabs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Udr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iteln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	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revitalizace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2879216</wp:posOffset>
            </wp:positionH>
            <wp:positionV relativeFrom="line">
              <wp:posOffset>0</wp:posOffset>
            </wp:positionV>
            <wp:extent cx="601830" cy="242535"/>
            <wp:effectExtent l="0" t="0" r="0" b="0"/>
            <wp:wrapNone/>
            <wp:docPr id="617" name="Freeform 61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9216" y="0"/>
                      <a:ext cx="487530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Udr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iteln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7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2877311</wp:posOffset>
            </wp:positionH>
            <wp:positionV relativeFrom="line">
              <wp:posOffset>0</wp:posOffset>
            </wp:positionV>
            <wp:extent cx="601830" cy="242535"/>
            <wp:effectExtent l="0" t="0" r="0" b="0"/>
            <wp:wrapNone/>
            <wp:docPr id="618" name="Freeform 61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7311" y="0"/>
                      <a:ext cx="487530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Udr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iteln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7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2881122</wp:posOffset>
            </wp:positionH>
            <wp:positionV relativeFrom="line">
              <wp:posOffset>0</wp:posOffset>
            </wp:positionV>
            <wp:extent cx="601829" cy="242535"/>
            <wp:effectExtent l="0" t="0" r="0" b="0"/>
            <wp:wrapNone/>
            <wp:docPr id="619" name="Freeform 61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1122" y="0"/>
                      <a:ext cx="487529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Udr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iteln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7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3450716</wp:posOffset>
            </wp:positionH>
            <wp:positionV relativeFrom="line">
              <wp:posOffset>0</wp:posOffset>
            </wp:positionV>
            <wp:extent cx="650010" cy="242535"/>
            <wp:effectExtent l="0" t="0" r="0" b="0"/>
            <wp:wrapNone/>
            <wp:docPr id="620" name="Freeform 62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450716" y="0"/>
                      <a:ext cx="535710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revitalizace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3452621</wp:posOffset>
            </wp:positionH>
            <wp:positionV relativeFrom="line">
              <wp:posOffset>0</wp:posOffset>
            </wp:positionV>
            <wp:extent cx="650010" cy="242535"/>
            <wp:effectExtent l="0" t="0" r="0" b="0"/>
            <wp:wrapNone/>
            <wp:docPr id="621" name="Freeform 62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452621" y="0"/>
                      <a:ext cx="535710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revitalizace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4168520</wp:posOffset>
            </wp:positionH>
            <wp:positionV relativeFrom="line">
              <wp:posOffset>0</wp:posOffset>
            </wp:positionV>
            <wp:extent cx="728053" cy="242535"/>
            <wp:effectExtent l="0" t="0" r="0" b="0"/>
            <wp:wrapNone/>
            <wp:docPr id="622" name="Freeform 62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168520" y="0"/>
                      <a:ext cx="613753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resocializace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4170425</wp:posOffset>
            </wp:positionH>
            <wp:positionV relativeFrom="line">
              <wp:posOffset>0</wp:posOffset>
            </wp:positionV>
            <wp:extent cx="728053" cy="242535"/>
            <wp:effectExtent l="0" t="0" r="0" b="0"/>
            <wp:wrapNone/>
            <wp:docPr id="623" name="Freeform 62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170425" y="0"/>
                      <a:ext cx="613753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resocializace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4172330</wp:posOffset>
            </wp:positionH>
            <wp:positionV relativeFrom="line">
              <wp:posOffset>0</wp:posOffset>
            </wp:positionV>
            <wp:extent cx="728053" cy="242535"/>
            <wp:effectExtent l="0" t="0" r="0" b="0"/>
            <wp:wrapNone/>
            <wp:docPr id="624" name="Freeform 62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172330" y="0"/>
                      <a:ext cx="613753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resocializace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revitalizace	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resocializace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4883657</wp:posOffset>
            </wp:positionH>
            <wp:positionV relativeFrom="line">
              <wp:posOffset>5080</wp:posOffset>
            </wp:positionV>
            <wp:extent cx="454321" cy="242535"/>
            <wp:effectExtent l="0" t="0" r="0" b="0"/>
            <wp:wrapNone/>
            <wp:docPr id="625" name="Freeform 62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883657" y="5080"/>
                      <a:ext cx="34002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lokality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4881752</wp:posOffset>
            </wp:positionH>
            <wp:positionV relativeFrom="line">
              <wp:posOffset>5080</wp:posOffset>
            </wp:positionV>
            <wp:extent cx="454321" cy="242535"/>
            <wp:effectExtent l="0" t="0" r="0" b="0"/>
            <wp:wrapNone/>
            <wp:docPr id="626" name="Freeform 62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881752" y="5080"/>
                      <a:ext cx="34002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lokality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4885563</wp:posOffset>
            </wp:positionH>
            <wp:positionV relativeFrom="line">
              <wp:posOffset>5080</wp:posOffset>
            </wp:positionV>
            <wp:extent cx="454321" cy="242535"/>
            <wp:effectExtent l="0" t="0" r="0" b="0"/>
            <wp:wrapNone/>
            <wp:docPr id="627" name="Freeform 62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4885563" y="5080"/>
                      <a:ext cx="34002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lokality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lokality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5" w:space="0" w:equalWidth="0">
            <w:col w:w="1151" w:space="45"/>
            <w:col w:w="658" w:space="2175"/>
            <w:col w:w="3036" w:space="116"/>
            <w:col w:w="575" w:space="67"/>
            <w:col w:w="604" w:space="0"/>
          </w:cols>
          <w:docGrid w:linePitch="360"/>
        </w:sectPr>
        <w:spacing w:before="0" w:after="0" w:line="201" w:lineRule="exact"/>
        <w:ind w:left="-80" w:right="40" w:firstLine="0"/>
        <w:jc w:val="right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5293995</wp:posOffset>
            </wp:positionH>
            <wp:positionV relativeFrom="line">
              <wp:posOffset>5080</wp:posOffset>
            </wp:positionV>
            <wp:extent cx="472534" cy="242535"/>
            <wp:effectExtent l="0" t="0" r="0" b="0"/>
            <wp:wrapNone/>
            <wp:docPr id="628" name="Freeform 62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5293995" y="5080"/>
                      <a:ext cx="35823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Medard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5292089</wp:posOffset>
            </wp:positionH>
            <wp:positionV relativeFrom="line">
              <wp:posOffset>5080</wp:posOffset>
            </wp:positionV>
            <wp:extent cx="472534" cy="242535"/>
            <wp:effectExtent l="0" t="0" r="0" b="0"/>
            <wp:wrapNone/>
            <wp:docPr id="629" name="Freeform 62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5292089" y="5080"/>
                      <a:ext cx="35823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Medard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5290184</wp:posOffset>
            </wp:positionH>
            <wp:positionV relativeFrom="line">
              <wp:posOffset>5080</wp:posOffset>
            </wp:positionV>
            <wp:extent cx="472534" cy="242535"/>
            <wp:effectExtent l="0" t="0" r="0" b="0"/>
            <wp:wrapNone/>
            <wp:docPr id="630" name="Freeform 63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5290184" y="5080"/>
                      <a:ext cx="35823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Medard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Medard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17" w:after="0" w:line="201" w:lineRule="exact"/>
        <w:ind w:left="0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2879216</wp:posOffset>
            </wp:positionH>
            <wp:positionV relativeFrom="line">
              <wp:posOffset>15875</wp:posOffset>
            </wp:positionV>
            <wp:extent cx="457180" cy="242535"/>
            <wp:effectExtent l="0" t="0" r="0" b="0"/>
            <wp:wrapNone/>
            <wp:docPr id="631" name="Freeform 63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9216" y="15875"/>
                      <a:ext cx="342880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Intern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í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8"/>
                            <w:sz w:val="16"/>
                            <w:szCs w:val="16"/>
                            <w:lang w:val="cs-CZ"/>
                          </w:rPr>
                          <w:t>: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2883026</wp:posOffset>
            </wp:positionH>
            <wp:positionV relativeFrom="line">
              <wp:posOffset>15875</wp:posOffset>
            </wp:positionV>
            <wp:extent cx="843078" cy="242535"/>
            <wp:effectExtent l="0" t="0" r="0" b="0"/>
            <wp:wrapNone/>
            <wp:docPr id="632" name="Freeform 63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3026" y="15875"/>
                      <a:ext cx="728778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Intern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í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7"/>
                            <w:sz w:val="16"/>
                            <w:szCs w:val="16"/>
                            <w:lang w:val="cs-CZ"/>
                          </w:rPr>
                          <w:t>: 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24-125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2881122</wp:posOffset>
            </wp:positionH>
            <wp:positionV relativeFrom="line">
              <wp:posOffset>15875</wp:posOffset>
            </wp:positionV>
            <wp:extent cx="457180" cy="242535"/>
            <wp:effectExtent l="0" t="0" r="0" b="0"/>
            <wp:wrapNone/>
            <wp:docPr id="633" name="Freeform 63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1122" y="15875"/>
                      <a:ext cx="342880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Intern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í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8"/>
                            <w:sz w:val="16"/>
                            <w:szCs w:val="16"/>
                            <w:lang w:val="cs-CZ"/>
                          </w:rPr>
                          <w:t>: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Intern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-19"/>
          <w:sz w:val="16"/>
          <w:szCs w:val="16"/>
          <w:lang w:val="cs-CZ"/>
        </w:rPr>
        <w:t>: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3" w:space="0" w:equalWidth="0">
            <w:col w:w="600" w:space="3430"/>
            <w:col w:w="635" w:space="24"/>
            <w:col w:w="1202" w:space="0"/>
          </w:cols>
          <w:docGrid w:linePitch="360"/>
        </w:sectPr>
        <w:spacing w:before="17" w:after="0" w:line="201" w:lineRule="exact"/>
        <w:ind w:left="0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3292220</wp:posOffset>
            </wp:positionH>
            <wp:positionV relativeFrom="line">
              <wp:posOffset>10795</wp:posOffset>
            </wp:positionV>
            <wp:extent cx="435789" cy="242535"/>
            <wp:effectExtent l="0" t="0" r="0" b="0"/>
            <wp:wrapNone/>
            <wp:docPr id="634" name="Freeform 63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292220" y="10795"/>
                      <a:ext cx="321489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24-125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3294125</wp:posOffset>
            </wp:positionH>
            <wp:positionV relativeFrom="line">
              <wp:posOffset>10795</wp:posOffset>
            </wp:positionV>
            <wp:extent cx="435789" cy="242535"/>
            <wp:effectExtent l="0" t="0" r="0" b="0"/>
            <wp:wrapNone/>
            <wp:docPr id="635" name="Freeform 63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294125" y="10795"/>
                      <a:ext cx="321489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24-125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3679697</wp:posOffset>
            </wp:positionH>
            <wp:positionV relativeFrom="line">
              <wp:posOffset>10795</wp:posOffset>
            </wp:positionV>
            <wp:extent cx="472534" cy="242535"/>
            <wp:effectExtent l="0" t="0" r="0" b="0"/>
            <wp:wrapNone/>
            <wp:docPr id="636" name="Freeform 63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79697" y="10795"/>
                      <a:ext cx="35823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Medard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3677792</wp:posOffset>
            </wp:positionH>
            <wp:positionV relativeFrom="line">
              <wp:posOffset>10795</wp:posOffset>
            </wp:positionV>
            <wp:extent cx="472534" cy="242535"/>
            <wp:effectExtent l="0" t="0" r="0" b="0"/>
            <wp:wrapNone/>
            <wp:docPr id="637" name="Freeform 63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77792" y="10795"/>
                      <a:ext cx="35823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Medard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3681603</wp:posOffset>
            </wp:positionH>
            <wp:positionV relativeFrom="line">
              <wp:posOffset>10795</wp:posOffset>
            </wp:positionV>
            <wp:extent cx="472534" cy="242535"/>
            <wp:effectExtent l="0" t="0" r="0" b="0"/>
            <wp:wrapNone/>
            <wp:docPr id="638" name="Freeform 63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81603" y="10795"/>
                      <a:ext cx="35823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Medard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24-12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5 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Medard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259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Stavba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259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Lokalita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259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Medard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1470" w:space="2560"/>
            <w:col w:w="635" w:space="51"/>
            <w:col w:w="604" w:space="53"/>
            <w:col w:w="850" w:space="0"/>
          </w:cols>
          <w:docGrid w:linePitch="360"/>
        </w:sectPr>
        <w:spacing w:before="259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u Sokolova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68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Investor/stavebn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-18"/>
          <w:sz w:val="16"/>
          <w:szCs w:val="16"/>
          <w:lang w:val="cs-CZ"/>
        </w:rPr>
        <w:t>k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153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Architekt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5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18" w:lineRule="exact"/>
        <w:ind w:left="0" w:right="-4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Sokolovsk</w:t>
      </w:r>
      <w:r>
        <w:rPr baseline="0" dirty="0">
          <w:rFonts w:ascii="DIN Pro Regular" w:hAnsi="DIN Pro Regular" w:cs="DIN Pro Regular"/>
          <w:color w:val="000000"/>
          <w:spacing w:val="16"/>
          <w:sz w:val="16"/>
          <w:szCs w:val="16"/>
          <w:lang w:val="cs-CZ"/>
        </w:rPr>
        <w:t>á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uheln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pacing w:val="-19"/>
          <w:sz w:val="16"/>
          <w:szCs w:val="16"/>
          <w:lang w:val="cs-CZ"/>
        </w:rPr>
        <w:t>,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Star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69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35</w:t>
      </w:r>
      <w:r>
        <w:rPr baseline="0" dirty="0">
          <w:rFonts w:ascii="DIN Pro Regular" w:hAnsi="DIN Pro Regular" w:cs="DIN Pro Regular"/>
          <w:color w:val="000000"/>
          <w:spacing w:val="22"/>
          <w:sz w:val="16"/>
          <w:szCs w:val="16"/>
          <w:lang w:val="cs-CZ"/>
        </w:rPr>
        <w:t>6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01 Sokolov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254" w:after="0" w:line="218" w:lineRule="exact"/>
        <w:ind w:left="0" w:right="30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Jm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no/firma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Ulic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PS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Č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 CZ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68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pr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vn</w:t>
      </w:r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stupce,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68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1470" w:space="2560"/>
            <w:col w:w="1543" w:space="48"/>
            <w:col w:w="1300" w:space="60"/>
            <w:col w:w="300" w:space="0"/>
          </w:cols>
          <w:docGrid w:linePitch="360"/>
        </w:sect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a.s.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269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Hlavn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in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pacing w:val="-19"/>
          <w:sz w:val="16"/>
          <w:szCs w:val="16"/>
          <w:lang w:val="cs-CZ"/>
        </w:rPr>
        <w:t>r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67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Raz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tko/Podpis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149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94" w:lineRule="exact"/>
        <w:ind w:left="55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361568</wp:posOffset>
            </wp:positionH>
            <wp:positionV relativeFrom="line">
              <wp:posOffset>2539</wp:posOffset>
            </wp:positionV>
            <wp:extent cx="499250" cy="300993"/>
            <wp:effectExtent l="0" t="0" r="0" b="0"/>
            <wp:wrapNone/>
            <wp:docPr id="639" name="Freeform 63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1568" y="2539"/>
                      <a:ext cx="384950" cy="186693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94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u w:val="single"/>
                            <w:color w:val="000000"/>
                            <w:sz w:val="24"/>
                            <w:szCs w:val="24"/>
                            <w:lang w:val="cs-CZ"/>
                          </w:rPr>
                          <w:t>PAR</w:t>
                        </w:r>
                        <w:r>
                          <w:rPr baseline="0" dirty="0">
                            <w:rFonts w:ascii="DIN Pro Regular" w:hAnsi="DIN Pro Regular" w:cs="DIN Pro Regular"/>
                            <w:u w:val="single"/>
                            <w:color w:val="000000"/>
                            <w:spacing w:val="-19"/>
                            <w:sz w:val="24"/>
                            <w:szCs w:val="24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363474</wp:posOffset>
            </wp:positionH>
            <wp:positionV relativeFrom="line">
              <wp:posOffset>2539</wp:posOffset>
            </wp:positionV>
            <wp:extent cx="499250" cy="300993"/>
            <wp:effectExtent l="0" t="0" r="0" b="0"/>
            <wp:wrapNone/>
            <wp:docPr id="640" name="Freeform 64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3474" y="2539"/>
                      <a:ext cx="384950" cy="186693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94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u w:val="single"/>
                            <w:color w:val="000000"/>
                            <w:sz w:val="24"/>
                            <w:szCs w:val="24"/>
                            <w:lang w:val="cs-CZ"/>
                          </w:rPr>
                          <w:t>PAR</w:t>
                        </w:r>
                        <w:r>
                          <w:rPr baseline="0" dirty="0">
                            <w:rFonts w:ascii="DIN Pro Regular" w:hAnsi="DIN Pro Regular" w:cs="DIN Pro Regular"/>
                            <w:u w:val="single"/>
                            <w:color w:val="000000"/>
                            <w:spacing w:val="-19"/>
                            <w:sz w:val="24"/>
                            <w:szCs w:val="24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359663</wp:posOffset>
            </wp:positionH>
            <wp:positionV relativeFrom="line">
              <wp:posOffset>2539</wp:posOffset>
            </wp:positionV>
            <wp:extent cx="499250" cy="300993"/>
            <wp:effectExtent l="0" t="0" r="0" b="0"/>
            <wp:wrapNone/>
            <wp:docPr id="641" name="Freeform 64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59663" y="2539"/>
                      <a:ext cx="384950" cy="186693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94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u w:val="single"/>
                            <w:color w:val="000000"/>
                            <w:sz w:val="24"/>
                            <w:szCs w:val="24"/>
                            <w:lang w:val="cs-CZ"/>
                          </w:rPr>
                          <w:t>PAR</w:t>
                        </w:r>
                        <w:r>
                          <w:rPr baseline="0" dirty="0">
                            <w:rFonts w:ascii="DIN Pro Regular" w:hAnsi="DIN Pro Regular" w:cs="DIN Pro Regular"/>
                            <w:u w:val="single"/>
                            <w:color w:val="000000"/>
                            <w:spacing w:val="-19"/>
                            <w:sz w:val="24"/>
                            <w:szCs w:val="24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u w:val="single"/>
          <w:color w:val="000000"/>
          <w:sz w:val="24"/>
          <w:szCs w:val="24"/>
          <w:lang w:val="cs-CZ"/>
        </w:rPr>
        <w:t>PAR</w:t>
      </w:r>
      <w:r>
        <w:rPr baseline="0" dirty="0">
          <w:rFonts w:ascii="DIN Pro Regular" w:hAnsi="DIN Pro Regular" w:cs="DIN Pro Regular"/>
          <w:u w:val="single"/>
          <w:color w:val="000000"/>
          <w:spacing w:val="-19"/>
          <w:sz w:val="24"/>
          <w:szCs w:val="24"/>
          <w:lang w:val="cs-CZ"/>
        </w:rPr>
        <w:t>É</w:t>
      </w:r>
      <w:r>
        <w:rPr>
          <w:rFonts w:ascii="Times New Roman" w:hAnsi="Times New Roman" w:cs="Times New Roman"/>
          <w:sz w:val="24"/>
          <w:szCs w:val="24"/>
        </w:rPr>
        <w:t> </w:t>
      </w:r>
      <w:r>
        <w:drawing>
          <wp:anchor simplePos="0" relativeHeight="251658245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2735578</wp:posOffset>
            </wp:positionV>
            <wp:extent cx="6835141" cy="180"/>
            <wp:effectExtent l="0" t="0" r="0" b="0"/>
            <wp:wrapNone/>
            <wp:docPr id="642" name="Freeform 64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269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projektu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255" w:after="0" w:line="218" w:lineRule="exact"/>
        <w:ind w:left="0" w:right="1405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ARTEC</w:t>
      </w:r>
      <w:r>
        <w:rPr baseline="0" dirty="0">
          <w:rFonts w:ascii="DIN Pro Regular" w:hAnsi="DIN Pro Regular" w:cs="DIN Pro Regular"/>
          <w:color w:val="000000"/>
          <w:spacing w:val="6"/>
          <w:sz w:val="16"/>
          <w:szCs w:val="16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spol</w:t>
      </w:r>
      <w:r>
        <w:rPr baseline="0" dirty="0">
          <w:rFonts w:ascii="DIN Pro Regular" w:hAnsi="DIN Pro Regular" w:cs="DIN Pro Regular"/>
          <w:color w:val="000000"/>
          <w:spacing w:val="-6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 r. o.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clavsk</w:t>
      </w:r>
      <w:r>
        <w:rPr baseline="0" dirty="0">
          <w:rFonts w:ascii="DIN Pro Regular" w:hAnsi="DIN Pro Regular" w:cs="DIN Pro Regular"/>
          <w:color w:val="000000"/>
          <w:spacing w:val="9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819/43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11</w:t>
      </w:r>
      <w:r>
        <w:rPr baseline="0" dirty="0">
          <w:rFonts w:ascii="DIN Pro Regular" w:hAnsi="DIN Pro Regular" w:cs="DIN Pro Regular"/>
          <w:color w:val="000000"/>
          <w:spacing w:val="22"/>
          <w:sz w:val="16"/>
          <w:szCs w:val="16"/>
          <w:lang w:val="cs-CZ"/>
        </w:rPr>
        <w:t>0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00 Prah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1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106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851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2877311</wp:posOffset>
            </wp:positionH>
            <wp:positionV relativeFrom="line">
              <wp:posOffset>-1</wp:posOffset>
            </wp:positionV>
            <wp:extent cx="289764" cy="242535"/>
            <wp:effectExtent l="0" t="0" r="0" b="0"/>
            <wp:wrapNone/>
            <wp:docPr id="643" name="Freeform 64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7311" y="-1"/>
                      <a:ext cx="17546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3"/>
                            <w:sz w:val="16"/>
                            <w:szCs w:val="16"/>
                            <w:lang w:val="cs-CZ"/>
                          </w:rPr>
                          <w:t>Ing.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2883026</wp:posOffset>
            </wp:positionH>
            <wp:positionV relativeFrom="line">
              <wp:posOffset>-1</wp:posOffset>
            </wp:positionV>
            <wp:extent cx="584784" cy="242535"/>
            <wp:effectExtent l="0" t="0" r="0" b="0"/>
            <wp:wrapNone/>
            <wp:docPr id="644" name="Freeform 64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3026" y="-1"/>
                      <a:ext cx="47048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Ing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15"/>
                            <w:sz w:val="16"/>
                            <w:szCs w:val="16"/>
                            <w:lang w:val="cs-CZ"/>
                          </w:rPr>
                          <w:t>.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Boris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2879216</wp:posOffset>
            </wp:positionH>
            <wp:positionV relativeFrom="line">
              <wp:posOffset>-1</wp:posOffset>
            </wp:positionV>
            <wp:extent cx="289764" cy="242535"/>
            <wp:effectExtent l="0" t="0" r="0" b="0"/>
            <wp:wrapNone/>
            <wp:docPr id="645" name="Freeform 64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79216" y="-1"/>
                      <a:ext cx="17546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3"/>
                            <w:sz w:val="16"/>
                            <w:szCs w:val="16"/>
                            <w:lang w:val="cs-CZ"/>
                          </w:rPr>
                          <w:t>Ing.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2881122</wp:posOffset>
            </wp:positionH>
            <wp:positionV relativeFrom="line">
              <wp:posOffset>-1</wp:posOffset>
            </wp:positionV>
            <wp:extent cx="289764" cy="242535"/>
            <wp:effectExtent l="0" t="0" r="0" b="0"/>
            <wp:wrapNone/>
            <wp:docPr id="646" name="Freeform 64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2881122" y="-1"/>
                      <a:ext cx="17546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3"/>
                            <w:sz w:val="16"/>
                            <w:szCs w:val="16"/>
                            <w:lang w:val="cs-CZ"/>
                          </w:rPr>
                          <w:t>Ing.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3108579</wp:posOffset>
            </wp:positionH>
            <wp:positionV relativeFrom="line">
              <wp:posOffset>-1</wp:posOffset>
            </wp:positionV>
            <wp:extent cx="791757" cy="242535"/>
            <wp:effectExtent l="0" t="0" r="0" b="0"/>
            <wp:wrapNone/>
            <wp:docPr id="647" name="Freeform 64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8579" y="-1"/>
                      <a:ext cx="677457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Bori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1"/>
                            <w:sz w:val="16"/>
                            <w:szCs w:val="16"/>
                            <w:lang w:val="cs-CZ"/>
                          </w:rPr>
                          <w:t>s 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Navr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til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3104769</wp:posOffset>
            </wp:positionH>
            <wp:positionV relativeFrom="line">
              <wp:posOffset>-1</wp:posOffset>
            </wp:positionV>
            <wp:extent cx="364947" cy="242535"/>
            <wp:effectExtent l="0" t="0" r="0" b="0"/>
            <wp:wrapNone/>
            <wp:docPr id="648" name="Freeform 64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4769" y="-1"/>
                      <a:ext cx="250647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"/>
                            <w:sz w:val="16"/>
                            <w:szCs w:val="16"/>
                            <w:lang w:val="cs-CZ"/>
                          </w:rPr>
                          <w:t>Boris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3106674</wp:posOffset>
            </wp:positionH>
            <wp:positionV relativeFrom="line">
              <wp:posOffset>-1</wp:posOffset>
            </wp:positionV>
            <wp:extent cx="364947" cy="242535"/>
            <wp:effectExtent l="0" t="0" r="0" b="0"/>
            <wp:wrapNone/>
            <wp:docPr id="649" name="Freeform 64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106674" y="-1"/>
                      <a:ext cx="250647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"/>
                            <w:sz w:val="16"/>
                            <w:szCs w:val="16"/>
                            <w:lang w:val="cs-CZ"/>
                          </w:rPr>
                          <w:t>Boris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3416045</wp:posOffset>
            </wp:positionH>
            <wp:positionV relativeFrom="line">
              <wp:posOffset>-1</wp:posOffset>
            </wp:positionV>
            <wp:extent cx="488101" cy="242535"/>
            <wp:effectExtent l="0" t="0" r="0" b="0"/>
            <wp:wrapNone/>
            <wp:docPr id="650" name="Freeform 65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416045" y="-1"/>
                      <a:ext cx="37380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Navr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5"/>
                            <w:sz w:val="16"/>
                            <w:szCs w:val="16"/>
                            <w:lang w:val="cs-CZ"/>
                          </w:rPr>
                          <w:t>til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3414140</wp:posOffset>
            </wp:positionH>
            <wp:positionV relativeFrom="line">
              <wp:posOffset>-1</wp:posOffset>
            </wp:positionV>
            <wp:extent cx="488101" cy="242535"/>
            <wp:effectExtent l="0" t="0" r="0" b="0"/>
            <wp:wrapNone/>
            <wp:docPr id="651" name="Freeform 65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414140" y="-1"/>
                      <a:ext cx="37380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Navr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5"/>
                            <w:sz w:val="16"/>
                            <w:szCs w:val="16"/>
                            <w:lang w:val="cs-CZ"/>
                          </w:rPr>
                          <w:t>til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Navr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til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Autorizovan</w:t>
      </w:r>
      <w:r>
        <w:rPr baseline="0" dirty="0">
          <w:rFonts w:ascii="DIN Pro Regular" w:hAnsi="DIN Pro Regular" w:cs="DIN Pro Regular"/>
          <w:color w:val="000000"/>
          <w:spacing w:val="19"/>
          <w:sz w:val="16"/>
          <w:szCs w:val="16"/>
          <w:lang w:val="cs-CZ"/>
        </w:rPr>
        <w:t>ý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in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r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</w:t>
      </w:r>
      <w:r>
        <w:rPr baseline="0" dirty="0">
          <w:rFonts w:ascii="DIN Pro Regular" w:hAnsi="DIN Pro Regular" w:cs="DIN Pro Regular"/>
          <w:color w:val="000000"/>
          <w:spacing w:val="21"/>
          <w:sz w:val="16"/>
          <w:szCs w:val="16"/>
          <w:lang w:val="cs-CZ"/>
        </w:rPr>
        <w:t>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statik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dynamiku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sl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autorizac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0013133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71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68" w:lineRule="exact"/>
        <w:ind w:left="1278" w:right="0" w:firstLine="0"/>
      </w:pPr>
      <w:r/>
      <w:r>
        <w:rPr baseline="0" dirty="0">
          <w:rFonts w:ascii="Calibri" w:hAnsi="Calibri" w:cs="Calibri"/>
          <w:color w:val="000000"/>
          <w:spacing w:val="-8"/>
          <w:sz w:val="17"/>
          <w:szCs w:val="17"/>
          <w:lang w:val="cs-CZ"/>
        </w:rPr>
        <w:t>1/3</w:t>
      </w:r>
      <w:r>
        <w:rPr>
          <w:rFonts w:ascii="Times New Roman" w:hAnsi="Times New Roman" w:cs="Times New Roman"/>
          <w:sz w:val="17"/>
          <w:szCs w:val="17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127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1214" w:space="25"/>
            <w:col w:w="658" w:space="2132"/>
            <w:col w:w="3506" w:space="62"/>
            <w:col w:w="519" w:space="0"/>
          </w:cols>
          <w:docGrid w:linePitch="360"/>
        </w:sectPr>
        <w:spacing w:before="0" w:after="0" w:line="201" w:lineRule="exact"/>
        <w:ind w:left="-80" w:right="40" w:firstLine="0"/>
        <w:jc w:val="right"/>
      </w:pPr>
      <w:r>
        <w:drawing>
          <wp:anchor simplePos="0" relativeHeight="251658246" behindDoc="0" locked="0" layoutInCell="1" allowOverlap="1">
            <wp:simplePos x="0" y="0"/>
            <wp:positionH relativeFrom="page">
              <wp:posOffset>7191756</wp:posOffset>
            </wp:positionH>
            <wp:positionV relativeFrom="line">
              <wp:posOffset>4398770</wp:posOffset>
            </wp:positionV>
            <wp:extent cx="6096" cy="6096"/>
            <wp:effectExtent l="0" t="0" r="0" b="0"/>
            <wp:wrapNone/>
            <wp:docPr id="652" name="Freeform 65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4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4"/>
                            <a:pt x="6096" y="3048"/>
                          </a:cubicBezTo>
                          <a:cubicBezTo>
                            <a:pt x="6096" y="4731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1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staveb</w:t>
      </w:r>
      <w:r>
        <w:rPr>
          <w:rFonts w:ascii="Times New Roman" w:hAnsi="Times New Roman" w:cs="Times New Roman"/>
          <w:sz w:val="16"/>
          <w:szCs w:val="16"/>
        </w:rPr>
        <w:t> </w:t>
      </w:r>
      <w:r/>
      <w:r/>
      <w:r>
        <w:br w:type="page"/>
      </w:r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9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3" name="Freeform 65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0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4" name="Freeform 65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2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5" name="Freeform 65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5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6" name="Freeform 65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4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7" name="Freeform 65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3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8" name="Freeform 65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1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59" name="Freeform 65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6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0" name="Freeform 66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8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1" name="Freeform 66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0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2" name="Freeform 66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2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3" name="Freeform 66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1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4" name="Freeform 66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9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5" name="Freeform 66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7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6" name="Freeform 66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8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67" name="Freeform 66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1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142748</wp:posOffset>
            </wp:positionV>
            <wp:extent cx="6835141" cy="180"/>
            <wp:effectExtent l="0" t="0" r="0" b="0"/>
            <wp:wrapNone/>
            <wp:docPr id="668" name="Freeform 66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198" w:lineRule="exact"/>
        <w:ind w:left="101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pacing w:val="-2"/>
          <w:sz w:val="16"/>
          <w:szCs w:val="16"/>
          <w:lang w:val="cs-CZ"/>
        </w:rPr>
        <w:t>Projekt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18" w:lineRule="exact"/>
        <w:ind w:left="101" w:right="11" w:firstLine="0"/>
        <w:jc w:val="both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Popis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Autor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Datum</w:t>
      </w:r>
      <w:r>
        <w:rPr>
          <w:rFonts w:ascii="Times New Roman" w:hAnsi="Times New Roman" w:cs="Times New Roman"/>
          <w:sz w:val="16"/>
          <w:szCs w:val="16"/>
        </w:rPr>
        <w:t> </w:t>
      </w:r>
      <w:r>
        <w:drawing>
          <wp:anchor simplePos="0" relativeHeight="251658243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486917</wp:posOffset>
            </wp:positionV>
            <wp:extent cx="6835141" cy="180"/>
            <wp:effectExtent l="0" t="0" r="0" b="0"/>
            <wp:wrapNone/>
            <wp:docPr id="669" name="Freeform 66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8" w:lineRule="exact"/>
        <w:ind w:left="0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Udr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ž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iteln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 revitalizace a resocializace lokality Medard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18" w:lineRule="exact"/>
        <w:ind w:left="0" w:right="2504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Objekt SO02 - ZSK</w:t>
      </w:r>
      <w:r>
        <w:rPr baseline="0" dirty="0">
          <w:rFonts w:ascii="DIN Pro Regular" w:hAnsi="DIN Pro Regular" w:cs="DIN Pro Regular"/>
          <w:color w:val="000000"/>
          <w:spacing w:val="-17"/>
          <w:sz w:val="16"/>
          <w:szCs w:val="16"/>
          <w:lang w:val="cs-CZ"/>
        </w:rPr>
        <w:t>Ř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BN+KK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09/2024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73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19" w:lineRule="exact"/>
        <w:ind w:left="0" w:right="-40" w:firstLine="0"/>
      </w:pPr>
      <w:r>
        <w:drawing>
          <wp:anchor simplePos="0" relativeHeight="251658469" behindDoc="0" locked="0" layoutInCell="1" allowOverlap="1">
            <wp:simplePos x="0" y="0"/>
            <wp:positionH relativeFrom="page">
              <wp:posOffset>3644900</wp:posOffset>
            </wp:positionH>
            <wp:positionV relativeFrom="line">
              <wp:posOffset>-39625</wp:posOffset>
            </wp:positionV>
            <wp:extent cx="3619500" cy="476250"/>
            <wp:effectExtent l="0" t="0" r="0" b="0"/>
            <wp:wrapNone/>
            <wp:docPr id="670" name="Freeform 67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3619500" cy="476250"/>
                    </a:xfrm>
                    <a:custGeom>
                      <a:rect l="l" t="t" r="r" b="b"/>
                      <a:pathLst>
                        <a:path w="3619500" h="476250">
                          <a:moveTo>
                            <a:pt x="0" y="476250"/>
                          </a:moveTo>
                          <a:lnTo>
                            <a:pt x="3619500" y="476250"/>
                          </a:lnTo>
                          <a:lnTo>
                            <a:pt x="3619500" y="0"/>
                          </a:lnTo>
                          <a:lnTo>
                            <a:pt x="0" y="0"/>
                          </a:lnTo>
                          <a:lnTo>
                            <a:pt x="0" y="476250"/>
                          </a:lnTo>
                          <a:close/>
                        </a:path>
                      </a:pathLst>
                    </a:custGeom>
                    <a:solidFill>
                      <a:srgbClr val="FFFFFF">
                        <a:alpha val="100000"/>
                      </a:srgbClr>
                    </a:solidFill>
                    <a:ln w="76200" cap="flat" cmpd="sng">
                      <a:solidFill>
                        <a:srgbClr val="FFFFFF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rodn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norma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rodn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dodatek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Organizace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87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2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139700</wp:posOffset>
            </wp:positionV>
            <wp:extent cx="6096" cy="6096"/>
            <wp:effectExtent l="0" t="0" r="0" b="0"/>
            <wp:wrapNone/>
            <wp:docPr id="671" name="Freeform 67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5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5"/>
                            <a:pt x="6096" y="3048"/>
                          </a:cubicBezTo>
                          <a:cubicBezTo>
                            <a:pt x="6096" y="4732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2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>
        <w:drawing>
          <wp:anchor simplePos="0" relativeHeight="251658247" behindDoc="0" locked="0" layoutInCell="1" allowOverlap="1">
            <wp:simplePos x="0" y="0"/>
            <wp:positionH relativeFrom="page">
              <wp:posOffset>6099047</wp:posOffset>
            </wp:positionH>
            <wp:positionV relativeFrom="line">
              <wp:posOffset>-115824</wp:posOffset>
            </wp:positionV>
            <wp:extent cx="1114044" cy="574548"/>
            <wp:effectExtent l="0" t="0" r="0" b="0"/>
            <wp:wrapNone/>
            <wp:docPr id="672" name="Picture 67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672" name="Picture 672"/>
                    <pic:cNvPicPr>
                      <a:picLocks noChangeAspect="0" noChangeArrowheads="1"/>
                    </pic:cNvPicPr>
                  </pic:nvPicPr>
                  <pic:blipFill>
                    <a:blip r:embed="rId6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114044" cy="574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EC - EN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708" w:space="150"/>
            <w:col w:w="4043" w:space="334"/>
            <w:col w:w="1267" w:space="148"/>
            <w:col w:w="1420" w:space="0"/>
          </w:cols>
          <w:docGrid w:linePitch="360"/>
        </w:sectPr>
        <w:spacing w:before="0" w:after="0" w:line="220" w:lineRule="exact"/>
        <w:ind w:left="0" w:right="-4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esk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CSN-EN NA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bpl-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esko s.r.o.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10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20" w:lineRule="exact"/>
        <w:ind w:left="329" w:right="0" w:firstLine="0"/>
      </w:pPr>
      <w:r/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1. D.2.</w:t>
      </w:r>
      <w:r>
        <w:rPr baseline="0" dirty="0">
          <w:rFonts w:ascii="DIN Pro Regular" w:hAnsi="DIN Pro Regular" w:cs="DIN Pro Regular"/>
          <w:color w:val="000000"/>
          <w:spacing w:val="-5"/>
          <w:sz w:val="18"/>
          <w:szCs w:val="18"/>
          <w:lang w:val="cs-CZ"/>
        </w:rPr>
        <w:t>1 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 Technick</w:t>
      </w:r>
      <w:r>
        <w:rPr baseline="0" dirty="0">
          <w:rFonts w:ascii="DIN Pro Regular" w:hAnsi="DIN Pro Regular" w:cs="DIN Pro Regular"/>
          <w:color w:val="000000"/>
          <w:spacing w:val="8"/>
          <w:sz w:val="18"/>
          <w:szCs w:val="18"/>
          <w:lang w:val="cs-CZ"/>
        </w:rPr>
        <w:t>á 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 zpr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8"/>
          <w:szCs w:val="18"/>
          <w:lang w:val="cs-CZ"/>
        </w:rPr>
        <w:t>va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183" w:lineRule="exact"/>
        <w:ind w:left="532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1.1. N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vr</w:t>
      </w:r>
      <w:r>
        <w:rPr baseline="0" dirty="0">
          <w:rFonts w:ascii="DIN Pro Regular" w:hAnsi="DIN Pro Regular" w:cs="DIN Pro Regular"/>
          <w:color w:val="000000"/>
          <w:spacing w:val="-3"/>
          <w:sz w:val="15"/>
          <w:szCs w:val="15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stavebn</w:t>
      </w:r>
      <w:r>
        <w:rPr baseline="0" dirty="0">
          <w:rFonts w:ascii="DIN Pro Regular" w:hAnsi="DIN Pro Regular" w:cs="DIN Pro Regular"/>
          <w:color w:val="000000"/>
          <w:spacing w:val="5"/>
          <w:sz w:val="15"/>
          <w:szCs w:val="15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konstruk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h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o 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syst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é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m</w:t>
      </w:r>
      <w:r>
        <w:rPr baseline="0" dirty="0">
          <w:rFonts w:ascii="DIN Pro Regular" w:hAnsi="DIN Pro Regular" w:cs="DIN Pro Regular"/>
          <w:color w:val="000000"/>
          <w:spacing w:val="4"/>
          <w:sz w:val="15"/>
          <w:szCs w:val="15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stavb</w:t>
      </w:r>
      <w:r>
        <w:rPr baseline="0" dirty="0">
          <w:rFonts w:ascii="DIN Pro Regular" w:hAnsi="DIN Pro Regular" w:cs="DIN Pro Regular"/>
          <w:color w:val="000000"/>
          <w:spacing w:val="-2"/>
          <w:sz w:val="15"/>
          <w:szCs w:val="15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v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etn</w:t>
      </w:r>
      <w:r>
        <w:rPr baseline="0" dirty="0">
          <w:rFonts w:ascii="DIN Pro Regular" w:hAnsi="DIN Pro Regular" w:cs="DIN Pro Regular"/>
          <w:color w:val="000000"/>
          <w:spacing w:val="-2"/>
          <w:sz w:val="15"/>
          <w:szCs w:val="15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zalo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í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0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4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59056</wp:posOffset>
            </wp:positionV>
            <wp:extent cx="6096" cy="6096"/>
            <wp:effectExtent l="0" t="0" r="0" b="0"/>
            <wp:wrapNone/>
            <wp:docPr id="673" name="Freeform 67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5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5"/>
                            <a:pt x="6096" y="3048"/>
                          </a:cubicBezTo>
                          <a:cubicBezTo>
                            <a:pt x="6096" y="4732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2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220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pacing w:val="-20"/>
          <w:sz w:val="18"/>
          <w:szCs w:val="18"/>
          <w:lang w:val="cs-CZ"/>
        </w:rPr>
        <w:t>3</w:t>
      </w:r>
      <w:r>
        <w:rPr>
          <w:rFonts w:ascii="Times New Roman" w:hAnsi="Times New Roman" w:cs="Times New Roman"/>
          <w:sz w:val="18"/>
          <w:szCs w:val="18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2" w:space="0" w:equalWidth="0">
            <w:col w:w="5449" w:space="4153"/>
            <w:col w:w="135" w:space="0"/>
          </w:cols>
          <w:docGrid w:linePitch="360"/>
        </w:sectPr>
        <w:spacing w:before="19" w:after="0" w:line="183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3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9597"/>
        </w:tabs>
        <w:spacing w:before="16" w:after="0" w:line="183" w:lineRule="exact"/>
        <w:ind w:left="612" w:right="0" w:firstLine="0"/>
      </w:pPr>
      <w:r/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1.2. Navr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6"/>
          <w:sz w:val="15"/>
          <w:szCs w:val="15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materi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l</w:t>
      </w:r>
      <w:r>
        <w:rPr baseline="0" dirty="0">
          <w:rFonts w:ascii="DIN Pro Regular" w:hAnsi="DIN Pro Regular" w:cs="DIN Pro Regular"/>
          <w:color w:val="000000"/>
          <w:spacing w:val="6"/>
          <w:sz w:val="15"/>
          <w:szCs w:val="15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a hlavn</w:t>
      </w:r>
      <w:r>
        <w:rPr baseline="0" dirty="0">
          <w:rFonts w:ascii="DIN Pro Regular" w:hAnsi="DIN Pro Regular" w:cs="DIN Pro Regular"/>
          <w:color w:val="000000"/>
          <w:spacing w:val="-3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konstruk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13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prvky	</w:t>
      </w:r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3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9597"/>
        </w:tabs>
        <w:spacing w:before="0" w:after="0" w:line="183" w:lineRule="exact"/>
        <w:ind w:left="612" w:right="0" w:firstLine="0"/>
      </w:pPr>
      <w:r/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1.3. Uva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ovan</w:t>
      </w:r>
      <w:r>
        <w:rPr baseline="0" dirty="0">
          <w:rFonts w:ascii="DIN Pro Regular" w:hAnsi="DIN Pro Regular" w:cs="DIN Pro Regular"/>
          <w:color w:val="000000"/>
          <w:spacing w:val="9"/>
          <w:sz w:val="15"/>
          <w:szCs w:val="15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zat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íž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1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i n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vrh</w:t>
      </w:r>
      <w:r>
        <w:rPr baseline="0" dirty="0">
          <w:rFonts w:ascii="DIN Pro Regular" w:hAnsi="DIN Pro Regular" w:cs="DIN Pro Regular"/>
          <w:color w:val="000000"/>
          <w:spacing w:val="-1"/>
          <w:sz w:val="15"/>
          <w:szCs w:val="15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nosn</w:t>
      </w:r>
      <w:r>
        <w:rPr baseline="0" dirty="0">
          <w:rFonts w:ascii="DIN Pro Regular" w:hAnsi="DIN Pro Regular" w:cs="DIN Pro Regular"/>
          <w:color w:val="000000"/>
          <w:spacing w:val="-3"/>
          <w:sz w:val="15"/>
          <w:szCs w:val="15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konstrukce	</w:t>
      </w:r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3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docGrid w:linePitch="360"/>
        </w:sectPr>
        <w:spacing w:before="0" w:after="0" w:line="183" w:lineRule="exact"/>
        <w:ind w:left="612" w:right="0" w:firstLine="0"/>
      </w:pPr>
      <w:r/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1.4. Podm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nk</w:t>
      </w:r>
      <w:r>
        <w:rPr baseline="0" dirty="0">
          <w:rFonts w:ascii="DIN Pro Regular" w:hAnsi="DIN Pro Regular" w:cs="DIN Pro Regular"/>
          <w:color w:val="000000"/>
          <w:spacing w:val="9"/>
          <w:sz w:val="15"/>
          <w:szCs w:val="15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postup</w:t>
      </w:r>
      <w:r>
        <w:rPr baseline="0" dirty="0">
          <w:rFonts w:ascii="DIN Pro Regular" w:hAnsi="DIN Pro Regular" w:cs="DIN Pro Regular"/>
          <w:color w:val="000000"/>
          <w:spacing w:val="3"/>
          <w:sz w:val="15"/>
          <w:szCs w:val="15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prac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-3"/>
          <w:sz w:val="15"/>
          <w:szCs w:val="15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kter</w:t>
      </w:r>
      <w:r>
        <w:rPr baseline="0" dirty="0">
          <w:rFonts w:ascii="DIN Pro Regular" w:hAnsi="DIN Pro Regular" w:cs="DIN Pro Regular"/>
          <w:color w:val="000000"/>
          <w:spacing w:val="-5"/>
          <w:sz w:val="15"/>
          <w:szCs w:val="15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by mohl</w:t>
      </w:r>
      <w:r>
        <w:rPr baseline="0" dirty="0">
          <w:rFonts w:ascii="DIN Pro Regular" w:hAnsi="DIN Pro Regular" w:cs="DIN Pro Regular"/>
          <w:color w:val="000000"/>
          <w:spacing w:val="-1"/>
          <w:sz w:val="15"/>
          <w:szCs w:val="15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ovlivni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t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stabilit</w:t>
      </w:r>
      <w:r>
        <w:rPr baseline="0" dirty="0">
          <w:rFonts w:ascii="DIN Pro Regular" w:hAnsi="DIN Pro Regular" w:cs="DIN Pro Regular"/>
          <w:color w:val="000000"/>
          <w:spacing w:val="2"/>
          <w:sz w:val="15"/>
          <w:szCs w:val="15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vlastn</w:t>
      </w:r>
      <w:r>
        <w:rPr baseline="0" dirty="0">
          <w:rFonts w:ascii="DIN Pro Regular" w:hAnsi="DIN Pro Regular" w:cs="DIN Pro Regular"/>
          <w:color w:val="000000"/>
          <w:spacing w:val="-2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konstrukce</w:t>
      </w:r>
      <w:r>
        <w:rPr baseline="0" dirty="0">
          <w:rFonts w:ascii="DIN Pro Regular" w:hAnsi="DIN Pro Regular" w:cs="DIN Pro Regular"/>
          <w:color w:val="000000"/>
          <w:spacing w:val="13"/>
          <w:sz w:val="15"/>
          <w:szCs w:val="15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ří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padn</w:t>
      </w:r>
      <w:r>
        <w:rPr baseline="0" dirty="0">
          <w:rFonts w:ascii="DIN Pro Regular" w:hAnsi="DIN Pro Regular" w:cs="DIN Pro Regular"/>
          <w:color w:val="000000"/>
          <w:spacing w:val="5"/>
          <w:sz w:val="15"/>
          <w:szCs w:val="15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sousedn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183" w:lineRule="exact"/>
        <w:ind w:left="612" w:right="0" w:firstLine="0"/>
      </w:pPr>
      <w:r/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stavby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183" w:lineRule="exact"/>
        <w:ind w:left="612" w:right="0" w:firstLine="0"/>
      </w:pPr>
      <w:r/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1.5. Z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sad</w:t>
      </w:r>
      <w:r>
        <w:rPr baseline="0" dirty="0">
          <w:rFonts w:ascii="DIN Pro Regular" w:hAnsi="DIN Pro Regular" w:cs="DIN Pro Regular"/>
          <w:color w:val="000000"/>
          <w:spacing w:val="-1"/>
          <w:sz w:val="15"/>
          <w:szCs w:val="15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pro prov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d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8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bourac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c</w:t>
      </w:r>
      <w:r>
        <w:rPr baseline="0" dirty="0">
          <w:rFonts w:ascii="DIN Pro Regular" w:hAnsi="DIN Pro Regular" w:cs="DIN Pro Regular"/>
          <w:color w:val="000000"/>
          <w:spacing w:val="7"/>
          <w:sz w:val="15"/>
          <w:szCs w:val="15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a podchycovac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c</w:t>
      </w:r>
      <w:r>
        <w:rPr baseline="0" dirty="0">
          <w:rFonts w:ascii="DIN Pro Regular" w:hAnsi="DIN Pro Regular" w:cs="DIN Pro Regular"/>
          <w:color w:val="000000"/>
          <w:spacing w:val="2"/>
          <w:sz w:val="15"/>
          <w:szCs w:val="15"/>
          <w:lang w:val="cs-CZ"/>
        </w:rPr>
        <w:t>h 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prac</w:t>
      </w:r>
      <w:r>
        <w:rPr baseline="0" dirty="0">
          <w:rFonts w:ascii="DIN Pro Regular" w:hAnsi="DIN Pro Regular" w:cs="DIN Pro Regular"/>
          <w:color w:val="000000"/>
          <w:spacing w:val="-6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a zpev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ň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ovac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c</w:t>
      </w:r>
      <w:r>
        <w:rPr baseline="0" dirty="0">
          <w:rFonts w:ascii="DIN Pro Regular" w:hAnsi="DIN Pro Regular" w:cs="DIN Pro Regular"/>
          <w:color w:val="000000"/>
          <w:spacing w:val="17"/>
          <w:sz w:val="15"/>
          <w:szCs w:val="15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konstrukc</w:t>
      </w:r>
      <w:r>
        <w:rPr baseline="0" dirty="0">
          <w:rFonts w:ascii="DIN Pro Regular" w:hAnsi="DIN Pro Regular" w:cs="DIN Pro Regular"/>
          <w:color w:val="000000"/>
          <w:spacing w:val="10"/>
          <w:sz w:val="15"/>
          <w:szCs w:val="15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 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5"/>
          <w:szCs w:val="15"/>
          <w:lang w:val="cs-CZ"/>
        </w:rPr>
        <w:t>i prostup</w:t>
      </w:r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ů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2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68" w:lineRule="exact"/>
        <w:ind w:left="5309" w:right="0" w:firstLine="0"/>
      </w:pPr>
      <w:r>
        <w:drawing>
          <wp:anchor simplePos="0" relativeHeight="251658245" behindDoc="0" locked="0" layoutInCell="1" allowOverlap="1">
            <wp:simplePos x="0" y="0"/>
            <wp:positionH relativeFrom="page">
              <wp:posOffset>359663</wp:posOffset>
            </wp:positionH>
            <wp:positionV relativeFrom="line">
              <wp:posOffset>-97908</wp:posOffset>
            </wp:positionV>
            <wp:extent cx="6835141" cy="180"/>
            <wp:effectExtent l="0" t="0" r="0" b="0"/>
            <wp:wrapNone/>
            <wp:docPr id="674" name="Freeform 67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Calibri" w:hAnsi="Calibri" w:cs="Calibri"/>
          <w:color w:val="000000"/>
          <w:spacing w:val="-8"/>
          <w:sz w:val="17"/>
          <w:szCs w:val="17"/>
          <w:lang w:val="cs-CZ"/>
        </w:rPr>
        <w:t>2/3</w:t>
      </w:r>
      <w:r>
        <w:rPr>
          <w:rFonts w:ascii="Times New Roman" w:hAnsi="Times New Roman" w:cs="Times New Roman"/>
          <w:sz w:val="17"/>
          <w:szCs w:val="17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16" w:after="0" w:line="183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3</w:t>
      </w:r>
      <w:r>
        <w:rPr>
          <w:rFonts w:ascii="Times New Roman" w:hAnsi="Times New Roman" w:cs="Times New Roman"/>
          <w:sz w:val="15"/>
          <w:szCs w:val="15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2" w:space="0" w:equalWidth="0">
            <w:col w:w="7741" w:space="1876"/>
            <w:col w:w="119" w:space="0"/>
          </w:cols>
          <w:docGrid w:linePitch="360"/>
        </w:sectPr>
        <w:spacing w:before="0" w:after="0" w:line="183" w:lineRule="exact"/>
        <w:ind w:left="0" w:right="0" w:firstLine="0"/>
      </w:pPr>
      <w:r>
        <w:drawing>
          <wp:anchor simplePos="0" relativeHeight="251658246" behindDoc="0" locked="0" layoutInCell="1" allowOverlap="1">
            <wp:simplePos x="0" y="0"/>
            <wp:positionH relativeFrom="page">
              <wp:posOffset>7191756</wp:posOffset>
            </wp:positionH>
            <wp:positionV relativeFrom="line">
              <wp:posOffset>8070853</wp:posOffset>
            </wp:positionV>
            <wp:extent cx="6096" cy="6096"/>
            <wp:effectExtent l="0" t="0" r="0" b="0"/>
            <wp:wrapNone/>
            <wp:docPr id="675" name="Freeform 67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4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4"/>
                            <a:pt x="6096" y="3048"/>
                          </a:cubicBezTo>
                          <a:cubicBezTo>
                            <a:pt x="6096" y="4731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1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pacing w:val="-20"/>
          <w:sz w:val="15"/>
          <w:szCs w:val="15"/>
          <w:lang w:val="cs-CZ"/>
        </w:rPr>
        <w:t>3</w:t>
      </w:r>
      <w:r>
        <w:rPr>
          <w:rFonts w:ascii="Times New Roman" w:hAnsi="Times New Roman" w:cs="Times New Roman"/>
          <w:sz w:val="15"/>
          <w:szCs w:val="15"/>
        </w:rPr>
        <w:t> </w:t>
      </w:r>
      <w:r/>
      <w:r/>
      <w:r>
        <w:br w:type="page"/>
      </w:r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9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76" name="Freeform 67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0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77" name="Freeform 67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2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78" name="Freeform 67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5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79" name="Freeform 67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4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0" name="Freeform 68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3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1" name="Freeform 68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1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2" name="Freeform 68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6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3" name="Freeform 68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8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4" name="Freeform 68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0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5" name="Freeform 68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2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6" name="Freeform 68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61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7" name="Freeform 68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9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8" name="Freeform 688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57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89" name="Freeform 68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8" behindDoc="0" locked="0" layoutInCell="1" allowOverlap="1">
            <wp:simplePos x="0" y="0"/>
            <wp:positionH relativeFrom="page">
              <wp:posOffset>358901</wp:posOffset>
            </wp:positionH>
            <wp:positionV relativeFrom="paragraph">
              <wp:posOffset>-219202</wp:posOffset>
            </wp:positionV>
            <wp:extent cx="1524" cy="1522"/>
            <wp:effectExtent l="0" t="0" r="0" b="0"/>
            <wp:wrapNone/>
            <wp:docPr id="690" name="Freeform 69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1524" cy="1522"/>
                    </a:xfrm>
                    <a:custGeom>
                      <a:rect l="l" t="t" r="r" b="b"/>
                      <a:pathLst>
                        <a:path w="1524" h="1522">
                          <a:moveTo>
                            <a:pt x="0" y="761"/>
                          </a:moveTo>
                          <a:cubicBezTo>
                            <a:pt x="0" y="341"/>
                            <a:pt x="342" y="0"/>
                            <a:pt x="762" y="0"/>
                          </a:cubicBezTo>
                          <a:cubicBezTo>
                            <a:pt x="1183" y="0"/>
                            <a:pt x="1524" y="341"/>
                            <a:pt x="1524" y="761"/>
                          </a:cubicBezTo>
                          <a:cubicBezTo>
                            <a:pt x="1524" y="1181"/>
                            <a:pt x="1183" y="1522"/>
                            <a:pt x="762" y="1522"/>
                          </a:cubicBezTo>
                          <a:cubicBezTo>
                            <a:pt x="342" y="1522"/>
                            <a:pt x="0" y="1181"/>
                            <a:pt x="0" y="761"/>
                          </a:cubicBezTo>
                          <a:close/>
                          <a:moveTo>
                            <a:pt x="0" y="761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 cap="sq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1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142748</wp:posOffset>
            </wp:positionV>
            <wp:extent cx="6835141" cy="180"/>
            <wp:effectExtent l="0" t="0" r="0" b="0"/>
            <wp:wrapNone/>
            <wp:docPr id="691" name="Freeform 691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198" w:lineRule="exact"/>
        <w:ind w:left="101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pacing w:val="-2"/>
          <w:sz w:val="16"/>
          <w:szCs w:val="16"/>
          <w:lang w:val="cs-CZ"/>
        </w:rPr>
        <w:t>Projekt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18" w:lineRule="exact"/>
        <w:ind w:left="101" w:right="11" w:firstLine="0"/>
        <w:jc w:val="both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Popis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Autor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Datum</w:t>
      </w:r>
      <w:r>
        <w:rPr>
          <w:rFonts w:ascii="Times New Roman" w:hAnsi="Times New Roman" w:cs="Times New Roman"/>
          <w:sz w:val="16"/>
          <w:szCs w:val="16"/>
        </w:rPr>
        <w:t> </w:t>
      </w:r>
      <w:r>
        <w:drawing>
          <wp:anchor simplePos="0" relativeHeight="251658243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486917</wp:posOffset>
            </wp:positionV>
            <wp:extent cx="6835141" cy="180"/>
            <wp:effectExtent l="0" t="0" r="0" b="0"/>
            <wp:wrapNone/>
            <wp:docPr id="692" name="Freeform 692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666754</wp:posOffset>
            </wp:positionV>
            <wp:extent cx="4442844" cy="693634"/>
            <wp:effectExtent l="0" t="0" r="0" b="0"/>
            <wp:wrapNone/>
            <wp:docPr id="693" name="Freeform 69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59663" y="666754"/>
                      <a:ext cx="4328544" cy="579334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89" w:lineRule="exact"/>
                          <w:ind w:left="0" w:right="0" w:firstLine="0"/>
                        </w:pP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3"/>
                            <w:szCs w:val="23"/>
                            <w:lang w:val="cs-CZ"/>
                          </w:rPr>
                          <w:t>1. D.2.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-2"/>
                            <w:sz w:val="23"/>
                            <w:szCs w:val="23"/>
                            <w:lang w:val="cs-CZ"/>
                          </w:rPr>
                          <w:t>1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3"/>
                            <w:szCs w:val="23"/>
                            <w:lang w:val="cs-CZ"/>
                          </w:rPr>
                          <w:t> Technick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2"/>
                            <w:sz w:val="23"/>
                            <w:szCs w:val="23"/>
                            <w:lang w:val="cs-CZ"/>
                          </w:rPr>
                          <w:t>á 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3"/>
                            <w:szCs w:val="23"/>
                            <w:lang w:val="cs-CZ"/>
                          </w:rPr>
                          <w:t> zpr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3"/>
                            <w:szCs w:val="23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3"/>
                            <w:szCs w:val="23"/>
                            <w:lang w:val="cs-CZ"/>
                          </w:rPr>
                          <w:t>va</w:t>
                        </w:r>
                        <w:r>
                          <w:rPr>
                            <w:rFonts w:ascii="Times New Roman" w:hAnsi="Times New Roman" w:cs="Times New Roman"/>
                            <w:sz w:val="23"/>
                            <w:szCs w:val="23"/>
                          </w:rPr>
                          <w:t> </w:t>
                        </w:r>
                      </w:p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48" w:after="0" w:line="289" w:lineRule="exact"/>
                          <w:ind w:left="0" w:right="0" w:firstLine="0"/>
                        </w:pP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1.1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-9"/>
                            <w:sz w:val="20"/>
                            <w:szCs w:val="20"/>
                            <w:lang w:val="cs-CZ"/>
                          </w:rPr>
                          <w:t>.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N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á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vr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5"/>
                            <w:sz w:val="20"/>
                            <w:szCs w:val="20"/>
                            <w:lang w:val="cs-CZ"/>
                          </w:rPr>
                          <w:t>h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stavebn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20"/>
                            <w:sz w:val="20"/>
                            <w:szCs w:val="20"/>
                            <w:lang w:val="cs-CZ"/>
                          </w:rPr>
                          <w:t>ě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konstruk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č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n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í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h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15"/>
                            <w:sz w:val="20"/>
                            <w:szCs w:val="20"/>
                            <w:lang w:val="cs-CZ"/>
                          </w:rPr>
                          <w:t>o 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syst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é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m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17"/>
                            <w:sz w:val="20"/>
                            <w:szCs w:val="20"/>
                            <w:lang w:val="cs-CZ"/>
                          </w:rPr>
                          <w:t>u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stavb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6"/>
                            <w:sz w:val="20"/>
                            <w:szCs w:val="20"/>
                            <w:lang w:val="cs-CZ"/>
                          </w:rPr>
                          <w:t>y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v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č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etn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8"/>
                            <w:sz w:val="20"/>
                            <w:szCs w:val="20"/>
                            <w:lang w:val="cs-CZ"/>
                          </w:rPr>
                          <w:t>ě 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 zalo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z w:val="20"/>
                            <w:szCs w:val="20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Bold" w:hAnsi="DIN Pro Bold" w:cs="DIN Pro Bold"/>
                            <w:b/>
                            <w:bCs/>
                            <w:color w:val="000000"/>
                            <w:spacing w:val="-18"/>
                            <w:sz w:val="20"/>
                            <w:szCs w:val="20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 </w:t>
                        </w:r>
                        <w:r>
                          <w:br w:type="textWrapping" w:clear="all"/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Zalo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8" w:lineRule="exact"/>
        <w:ind w:left="0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Udr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ž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iteln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z w:val="16"/>
          <w:szCs w:val="16"/>
          <w:lang w:val="cs-CZ"/>
        </w:rPr>
        <w:t> revitalizace a resocializace lokality Medard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18" w:lineRule="exact"/>
        <w:ind w:left="0" w:right="2504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Objekt SO02 - ZSK</w:t>
      </w:r>
      <w:r>
        <w:rPr baseline="0" dirty="0">
          <w:rFonts w:ascii="DIN Pro Regular" w:hAnsi="DIN Pro Regular" w:cs="DIN Pro Regular"/>
          <w:color w:val="000000"/>
          <w:spacing w:val="-17"/>
          <w:sz w:val="16"/>
          <w:szCs w:val="16"/>
          <w:lang w:val="cs-CZ"/>
        </w:rPr>
        <w:t>Ř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BN+KK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09/2024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73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19" w:lineRule="exact"/>
        <w:ind w:left="0" w:right="-40" w:firstLine="0"/>
      </w:pPr>
      <w:r>
        <w:drawing>
          <wp:anchor simplePos="0" relativeHeight="251659288" behindDoc="0" locked="0" layoutInCell="1" allowOverlap="1">
            <wp:simplePos x="0" y="0"/>
            <wp:positionH relativeFrom="page">
              <wp:posOffset>3644900</wp:posOffset>
            </wp:positionH>
            <wp:positionV relativeFrom="line">
              <wp:posOffset>-39625</wp:posOffset>
            </wp:positionV>
            <wp:extent cx="3619500" cy="476250"/>
            <wp:effectExtent l="0" t="0" r="0" b="0"/>
            <wp:wrapNone/>
            <wp:docPr id="694" name="Freeform 69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3619500" cy="476250"/>
                    </a:xfrm>
                    <a:custGeom>
                      <a:rect l="l" t="t" r="r" b="b"/>
                      <a:pathLst>
                        <a:path w="3619500" h="476250">
                          <a:moveTo>
                            <a:pt x="0" y="476250"/>
                          </a:moveTo>
                          <a:lnTo>
                            <a:pt x="3619500" y="476250"/>
                          </a:lnTo>
                          <a:lnTo>
                            <a:pt x="3619500" y="0"/>
                          </a:lnTo>
                          <a:lnTo>
                            <a:pt x="0" y="0"/>
                          </a:lnTo>
                          <a:lnTo>
                            <a:pt x="0" y="476250"/>
                          </a:lnTo>
                          <a:close/>
                        </a:path>
                      </a:pathLst>
                    </a:custGeom>
                    <a:solidFill>
                      <a:srgbClr val="FFFFFF">
                        <a:alpha val="100000"/>
                      </a:srgbClr>
                    </a:solidFill>
                    <a:ln w="76200" cap="flat" cmpd="sng">
                      <a:solidFill>
                        <a:srgbClr val="FFFFFF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rodn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norma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rodn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dodatek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Organizace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187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2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139700</wp:posOffset>
            </wp:positionV>
            <wp:extent cx="6096" cy="6096"/>
            <wp:effectExtent l="0" t="0" r="0" b="0"/>
            <wp:wrapNone/>
            <wp:docPr id="695" name="Freeform 695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5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5"/>
                            <a:pt x="6096" y="3048"/>
                          </a:cubicBezTo>
                          <a:cubicBezTo>
                            <a:pt x="6096" y="4732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2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0" w:right="0" w:firstLine="0"/>
      </w:pPr>
      <w:r>
        <w:drawing>
          <wp:anchor simplePos="0" relativeHeight="251658247" behindDoc="0" locked="0" layoutInCell="1" allowOverlap="1">
            <wp:simplePos x="0" y="0"/>
            <wp:positionH relativeFrom="page">
              <wp:posOffset>6099047</wp:posOffset>
            </wp:positionH>
            <wp:positionV relativeFrom="line">
              <wp:posOffset>-115824</wp:posOffset>
            </wp:positionV>
            <wp:extent cx="1114044" cy="574548"/>
            <wp:effectExtent l="0" t="0" r="0" b="0"/>
            <wp:wrapNone/>
            <wp:docPr id="696" name="Picture 696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696" name="Picture 696"/>
                    <pic:cNvPicPr>
                      <a:picLocks noChangeAspect="0" noChangeArrowheads="1"/>
                    </pic:cNvPicPr>
                  </pic:nvPicPr>
                  <pic:blipFill>
                    <a:blip r:embed="rId6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114044" cy="574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EC - EN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708" w:space="150"/>
            <w:col w:w="4043" w:space="334"/>
            <w:col w:w="1267" w:space="148"/>
            <w:col w:w="1420" w:space="0"/>
          </w:cols>
          <w:docGrid w:linePitch="360"/>
        </w:sectPr>
        <w:spacing w:before="0" w:after="0" w:line="220" w:lineRule="exact"/>
        <w:ind w:left="0" w:right="-4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esk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CSN-EN NA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bpl-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esko s.r.o.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4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59056</wp:posOffset>
            </wp:positionV>
            <wp:extent cx="6096" cy="6096"/>
            <wp:effectExtent l="0" t="0" r="0" b="0"/>
            <wp:wrapNone/>
            <wp:docPr id="697" name="Freeform 69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5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5"/>
                            <a:pt x="6096" y="3048"/>
                          </a:cubicBezTo>
                          <a:cubicBezTo>
                            <a:pt x="6096" y="4732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2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26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54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361567</wp:posOffset>
            </wp:positionH>
            <wp:positionV relativeFrom="line">
              <wp:posOffset>0</wp:posOffset>
            </wp:positionV>
            <wp:extent cx="507054" cy="242535"/>
            <wp:effectExtent l="0" t="0" r="0" b="0"/>
            <wp:wrapNone/>
            <wp:docPr id="698" name="Freeform 69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1567" y="0"/>
                      <a:ext cx="39275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Zalo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9"/>
                            <w:sz w:val="16"/>
                            <w:szCs w:val="16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363471</wp:posOffset>
            </wp:positionH>
            <wp:positionV relativeFrom="line">
              <wp:posOffset>0</wp:posOffset>
            </wp:positionV>
            <wp:extent cx="507054" cy="242535"/>
            <wp:effectExtent l="0" t="0" r="0" b="0"/>
            <wp:wrapNone/>
            <wp:docPr id="699" name="Freeform 699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3471" y="0"/>
                      <a:ext cx="39275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Zalo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ž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en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9"/>
                            <w:sz w:val="16"/>
                            <w:szCs w:val="16"/>
                            <w:lang w:val="cs-CZ"/>
                          </w:rPr>
                          <w:t>í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Zalo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19" w:lineRule="exact"/>
        <w:ind w:left="46" w:right="2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Zalo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realizov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14"/>
          <w:sz w:val="16"/>
          <w:szCs w:val="16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na 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kladov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desc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tl 400m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vyztu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zano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ztu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ží</w:t>
      </w:r>
      <w:r>
        <w:rPr baseline="0" dirty="0">
          <w:rFonts w:ascii="DIN Pro Regular" w:hAnsi="DIN Pro Regular" w:cs="DIN Pro Regular"/>
          <w:color w:val="000000"/>
          <w:spacing w:val="1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Nap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 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kladov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ář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35 kP</w:t>
      </w:r>
      <w:r>
        <w:rPr baseline="0" dirty="0">
          <w:rFonts w:ascii="DIN Pro Regular" w:hAnsi="DIN Pro Regular" w:cs="DIN Pro Regular"/>
          <w:color w:val="000000"/>
          <w:spacing w:val="22"/>
          <w:sz w:val="16"/>
          <w:szCs w:val="16"/>
          <w:lang w:val="cs-CZ"/>
        </w:rPr>
        <w:t>a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vyhov</w:t>
      </w:r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 hlediska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ú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nosnosti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Zvl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tn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pozornos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t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je 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eb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nova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t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sednut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stavb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(16-30mm)</w:t>
      </w:r>
      <w:r>
        <w:rPr baseline="0" dirty="0">
          <w:rFonts w:ascii="DIN Pro Regular" w:hAnsi="DIN Pro Regular" w:cs="DIN Pro Regular"/>
          <w:color w:val="000000"/>
          <w:spacing w:val="16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kter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hroz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kv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ů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l</w:t>
      </w:r>
      <w:r>
        <w:rPr baseline="0" dirty="0">
          <w:rFonts w:ascii="DIN Pro Regular" w:hAnsi="DIN Pro Regular" w:cs="DIN Pro Regular"/>
          <w:color w:val="000000"/>
          <w:spacing w:val="-6"/>
          <w:sz w:val="16"/>
          <w:szCs w:val="16"/>
          <w:lang w:val="cs-CZ"/>
        </w:rPr>
        <w:t>i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velk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mocnost</w:t>
      </w:r>
      <w:r>
        <w:rPr baseline="0" dirty="0">
          <w:rFonts w:ascii="DIN Pro Regular" w:hAnsi="DIN Pro Regular" w:cs="DIN Pro Regular"/>
          <w:color w:val="000000"/>
          <w:spacing w:val="8"/>
          <w:sz w:val="16"/>
          <w:szCs w:val="16"/>
          <w:lang w:val="cs-CZ"/>
        </w:rPr>
        <w:t>i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nav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k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(cc</w:t>
      </w:r>
      <w:r>
        <w:rPr baseline="0" dirty="0">
          <w:rFonts w:ascii="DIN Pro Regular" w:hAnsi="DIN Pro Regular" w:cs="DIN Pro Regular"/>
          <w:color w:val="000000"/>
          <w:spacing w:val="23"/>
          <w:sz w:val="16"/>
          <w:szCs w:val="16"/>
          <w:lang w:val="cs-CZ"/>
        </w:rPr>
        <w:t>a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9-15m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)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zna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heterogenit</w:t>
      </w:r>
      <w:r>
        <w:rPr baseline="0" dirty="0">
          <w:rFonts w:ascii="DIN Pro Regular" w:hAnsi="DIN Pro Regular" w:cs="DIN Pro Regular"/>
          <w:color w:val="000000"/>
          <w:spacing w:val="20"/>
          <w:sz w:val="16"/>
          <w:szCs w:val="16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kladov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ů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dy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Dl</w:t>
      </w:r>
      <w:r>
        <w:rPr baseline="0" dirty="0">
          <w:rFonts w:ascii="DIN Pro Regular" w:hAnsi="DIN Pro Regular" w:cs="DIN Pro Regular"/>
          <w:color w:val="000000"/>
          <w:spacing w:val="21"/>
          <w:sz w:val="16"/>
          <w:szCs w:val="16"/>
          <w:lang w:val="cs-CZ"/>
        </w:rPr>
        <w:t>e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IG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P 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23-160.20</w:t>
      </w:r>
      <w:r>
        <w:rPr baseline="0" dirty="0">
          <w:rFonts w:ascii="DIN Pro Regular" w:hAnsi="DIN Pro Regular" w:cs="DIN Pro Regular"/>
          <w:color w:val="000000"/>
          <w:spacing w:val="12"/>
          <w:sz w:val="16"/>
          <w:szCs w:val="16"/>
          <w:lang w:val="cs-CZ"/>
        </w:rPr>
        <w:t>7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od SUDO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P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Prah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a.s. je po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se zalo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 nav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k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Y2 - F3 MS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F4 CS</w:t>
      </w:r>
      <w:r>
        <w:rPr baseline="0" dirty="0">
          <w:rFonts w:ascii="DIN Pro Regular" w:hAnsi="DIN Pro Regular" w:cs="DIN Pro Regular"/>
          <w:color w:val="000000"/>
          <w:spacing w:val="-8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,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Edef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=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2 MPa</w:t>
      </w:r>
      <w:r>
        <w:rPr baseline="0" dirty="0">
          <w:rFonts w:ascii="DIN Pro Regular" w:hAnsi="DIN Pro Regular" w:cs="DIN Pro Regular"/>
          <w:color w:val="000000"/>
          <w:spacing w:val="-6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Poisso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= 0,28.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18" w:lineRule="exact"/>
        <w:ind w:left="46" w:right="2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Stavebn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bud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ji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svahov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16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cca 45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°</w:t>
      </w:r>
      <w:r>
        <w:rPr baseline="0" dirty="0">
          <w:rFonts w:ascii="DIN Pro Regular" w:hAnsi="DIN Pro Regular" w:cs="DIN Pro Regular"/>
          <w:color w:val="000000"/>
          <w:spacing w:val="22"/>
          <w:sz w:val="16"/>
          <w:szCs w:val="16"/>
          <w:lang w:val="cs-CZ"/>
        </w:rPr>
        <w:t>.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padn</w:t>
      </w:r>
      <w:r>
        <w:rPr baseline="0" dirty="0">
          <w:rFonts w:ascii="DIN Pro Regular" w:hAnsi="DIN Pro Regular" w:cs="DIN Pro Regular"/>
          <w:color w:val="000000"/>
          <w:spacing w:val="6"/>
          <w:sz w:val="16"/>
          <w:szCs w:val="16"/>
          <w:lang w:val="cs-CZ"/>
        </w:rPr>
        <w:t>á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HP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V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(je obecn</w:t>
      </w:r>
      <w:r>
        <w:rPr baseline="0" dirty="0">
          <w:rFonts w:ascii="DIN Pro Regular" w:hAnsi="DIN Pro Regular" w:cs="DIN Pro Regular"/>
          <w:color w:val="000000"/>
          <w:spacing w:val="1"/>
          <w:sz w:val="16"/>
          <w:szCs w:val="16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vysok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)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mus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b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 od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erp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na</w:t>
      </w:r>
      <w:r>
        <w:rPr baseline="0" dirty="0">
          <w:rFonts w:ascii="DIN Pro Regular" w:hAnsi="DIN Pro Regular" w:cs="DIN Pro Regular"/>
          <w:color w:val="000000"/>
          <w:spacing w:val="19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kladov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á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se dle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re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ln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c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podm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ne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k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bud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zaji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šť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ova</w:t>
      </w:r>
      <w:r>
        <w:rPr baseline="0" dirty="0">
          <w:rFonts w:ascii="DIN Pro Regular" w:hAnsi="DIN Pro Regular" w:cs="DIN Pro Regular"/>
          <w:color w:val="000000"/>
          <w:spacing w:val="8"/>
          <w:sz w:val="16"/>
          <w:szCs w:val="16"/>
          <w:lang w:val="cs-CZ"/>
        </w:rPr>
        <w:t>t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huben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pacing w:val="8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betonem.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kladov</w:t>
      </w:r>
      <w:r>
        <w:rPr baseline="0" dirty="0">
          <w:rFonts w:ascii="DIN Pro Regular" w:hAnsi="DIN Pro Regular" w:cs="DIN Pro Regular"/>
          <w:color w:val="000000"/>
          <w:spacing w:val="9"/>
          <w:sz w:val="16"/>
          <w:szCs w:val="16"/>
          <w:lang w:val="cs-CZ"/>
        </w:rPr>
        <w:t>á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r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bud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hutn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dle podm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ne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k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na 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178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587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359663</wp:posOffset>
            </wp:positionH>
            <wp:positionV relativeFrom="line">
              <wp:posOffset>0</wp:posOffset>
            </wp:positionV>
            <wp:extent cx="390361" cy="242535"/>
            <wp:effectExtent l="0" t="0" r="0" b="0"/>
            <wp:wrapNone/>
            <wp:docPr id="700" name="Freeform 700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59663" y="0"/>
                      <a:ext cx="27606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Svisl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7"/>
                            <w:sz w:val="16"/>
                            <w:szCs w:val="16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365379</wp:posOffset>
            </wp:positionH>
            <wp:positionV relativeFrom="line">
              <wp:posOffset>0</wp:posOffset>
            </wp:positionV>
            <wp:extent cx="975846" cy="242535"/>
            <wp:effectExtent l="0" t="0" r="0" b="0"/>
            <wp:wrapNone/>
            <wp:docPr id="701" name="Freeform 701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5379" y="0"/>
                      <a:ext cx="861546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Svisl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3"/>
                            <w:sz w:val="16"/>
                            <w:szCs w:val="16"/>
                            <w:lang w:val="cs-CZ"/>
                          </w:rPr>
                          <w:t>é  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konstrukce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361568</wp:posOffset>
            </wp:positionH>
            <wp:positionV relativeFrom="line">
              <wp:posOffset>0</wp:posOffset>
            </wp:positionV>
            <wp:extent cx="390361" cy="242535"/>
            <wp:effectExtent l="0" t="0" r="0" b="0"/>
            <wp:wrapNone/>
            <wp:docPr id="702" name="Freeform 702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1568" y="0"/>
                      <a:ext cx="27606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Svisl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7"/>
                            <w:sz w:val="16"/>
                            <w:szCs w:val="16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363474</wp:posOffset>
            </wp:positionH>
            <wp:positionV relativeFrom="line">
              <wp:posOffset>0</wp:posOffset>
            </wp:positionV>
            <wp:extent cx="390361" cy="242535"/>
            <wp:effectExtent l="0" t="0" r="0" b="0"/>
            <wp:wrapNone/>
            <wp:docPr id="703" name="Freeform 703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3474" y="0"/>
                      <a:ext cx="276061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Svisl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17"/>
                            <w:sz w:val="16"/>
                            <w:szCs w:val="16"/>
                            <w:lang w:val="cs-CZ"/>
                          </w:rPr>
                          <w:t>é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699897</wp:posOffset>
            </wp:positionH>
            <wp:positionV relativeFrom="line">
              <wp:posOffset>0</wp:posOffset>
            </wp:positionV>
            <wp:extent cx="643233" cy="242535"/>
            <wp:effectExtent l="0" t="0" r="0" b="0"/>
            <wp:wrapNone/>
            <wp:docPr id="704" name="Freeform 704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699897" y="0"/>
                      <a:ext cx="528933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konstrukce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701801</wp:posOffset>
            </wp:positionH>
            <wp:positionV relativeFrom="line">
              <wp:posOffset>0</wp:posOffset>
            </wp:positionV>
            <wp:extent cx="643233" cy="242535"/>
            <wp:effectExtent l="0" t="0" r="0" b="0"/>
            <wp:wrapNone/>
            <wp:docPr id="705" name="Freeform 705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701801" y="0"/>
                      <a:ext cx="528933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konstrukce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konstrukce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Jso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6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 fo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šíř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60mm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dle slo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100-180mm</w:t>
      </w:r>
      <w:r>
        <w:rPr baseline="0" dirty="0">
          <w:rFonts w:ascii="DIN Pro Regular" w:hAnsi="DIN Pro Regular" w:cs="DIN Pro Regular"/>
          <w:color w:val="000000"/>
          <w:spacing w:val="19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ost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roh</w:t>
      </w:r>
      <w:r>
        <w:rPr baseline="0" dirty="0">
          <w:rFonts w:ascii="DIN Pro Regular" w:hAnsi="DIN Pro Regular" w:cs="DIN Pro Regular"/>
          <w:color w:val="000000"/>
          <w:spacing w:val="-6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exponovan</w:t>
      </w:r>
      <w:r>
        <w:rPr baseline="0" dirty="0">
          <w:rFonts w:ascii="DIN Pro Regular" w:hAnsi="DIN Pro Regular" w:cs="DIN Pro Regular"/>
          <w:color w:val="000000"/>
          <w:spacing w:val="15"/>
          <w:sz w:val="16"/>
          <w:szCs w:val="16"/>
          <w:lang w:val="cs-CZ"/>
        </w:rPr>
        <w:t>á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jso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zdvojen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</w:t>
      </w:r>
      <w:r>
        <w:rPr baseline="0" dirty="0">
          <w:rFonts w:ascii="DIN Pro Regular" w:hAnsi="DIN Pro Regular" w:cs="DIN Pro Regular"/>
          <w:color w:val="000000"/>
          <w:spacing w:val="8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Sloupk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jsou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20" w:lineRule="exact"/>
        <w:ind w:left="46" w:right="321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zaklopen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 obo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stra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tuh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pl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vytva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smykov</w:t>
      </w:r>
      <w:r>
        <w:rPr baseline="0" dirty="0">
          <w:rFonts w:ascii="DIN Pro Regular" w:hAnsi="DIN Pro Regular" w:cs="DIN Pro Regular"/>
          <w:color w:val="000000"/>
          <w:spacing w:val="7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(diafragma)</w:t>
      </w:r>
      <w:r>
        <w:rPr baseline="0" dirty="0">
          <w:rFonts w:ascii="DIN Pro Regular" w:hAnsi="DIN Pro Regular" w:cs="DIN Pro Regular"/>
          <w:color w:val="000000"/>
          <w:spacing w:val="17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Sloupk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jso</w:t>
      </w:r>
      <w:r>
        <w:rPr baseline="0" dirty="0">
          <w:rFonts w:ascii="DIN Pro Regular" w:hAnsi="DIN Pro Regular" w:cs="DIN Pro Regular"/>
          <w:color w:val="000000"/>
          <w:spacing w:val="-8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zalo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6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na rozn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ec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17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prah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60/180mm.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Horn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pacing w:val="-6"/>
          <w:sz w:val="16"/>
          <w:szCs w:val="16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je zdvojen</w:t>
      </w:r>
      <w:r>
        <w:rPr baseline="0" dirty="0">
          <w:rFonts w:ascii="DIN Pro Regular" w:hAnsi="DIN Pro Regular" w:cs="DIN Pro Regular"/>
          <w:color w:val="000000"/>
          <w:spacing w:val="7"/>
          <w:sz w:val="16"/>
          <w:szCs w:val="16"/>
          <w:lang w:val="cs-CZ"/>
        </w:rPr>
        <w:t>ý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2x60/180</w:t>
      </w:r>
      <w:r>
        <w:rPr baseline="0" dirty="0">
          <w:rFonts w:ascii="DIN Pro Regular" w:hAnsi="DIN Pro Regular" w:cs="DIN Pro Regular"/>
          <w:color w:val="000000"/>
          <w:spacing w:val="7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edn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rozte</w:t>
      </w:r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č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sloupk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ů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je cca 600mm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docGrid w:linePitch="360"/>
        </w:sectPr>
        <w:spacing w:before="235" w:after="0" w:line="201" w:lineRule="exact"/>
        <w:ind w:left="55" w:right="0" w:firstLine="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361568</wp:posOffset>
            </wp:positionH>
            <wp:positionV relativeFrom="line">
              <wp:posOffset>149225</wp:posOffset>
            </wp:positionV>
            <wp:extent cx="479524" cy="242535"/>
            <wp:effectExtent l="0" t="0" r="0" b="0"/>
            <wp:wrapNone/>
            <wp:docPr id="706" name="Freeform 706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1568" y="149225"/>
                      <a:ext cx="36522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St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ř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"/>
                            <w:sz w:val="16"/>
                            <w:szCs w:val="16"/>
                            <w:lang w:val="cs-CZ"/>
                          </w:rPr>
                          <w:t>echa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363474</wp:posOffset>
            </wp:positionH>
            <wp:positionV relativeFrom="line">
              <wp:posOffset>149225</wp:posOffset>
            </wp:positionV>
            <wp:extent cx="479524" cy="242535"/>
            <wp:effectExtent l="0" t="0" r="0" b="0"/>
            <wp:wrapNone/>
            <wp:docPr id="707" name="Freeform 707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63474" y="149225"/>
                      <a:ext cx="36522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St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ř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"/>
                            <w:sz w:val="16"/>
                            <w:szCs w:val="16"/>
                            <w:lang w:val="cs-CZ"/>
                          </w:rPr>
                          <w:t>echa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  <w:drawing>
          <wp:anchor simplePos="0" relativeHeight="251658240" behindDoc="0" locked="0" layoutInCell="1" allowOverlap="1">
            <wp:simplePos x="0" y="0"/>
            <wp:positionH relativeFrom="page">
              <wp:posOffset>359663</wp:posOffset>
            </wp:positionH>
            <wp:positionV relativeFrom="line">
              <wp:posOffset>149225</wp:posOffset>
            </wp:positionV>
            <wp:extent cx="479524" cy="242535"/>
            <wp:effectExtent l="0" t="0" r="0" b="0"/>
            <wp:wrapNone/>
            <wp:docPr id="708" name="Freeform 708"/>
            <wp:cNvGraphicFramePr/>
            <a:graphic>
              <a:graphicData uri="http://schemas.microsoft.com/office/word/2010/wordprocessingShape">
                <wps:wsp>
                  <wps:cNvSpPr/>
                  <wps:spPr>
                    <a:xfrm rot="0" flipH="0" flipV="0">
                      <a:off x="359663" y="149225"/>
                      <a:ext cx="365224" cy="128235"/>
                    </a:xfrm>
                    <a:custGeom>
                      <a:avLst/>
                      <a:gdLst/>
                      <a:ahLst/>
                      <a:cxnLst/>
                      <a:rect l="l" t="t" r="r" b="b"/>
                      <a:pathLst/>
                    </a:custGeom>
                    <a:noFill/>
                    <a:ln w="12700" cap="flat" cmpd="sng">
                      <a:solidFill>
                        <a:srgbClr val="FF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spAutoFit/>
                      <w:p>
                        <w:pPr>
                          <w:rPr>
                            <w:rFonts w:ascii="Times New Roman" w:hAnsi="Times New Roman" w:cs="Times New Roman"/>
                            <w:color w:val="010302"/>
                          </w:rPr>
                          <w:spacing w:before="0" w:after="0" w:line="201" w:lineRule="exact"/>
                          <w:ind w:left="0" w:right="0" w:firstLine="0"/>
                        </w:pP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St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z w:val="16"/>
                            <w:szCs w:val="16"/>
                            <w:lang w:val="cs-CZ"/>
                          </w:rPr>
                          <w:t>ř</w:t>
                        </w:r>
                        <w:r>
                          <w:rPr baseline="0" dirty="0">
                            <w:rFonts w:ascii="DIN Pro Regular" w:hAnsi="DIN Pro Regular" w:cs="DIN Pro Regular"/>
                            <w:color w:val="000000"/>
                            <w:spacing w:val="-2"/>
                            <w:sz w:val="16"/>
                            <w:szCs w:val="16"/>
                            <w:lang w:val="cs-CZ"/>
                          </w:rPr>
                          <w:t>echa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 </w:t>
                        </w:r>
                      </w:p>
                    </w:txbxContent>
                  </wps:txbx>
                  <wps:bodyPr wrap="square" lIns="0" tIns="0" rIns="0" bIns="0"/>
                </wps:wsp>
              </a:graphicData>
            </a:graphic>
          </wp:anchor>
        </w:drawing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echa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18" w:lineRule="exact"/>
        <w:ind w:left="46" w:right="-4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Je tvo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stropn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m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i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nosn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120/220</w:t>
      </w:r>
      <w:r>
        <w:rPr baseline="0" dirty="0">
          <w:rFonts w:ascii="DIN Pro Regular" w:hAnsi="DIN Pro Regular" w:cs="DIN Pro Regular"/>
          <w:color w:val="000000"/>
          <w:spacing w:val="6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nosn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jso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vylo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eny</w:t>
      </w:r>
      <w:r>
        <w:rPr>
          <w:rFonts w:ascii="Times New Roman" w:hAnsi="Times New Roman" w:cs="Times New Roman"/>
          <w:sz w:val="16"/>
          <w:szCs w:val="16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Nosn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jso</w:t>
      </w:r>
      <w:r>
        <w:rPr baseline="0" dirty="0">
          <w:rFonts w:ascii="DIN Pro Regular" w:hAnsi="DIN Pro Regular" w:cs="DIN Pro Regular"/>
          <w:color w:val="000000"/>
          <w:spacing w:val="-8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ulo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na nosn</w:t>
      </w:r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obvodov</w:t>
      </w:r>
      <w:r>
        <w:rPr baseline="0" dirty="0">
          <w:rFonts w:ascii="DIN Pro Regular" w:hAnsi="DIN Pro Regular" w:cs="DIN Pro Regular"/>
          <w:color w:val="000000"/>
          <w:spacing w:val="9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edo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nu.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2" w:space="0" w:equalWidth="0">
            <w:col w:w="4837" w:space="57"/>
            <w:col w:w="2070" w:space="0"/>
          </w:cols>
          <w:docGrid w:linePitch="360"/>
        </w:sectPr>
        <w:spacing w:before="16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cca 1,65</w:t>
      </w:r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od hran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ny.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24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53" w:lineRule="exact"/>
        <w:ind w:left="46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1.2</w:t>
      </w:r>
      <w:r>
        <w:rPr baseline="0" dirty="0">
          <w:rFonts w:ascii="DIN Pro Bold" w:hAnsi="DIN Pro Bold" w:cs="DIN Pro Bold"/>
          <w:b/>
          <w:bCs/>
          <w:color w:val="000000"/>
          <w:spacing w:val="-9"/>
          <w:sz w:val="20"/>
          <w:szCs w:val="20"/>
          <w:lang w:val="cs-CZ"/>
        </w:rPr>
        <w:t>.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Navr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ž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en</w:t>
      </w:r>
      <w:r>
        <w:rPr baseline="0" dirty="0">
          <w:rFonts w:ascii="DIN Pro Bold" w:hAnsi="DIN Pro Bold" w:cs="DIN Pro Bold"/>
          <w:b/>
          <w:bCs/>
          <w:color w:val="000000"/>
          <w:spacing w:val="-17"/>
          <w:sz w:val="20"/>
          <w:szCs w:val="20"/>
          <w:lang w:val="cs-CZ"/>
        </w:rPr>
        <w:t>é</w:t>
      </w:r>
      <w:r>
        <w:rPr>
          <w:rFonts w:ascii="Times New Roman" w:hAnsi="Times New Roman" w:cs="Times New Roman"/>
          <w:sz w:val="20"/>
          <w:szCs w:val="20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24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53" w:lineRule="exact"/>
        <w:ind w:left="33" w:right="40" w:firstLine="0"/>
        <w:jc w:val="right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materi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pacing w:val="-8"/>
          <w:sz w:val="20"/>
          <w:szCs w:val="20"/>
          <w:lang w:val="cs-CZ"/>
        </w:rPr>
        <w:t>ly</w:t>
      </w:r>
      <w:r>
        <w:rPr>
          <w:rFonts w:ascii="Times New Roman" w:hAnsi="Times New Roman" w:cs="Times New Roman"/>
          <w:sz w:val="20"/>
          <w:szCs w:val="20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24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53" w:lineRule="exact"/>
        <w:ind w:left="-80" w:right="40" w:firstLine="0"/>
        <w:jc w:val="right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a hlavn</w:t>
      </w:r>
      <w:r>
        <w:rPr baseline="0" dirty="0">
          <w:rFonts w:ascii="DIN Pro Bold" w:hAnsi="DIN Pro Bold" w:cs="DIN Pro Bold"/>
          <w:b/>
          <w:bCs/>
          <w:color w:val="000000"/>
          <w:spacing w:val="7"/>
          <w:sz w:val="20"/>
          <w:szCs w:val="20"/>
          <w:lang w:val="cs-CZ"/>
        </w:rPr>
        <w:t>í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konstruk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č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n</w:t>
      </w:r>
      <w:r>
        <w:rPr baseline="0" dirty="0">
          <w:rFonts w:ascii="DIN Pro Bold" w:hAnsi="DIN Pro Bold" w:cs="DIN Pro Bold"/>
          <w:b/>
          <w:bCs/>
          <w:color w:val="000000"/>
          <w:spacing w:val="-19"/>
          <w:sz w:val="20"/>
          <w:szCs w:val="20"/>
          <w:lang w:val="cs-CZ"/>
        </w:rPr>
        <w:t>í</w:t>
      </w:r>
      <w:r>
        <w:rPr>
          <w:rFonts w:ascii="Times New Roman" w:hAnsi="Times New Roman" w:cs="Times New Roman"/>
          <w:sz w:val="20"/>
          <w:szCs w:val="20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after="24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1430" w:space="-8"/>
            <w:col w:w="1063" w:space="107"/>
            <w:col w:w="2032" w:space="127"/>
            <w:col w:w="570" w:space="0"/>
          </w:cols>
          <w:docGrid w:linePitch="360"/>
        </w:sectPr>
        <w:spacing w:before="0" w:after="0" w:line="253" w:lineRule="exact"/>
        <w:ind w:left="-80" w:right="40" w:firstLine="0"/>
        <w:jc w:val="right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prvky</w:t>
      </w:r>
      <w:r>
        <w:rPr>
          <w:rFonts w:ascii="Times New Roman" w:hAnsi="Times New Roman" w:cs="Times New Roman"/>
          <w:sz w:val="20"/>
          <w:szCs w:val="20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83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Beto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kladov</w:t>
      </w:r>
      <w:r>
        <w:rPr baseline="0" dirty="0">
          <w:rFonts w:ascii="DIN Pro Regular" w:hAnsi="DIN Pro Regular" w:cs="DIN Pro Regular"/>
          <w:color w:val="000000"/>
          <w:spacing w:val="-17"/>
          <w:sz w:val="16"/>
          <w:szCs w:val="16"/>
          <w:lang w:val="cs-CZ"/>
        </w:rPr>
        <w:t>é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83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pacing w:val="-1"/>
          <w:sz w:val="16"/>
          <w:szCs w:val="16"/>
          <w:lang w:val="cs-CZ"/>
        </w:rPr>
        <w:t>desky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83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C30/37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4" w:space="0" w:equalWidth="0">
            <w:col w:w="1357" w:space="65"/>
            <w:col w:w="465" w:space="222"/>
            <w:col w:w="553" w:space="48"/>
            <w:col w:w="325" w:space="0"/>
          </w:cols>
          <w:docGrid w:linePitch="360"/>
        </w:sectPr>
        <w:spacing w:before="83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XC3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7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ztu</w:t>
      </w:r>
      <w:r>
        <w:rPr baseline="0" dirty="0">
          <w:rFonts w:ascii="DIN Pro Regular" w:hAnsi="DIN Pro Regular" w:cs="DIN Pro Regular"/>
          <w:color w:val="000000"/>
          <w:spacing w:val="-18"/>
          <w:sz w:val="16"/>
          <w:szCs w:val="16"/>
          <w:lang w:val="cs-CZ"/>
        </w:rPr>
        <w:t>ž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16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evo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rPr>
          <w:rFonts w:ascii="Times New Roman" w:hAnsi="Times New Roman" w:cs="Times New Roman"/>
          <w:color w:val="010302"/>
        </w:rPr>
        <w:spacing w:before="17" w:after="0" w:line="201" w:lineRule="exact"/>
        <w:ind w:left="287" w:right="0" w:firstLine="0"/>
      </w:pPr>
      <w:r/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B500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2" w:space="0" w:equalWidth="0">
            <w:col w:w="574" w:space="10"/>
            <w:col w:w="719" w:space="0"/>
          </w:cols>
          <w:docGrid w:linePitch="360"/>
        </w:sectPr>
        <w:spacing w:before="0" w:after="0" w:line="201" w:lineRule="exact"/>
        <w:ind w:left="0" w:right="0" w:firstLine="0"/>
      </w:pPr>
      <w:r/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C24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2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53" w:lineRule="exact"/>
        <w:ind w:left="46" w:right="0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1.3</w:t>
      </w:r>
      <w:r>
        <w:rPr baseline="0" dirty="0">
          <w:rFonts w:ascii="DIN Pro Bold" w:hAnsi="DIN Pro Bold" w:cs="DIN Pro Bold"/>
          <w:b/>
          <w:bCs/>
          <w:color w:val="000000"/>
          <w:spacing w:val="-9"/>
          <w:sz w:val="20"/>
          <w:szCs w:val="20"/>
          <w:lang w:val="cs-CZ"/>
        </w:rPr>
        <w:t>.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Uva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ž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ovan</w:t>
      </w:r>
      <w:r>
        <w:rPr baseline="0" dirty="0">
          <w:rFonts w:ascii="DIN Pro Bold" w:hAnsi="DIN Pro Bold" w:cs="DIN Pro Bold"/>
          <w:b/>
          <w:bCs/>
          <w:color w:val="000000"/>
          <w:spacing w:val="2"/>
          <w:sz w:val="20"/>
          <w:szCs w:val="20"/>
          <w:lang w:val="cs-CZ"/>
        </w:rPr>
        <w:t>é 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zat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íž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en</w:t>
      </w:r>
      <w:r>
        <w:rPr baseline="0" dirty="0">
          <w:rFonts w:ascii="DIN Pro Bold" w:hAnsi="DIN Pro Bold" w:cs="DIN Pro Bold"/>
          <w:b/>
          <w:bCs/>
          <w:color w:val="000000"/>
          <w:spacing w:val="16"/>
          <w:sz w:val="20"/>
          <w:szCs w:val="20"/>
          <w:lang w:val="cs-CZ"/>
        </w:rPr>
        <w:t>í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ř</w:t>
      </w:r>
      <w:r>
        <w:rPr baseline="0" dirty="0">
          <w:rFonts w:ascii="DIN Pro Bold" w:hAnsi="DIN Pro Bold" w:cs="DIN Pro Bold"/>
          <w:b/>
          <w:bCs/>
          <w:color w:val="000000"/>
          <w:spacing w:val="27"/>
          <w:sz w:val="20"/>
          <w:szCs w:val="20"/>
          <w:lang w:val="cs-CZ"/>
        </w:rPr>
        <w:t>i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n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vrh</w:t>
      </w:r>
      <w:r>
        <w:rPr baseline="0" dirty="0">
          <w:rFonts w:ascii="DIN Pro Bold" w:hAnsi="DIN Pro Bold" w:cs="DIN Pro Bold"/>
          <w:b/>
          <w:bCs/>
          <w:color w:val="000000"/>
          <w:spacing w:val="11"/>
          <w:sz w:val="20"/>
          <w:szCs w:val="20"/>
          <w:lang w:val="cs-CZ"/>
        </w:rPr>
        <w:t>u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nosn</w:t>
      </w:r>
      <w:r>
        <w:rPr baseline="0" dirty="0">
          <w:rFonts w:ascii="DIN Pro Bold" w:hAnsi="DIN Pro Bold" w:cs="DIN Pro Bold"/>
          <w:b/>
          <w:bCs/>
          <w:color w:val="000000"/>
          <w:spacing w:val="5"/>
          <w:sz w:val="20"/>
          <w:szCs w:val="20"/>
          <w:lang w:val="cs-CZ"/>
        </w:rPr>
        <w:t>é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konstrukce</w:t>
      </w:r>
      <w:r>
        <w:rPr>
          <w:rFonts w:ascii="Times New Roman" w:hAnsi="Times New Roman" w:cs="Times New Roman"/>
          <w:sz w:val="20"/>
          <w:szCs w:val="20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8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echn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velikosti</w:t>
      </w:r>
      <w:r>
        <w:rPr baseline="0" dirty="0">
          <w:rFonts w:ascii="DIN Pro Regular" w:hAnsi="DIN Pro Regular" w:cs="DIN Pro Regular"/>
          <w:color w:val="000000"/>
          <w:spacing w:val="7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stejn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jak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vstupn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ú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daj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syst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kombina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c</w:t>
      </w:r>
      <w:r>
        <w:rPr baseline="0" dirty="0">
          <w:rFonts w:ascii="DIN Pro Regular" w:hAnsi="DIN Pro Regular" w:cs="DIN Pro Regular"/>
          <w:color w:val="000000"/>
          <w:spacing w:val="1"/>
          <w:sz w:val="16"/>
          <w:szCs w:val="16"/>
          <w:lang w:val="cs-CZ"/>
        </w:rPr>
        <w:t>h 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pravidel,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8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jso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uvedeny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8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 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slu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pacing w:val="-18"/>
          <w:sz w:val="16"/>
          <w:szCs w:val="16"/>
          <w:lang w:val="cs-CZ"/>
        </w:rPr>
        <w:t>é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8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kapitole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8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statick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ho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1"/>
          <w:szCs w:val="1"/>
          <w:lang w:val="cs-CZ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84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cols w:num="6" w:space="0" w:equalWidth="0">
            <w:col w:w="6134" w:space="59"/>
            <w:col w:w="1023" w:space="54"/>
            <w:col w:w="860" w:space="63"/>
            <w:col w:w="631" w:space="52"/>
            <w:col w:w="804" w:space="66"/>
            <w:col w:w="714" w:space="0"/>
          </w:cols>
          <w:docGrid w:linePitch="360"/>
        </w:sectPr>
        <w:spacing w:before="0" w:after="0" w:line="201" w:lineRule="exact"/>
        <w:ind w:left="-80" w:right="40" w:firstLine="0"/>
        <w:jc w:val="right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posudku.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after="5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278" w:lineRule="exact"/>
        <w:ind w:left="46" w:right="513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1.4</w:t>
      </w:r>
      <w:r>
        <w:rPr baseline="0" dirty="0">
          <w:rFonts w:ascii="DIN Pro Bold" w:hAnsi="DIN Pro Bold" w:cs="DIN Pro Bold"/>
          <w:b/>
          <w:bCs/>
          <w:color w:val="000000"/>
          <w:spacing w:val="-9"/>
          <w:sz w:val="20"/>
          <w:szCs w:val="20"/>
          <w:lang w:val="cs-CZ"/>
        </w:rPr>
        <w:t>.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Podm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í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nk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y 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postup</w:t>
      </w:r>
      <w:r>
        <w:rPr baseline="0" dirty="0">
          <w:rFonts w:ascii="DIN Pro Bold" w:hAnsi="DIN Pro Bold" w:cs="DIN Pro Bold"/>
          <w:b/>
          <w:bCs/>
          <w:color w:val="000000"/>
          <w:spacing w:val="15"/>
          <w:sz w:val="20"/>
          <w:szCs w:val="20"/>
          <w:lang w:val="cs-CZ"/>
        </w:rPr>
        <w:t>u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prac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í</w:t>
      </w:r>
      <w:r>
        <w:rPr baseline="0" dirty="0">
          <w:rFonts w:ascii="DIN Pro Bold" w:hAnsi="DIN Pro Bold" w:cs="DIN Pro Bold"/>
          <w:b/>
          <w:bCs/>
          <w:color w:val="000000"/>
          <w:spacing w:val="4"/>
          <w:sz w:val="20"/>
          <w:szCs w:val="20"/>
          <w:lang w:val="cs-CZ"/>
        </w:rPr>
        <w:t>,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kter</w:t>
      </w:r>
      <w:r>
        <w:rPr baseline="0" dirty="0">
          <w:rFonts w:ascii="DIN Pro Bold" w:hAnsi="DIN Pro Bold" w:cs="DIN Pro Bold"/>
          <w:b/>
          <w:bCs/>
          <w:color w:val="000000"/>
          <w:spacing w:val="3"/>
          <w:sz w:val="20"/>
          <w:szCs w:val="20"/>
          <w:lang w:val="cs-CZ"/>
        </w:rPr>
        <w:t>é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b</w:t>
      </w:r>
      <w:r>
        <w:rPr baseline="0" dirty="0">
          <w:rFonts w:ascii="DIN Pro Bold" w:hAnsi="DIN Pro Bold" w:cs="DIN Pro Bold"/>
          <w:b/>
          <w:bCs/>
          <w:color w:val="000000"/>
          <w:spacing w:val="21"/>
          <w:sz w:val="20"/>
          <w:szCs w:val="20"/>
          <w:lang w:val="cs-CZ"/>
        </w:rPr>
        <w:t>y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mohl</w:t>
      </w:r>
      <w:r>
        <w:rPr baseline="0" dirty="0">
          <w:rFonts w:ascii="DIN Pro Bold" w:hAnsi="DIN Pro Bold" w:cs="DIN Pro Bold"/>
          <w:b/>
          <w:bCs/>
          <w:color w:val="000000"/>
          <w:spacing w:val="6"/>
          <w:sz w:val="20"/>
          <w:szCs w:val="20"/>
          <w:lang w:val="cs-CZ"/>
        </w:rPr>
        <w:t>y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ovlivni</w:t>
      </w:r>
      <w:r>
        <w:rPr baseline="0" dirty="0">
          <w:rFonts w:ascii="DIN Pro Bold" w:hAnsi="DIN Pro Bold" w:cs="DIN Pro Bold"/>
          <w:b/>
          <w:bCs/>
          <w:color w:val="000000"/>
          <w:spacing w:val="12"/>
          <w:sz w:val="20"/>
          <w:szCs w:val="20"/>
          <w:lang w:val="cs-CZ"/>
        </w:rPr>
        <w:t>t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stabilit</w:t>
      </w:r>
      <w:r>
        <w:rPr baseline="0" dirty="0">
          <w:rFonts w:ascii="DIN Pro Bold" w:hAnsi="DIN Pro Bold" w:cs="DIN Pro Bold"/>
          <w:b/>
          <w:bCs/>
          <w:color w:val="000000"/>
          <w:spacing w:val="19"/>
          <w:sz w:val="20"/>
          <w:szCs w:val="20"/>
          <w:lang w:val="cs-CZ"/>
        </w:rPr>
        <w:t>u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vlastn</w:t>
      </w:r>
      <w:r>
        <w:rPr baseline="0" dirty="0">
          <w:rFonts w:ascii="DIN Pro Bold" w:hAnsi="DIN Pro Bold" w:cs="DIN Pro Bold"/>
          <w:b/>
          <w:bCs/>
          <w:color w:val="000000"/>
          <w:spacing w:val="9"/>
          <w:sz w:val="20"/>
          <w:szCs w:val="20"/>
          <w:lang w:val="cs-CZ"/>
        </w:rPr>
        <w:t>í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konstrukce</w:t>
      </w:r>
      <w:r>
        <w:rPr baseline="0" dirty="0">
          <w:rFonts w:ascii="DIN Pro Bold" w:hAnsi="DIN Pro Bold" w:cs="DIN Pro Bold"/>
          <w:b/>
          <w:bCs/>
          <w:color w:val="000000"/>
          <w:spacing w:val="7"/>
          <w:sz w:val="20"/>
          <w:szCs w:val="20"/>
          <w:lang w:val="cs-CZ"/>
        </w:rPr>
        <w:t>, 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ří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padn</w:t>
      </w:r>
      <w:r>
        <w:rPr baseline="0" dirty="0">
          <w:rFonts w:ascii="DIN Pro Bold" w:hAnsi="DIN Pro Bold" w:cs="DIN Pro Bold"/>
          <w:b/>
          <w:bCs/>
          <w:color w:val="000000"/>
          <w:spacing w:val="21"/>
          <w:sz w:val="20"/>
          <w:szCs w:val="20"/>
          <w:lang w:val="cs-CZ"/>
        </w:rPr>
        <w:t>ě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sousedn</w:t>
      </w:r>
      <w:r>
        <w:rPr baseline="0" dirty="0">
          <w:rFonts w:ascii="DIN Pro Bold" w:hAnsi="DIN Pro Bold" w:cs="DIN Pro Bold"/>
          <w:b/>
          <w:bCs/>
          <w:color w:val="000000"/>
          <w:spacing w:val="-19"/>
          <w:sz w:val="20"/>
          <w:szCs w:val="20"/>
          <w:lang w:val="cs-CZ"/>
        </w:rPr>
        <w:t>í</w:t>
      </w:r>
      <w:r>
        <w:rPr>
          <w:rFonts w:ascii="Times New Roman" w:hAnsi="Times New Roman" w:cs="Times New Roman"/>
          <w:sz w:val="20"/>
          <w:szCs w:val="20"/>
        </w:rPr>
        <w:t> </w:t>
      </w: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stavby</w:t>
      </w:r>
      <w:r>
        <w:rPr>
          <w:rFonts w:ascii="Times New Roman" w:hAnsi="Times New Roman" w:cs="Times New Roman"/>
          <w:sz w:val="20"/>
          <w:szCs w:val="20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66" w:after="0" w:line="218" w:lineRule="exact"/>
        <w:ind w:left="46" w:right="513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Jednotliv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etap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stavb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je 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eb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prov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pacing w:val="6"/>
          <w:sz w:val="16"/>
          <w:szCs w:val="16"/>
          <w:lang w:val="cs-CZ"/>
        </w:rPr>
        <w:t>t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 pe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liv</w:t>
      </w:r>
      <w:r>
        <w:rPr baseline="0" dirty="0">
          <w:rFonts w:ascii="DIN Pro Regular" w:hAnsi="DIN Pro Regular" w:cs="DIN Pro Regular"/>
          <w:color w:val="000000"/>
          <w:spacing w:val="1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stabilizac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i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etap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edchoz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11"/>
          <w:sz w:val="16"/>
          <w:szCs w:val="16"/>
          <w:lang w:val="cs-CZ"/>
        </w:rPr>
        <w:t>.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 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pad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mokr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c</w:t>
      </w:r>
      <w:r>
        <w:rPr baseline="0" dirty="0">
          <w:rFonts w:ascii="DIN Pro Regular" w:hAnsi="DIN Pro Regular" w:cs="DIN Pro Regular"/>
          <w:color w:val="000000"/>
          <w:spacing w:val="7"/>
          <w:sz w:val="16"/>
          <w:szCs w:val="16"/>
          <w:lang w:val="cs-CZ"/>
        </w:rPr>
        <w:t>h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proces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ů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je 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eb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dodr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et</w:t>
      </w:r>
      <w:r>
        <w:rPr>
          <w:rFonts w:ascii="Times New Roman" w:hAnsi="Times New Roman" w:cs="Times New Roman"/>
          <w:sz w:val="16"/>
          <w:szCs w:val="16"/>
        </w:rPr>
        <w:t> </w:t>
      </w:r>
      <w:r>
        <w:br w:type="textWrapping" w:clear="all"/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edepsan</w:t>
      </w:r>
      <w:r>
        <w:rPr baseline="0" dirty="0">
          <w:rFonts w:ascii="DIN Pro Regular" w:hAnsi="DIN Pro Regular" w:cs="DIN Pro Regular"/>
          <w:color w:val="000000"/>
          <w:spacing w:val="16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technologick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é 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postup</w:t>
      </w:r>
      <w:r>
        <w:rPr baseline="0" dirty="0">
          <w:rFonts w:ascii="DIN Pro Regular" w:hAnsi="DIN Pro Regular" w:cs="DIN Pro Regular"/>
          <w:color w:val="000000"/>
          <w:spacing w:val="3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est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vk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(Podl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</w:t>
      </w:r>
      <w:r>
        <w:rPr baseline="0" dirty="0">
          <w:rFonts w:ascii="DIN Pro Regular" w:hAnsi="DIN Pro Regular" w:cs="DIN Pro Regular"/>
          <w:color w:val="000000"/>
          <w:spacing w:val="-6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EN 1367</w:t>
      </w:r>
      <w:r>
        <w:rPr baseline="0" dirty="0">
          <w:rFonts w:ascii="DIN Pro Regular" w:hAnsi="DIN Pro Regular" w:cs="DIN Pro Regular"/>
          <w:color w:val="000000"/>
          <w:spacing w:val="-2"/>
          <w:sz w:val="16"/>
          <w:szCs w:val="16"/>
          <w:lang w:val="cs-CZ"/>
        </w:rPr>
        <w:t>0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E</w:t>
      </w:r>
      <w:r>
        <w:rPr baseline="0" dirty="0">
          <w:rFonts w:ascii="DIN Pro Regular" w:hAnsi="DIN Pro Regular" w:cs="DIN Pro Regular"/>
          <w:color w:val="000000"/>
          <w:spacing w:val="2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206-A1).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Konstrukce</w:t>
      </w:r>
      <w:r>
        <w:rPr baseline="0" dirty="0">
          <w:rFonts w:ascii="DIN Pro Regular" w:hAnsi="DIN Pro Regular" w:cs="DIN Pro Regular"/>
          <w:color w:val="000000"/>
          <w:spacing w:val="16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kter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é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moho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u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b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t b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ě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he</w:t>
      </w:r>
      <w:r>
        <w:rPr baseline="0" dirty="0">
          <w:rFonts w:ascii="DIN Pro Regular" w:hAnsi="DIN Pro Regular" w:cs="DIN Pro Regular"/>
          <w:color w:val="000000"/>
          <w:spacing w:val="1"/>
          <w:sz w:val="16"/>
          <w:szCs w:val="16"/>
          <w:lang w:val="cs-CZ"/>
        </w:rPr>
        <w:t>m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ý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stavb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statick</w:t>
      </w:r>
      <w:r>
        <w:rPr baseline="0" dirty="0">
          <w:rFonts w:ascii="DIN Pro Regular" w:hAnsi="DIN Pro Regular" w:cs="DIN Pro Regular"/>
          <w:color w:val="000000"/>
          <w:spacing w:val="2"/>
          <w:sz w:val="16"/>
          <w:szCs w:val="16"/>
          <w:lang w:val="cs-CZ"/>
        </w:rPr>
        <w:t>y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nestabiln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pacing w:val="10"/>
          <w:sz w:val="16"/>
          <w:szCs w:val="16"/>
          <w:lang w:val="cs-CZ"/>
        </w:rPr>
        <w:t>,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je t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eb</w:t>
      </w:r>
      <w:r>
        <w:rPr baseline="0" dirty="0">
          <w:rFonts w:ascii="DIN Pro Regular" w:hAnsi="DIN Pro Regular" w:cs="DIN Pro Regular"/>
          <w:color w:val="000000"/>
          <w:spacing w:val="-4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asn</w:t>
      </w:r>
      <w:r>
        <w:rPr baseline="0" dirty="0">
          <w:rFonts w:ascii="DIN Pro Regular" w:hAnsi="DIN Pro Regular" w:cs="DIN Pro Regular"/>
          <w:color w:val="000000"/>
          <w:spacing w:val="4"/>
          <w:sz w:val="16"/>
          <w:szCs w:val="16"/>
          <w:lang w:val="cs-CZ"/>
        </w:rPr>
        <w:t>ě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zajistit.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201" w:lineRule="exact"/>
        <w:ind w:left="46" w:right="0" w:firstLine="0"/>
      </w:pP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Ž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B konstrukc</w:t>
      </w:r>
      <w:r>
        <w:rPr baseline="0" dirty="0">
          <w:rFonts w:ascii="DIN Pro Regular" w:hAnsi="DIN Pro Regular" w:cs="DIN Pro Regular"/>
          <w:color w:val="000000"/>
          <w:spacing w:val="12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mus</w:t>
      </w:r>
      <w:r>
        <w:rPr baseline="0" dirty="0">
          <w:rFonts w:ascii="DIN Pro Regular" w:hAnsi="DIN Pro Regular" w:cs="DIN Pro Regular"/>
          <w:color w:val="000000"/>
          <w:spacing w:val="-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z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ů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sta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t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podep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ř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en</w:t>
      </w:r>
      <w:r>
        <w:rPr baseline="0" dirty="0">
          <w:rFonts w:ascii="DIN Pro Regular" w:hAnsi="DIN Pro Regular" w:cs="DIN Pro Regular"/>
          <w:color w:val="000000"/>
          <w:spacing w:val="12"/>
          <w:sz w:val="16"/>
          <w:szCs w:val="16"/>
          <w:lang w:val="cs-CZ"/>
        </w:rPr>
        <w:t>a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do fin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ln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í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h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o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vytuhnut</w:t>
      </w:r>
      <w:r>
        <w:rPr baseline="0" dirty="0">
          <w:rFonts w:ascii="DIN Pro Regular" w:hAnsi="DIN Pro Regular" w:cs="DIN Pro Regular"/>
          <w:color w:val="000000"/>
          <w:spacing w:val="5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podl</w:t>
      </w:r>
      <w:r>
        <w:rPr baseline="0" dirty="0">
          <w:rFonts w:ascii="DIN Pro Regular" w:hAnsi="DIN Pro Regular" w:cs="DIN Pro Regular"/>
          <w:color w:val="000000"/>
          <w:spacing w:val="-3"/>
          <w:sz w:val="16"/>
          <w:szCs w:val="16"/>
          <w:lang w:val="cs-CZ"/>
        </w:rPr>
        <w:t>e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Č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S</w:t>
      </w:r>
      <w:r>
        <w:rPr baseline="0" dirty="0">
          <w:rFonts w:ascii="DIN Pro Regular" w:hAnsi="DIN Pro Regular" w:cs="DIN Pro Regular"/>
          <w:color w:val="000000"/>
          <w:spacing w:val="-7"/>
          <w:sz w:val="16"/>
          <w:szCs w:val="16"/>
          <w:lang w:val="cs-CZ"/>
        </w:rPr>
        <w:t>N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E</w:t>
      </w:r>
      <w:r>
        <w:rPr baseline="0" dirty="0">
          <w:rFonts w:ascii="DIN Pro Regular" w:hAnsi="DIN Pro Regular" w:cs="DIN Pro Regular"/>
          <w:color w:val="000000"/>
          <w:spacing w:val="20"/>
          <w:sz w:val="16"/>
          <w:szCs w:val="16"/>
          <w:lang w:val="cs-CZ"/>
        </w:rPr>
        <w:t>N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13670.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rPr>
          <w:rFonts w:ascii="Times New Roman" w:hAnsi="Times New Roman" w:cs="Times New Roman"/>
          <w:color w:val="010302"/>
        </w:rPr>
        <w:tabs>
          <w:tab w:val="left" w:pos="5601"/>
        </w:tabs>
        <w:spacing w:before="248" w:after="0" w:line="289" w:lineRule="exact"/>
        <w:ind w:left="46" w:right="513" w:firstLine="0"/>
      </w:pPr>
      <w:r/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1.5</w:t>
      </w:r>
      <w:r>
        <w:rPr baseline="0" dirty="0">
          <w:rFonts w:ascii="DIN Pro Bold" w:hAnsi="DIN Pro Bold" w:cs="DIN Pro Bold"/>
          <w:b/>
          <w:bCs/>
          <w:color w:val="000000"/>
          <w:spacing w:val="-9"/>
          <w:sz w:val="20"/>
          <w:szCs w:val="20"/>
          <w:lang w:val="cs-CZ"/>
        </w:rPr>
        <w:t>.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Z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sad</w:t>
      </w:r>
      <w:r>
        <w:rPr baseline="0" dirty="0">
          <w:rFonts w:ascii="DIN Pro Bold" w:hAnsi="DIN Pro Bold" w:cs="DIN Pro Bold"/>
          <w:b/>
          <w:bCs/>
          <w:color w:val="000000"/>
          <w:spacing w:val="10"/>
          <w:sz w:val="20"/>
          <w:szCs w:val="20"/>
          <w:lang w:val="cs-CZ"/>
        </w:rPr>
        <w:t>y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pr</w:t>
      </w:r>
      <w:r>
        <w:rPr baseline="0" dirty="0">
          <w:rFonts w:ascii="DIN Pro Bold" w:hAnsi="DIN Pro Bold" w:cs="DIN Pro Bold"/>
          <w:b/>
          <w:bCs/>
          <w:color w:val="000000"/>
          <w:spacing w:val="-7"/>
          <w:sz w:val="20"/>
          <w:szCs w:val="20"/>
          <w:lang w:val="cs-CZ"/>
        </w:rPr>
        <w:t>o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prov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á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d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ě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n</w:t>
      </w:r>
      <w:r>
        <w:rPr baseline="0" dirty="0">
          <w:rFonts w:ascii="DIN Pro Bold" w:hAnsi="DIN Pro Bold" w:cs="DIN Pro Bold"/>
          <w:b/>
          <w:bCs/>
          <w:color w:val="000000"/>
          <w:spacing w:val="1"/>
          <w:sz w:val="20"/>
          <w:szCs w:val="20"/>
          <w:lang w:val="cs-CZ"/>
        </w:rPr>
        <w:t>í 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bourac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í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c</w:t>
      </w:r>
      <w:r>
        <w:rPr baseline="0" dirty="0">
          <w:rFonts w:ascii="DIN Pro Bold" w:hAnsi="DIN Pro Bold" w:cs="DIN Pro Bold"/>
          <w:b/>
          <w:bCs/>
          <w:color w:val="000000"/>
          <w:spacing w:val="23"/>
          <w:sz w:val="20"/>
          <w:szCs w:val="20"/>
          <w:lang w:val="cs-CZ"/>
        </w:rPr>
        <w:t>h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a podchycovac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í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ch	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prac</w:t>
      </w:r>
      <w:r>
        <w:rPr baseline="0" dirty="0">
          <w:rFonts w:ascii="DIN Pro Bold" w:hAnsi="DIN Pro Bold" w:cs="DIN Pro Bold"/>
          <w:b/>
          <w:bCs/>
          <w:color w:val="000000"/>
          <w:spacing w:val="2"/>
          <w:sz w:val="20"/>
          <w:szCs w:val="20"/>
          <w:lang w:val="cs-CZ"/>
        </w:rPr>
        <w:t>í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a zpev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ň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ovac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í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c</w:t>
      </w:r>
      <w:r>
        <w:rPr baseline="0" dirty="0">
          <w:rFonts w:ascii="DIN Pro Bold" w:hAnsi="DIN Pro Bold" w:cs="DIN Pro Bold"/>
          <w:b/>
          <w:bCs/>
          <w:color w:val="000000"/>
          <w:spacing w:val="11"/>
          <w:sz w:val="20"/>
          <w:szCs w:val="20"/>
          <w:lang w:val="cs-CZ"/>
        </w:rPr>
        <w:t>h 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konstrukc</w:t>
      </w:r>
      <w:r>
        <w:rPr baseline="0" dirty="0">
          <w:rFonts w:ascii="DIN Pro Bold" w:hAnsi="DIN Pro Bold" w:cs="DIN Pro Bold"/>
          <w:b/>
          <w:bCs/>
          <w:color w:val="000000"/>
          <w:spacing w:val="4"/>
          <w:sz w:val="20"/>
          <w:szCs w:val="20"/>
          <w:lang w:val="cs-CZ"/>
        </w:rPr>
        <w:t>í 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 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č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i prostup</w:t>
      </w:r>
      <w:r>
        <w:rPr baseline="0" dirty="0">
          <w:rFonts w:ascii="DIN Pro Bold" w:hAnsi="DIN Pro Bold" w:cs="DIN Pro Bold"/>
          <w:b/>
          <w:bCs/>
          <w:color w:val="000000"/>
          <w:sz w:val="20"/>
          <w:szCs w:val="20"/>
          <w:lang w:val="cs-CZ"/>
        </w:rPr>
        <w:t>ů</w:t>
      </w:r>
      <w:r>
        <w:rPr>
          <w:rFonts w:ascii="Times New Roman" w:hAnsi="Times New Roman" w:cs="Times New Roman"/>
          <w:sz w:val="20"/>
          <w:szCs w:val="20"/>
        </w:rPr>
        <w:t> </w:t>
      </w:r>
      <w:r/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Neprov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á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d</w:t>
      </w:r>
      <w:r>
        <w:rPr baseline="0" dirty="0">
          <w:rFonts w:ascii="DIN Pro Regular" w:hAnsi="DIN Pro Regular" w:cs="DIN Pro Regular"/>
          <w:color w:val="000000"/>
          <w:spacing w:val="12"/>
          <w:sz w:val="16"/>
          <w:szCs w:val="16"/>
          <w:lang w:val="cs-CZ"/>
        </w:rPr>
        <w:t>í </w:t>
      </w:r>
      <w:r>
        <w:rPr baseline="0" dirty="0">
          <w:rFonts w:ascii="DIN Pro Regular" w:hAnsi="DIN Pro Regular" w:cs="DIN Pro Regular"/>
          <w:color w:val="000000"/>
          <w:sz w:val="16"/>
          <w:szCs w:val="16"/>
          <w:lang w:val="cs-CZ"/>
        </w:rPr>
        <w:t> se.</w:t>
      </w:r>
      <w:r>
        <w:rPr>
          <w:rFonts w:ascii="Times New Roman" w:hAnsi="Times New Roman" w:cs="Times New Roman"/>
          <w:sz w:val="16"/>
          <w:szCs w:val="16"/>
        </w:rPr>
        <w:t>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/>
    </w:p>
    <w:p>
      <w:pPr>
        <w:spacing w:after="69" w:line="240" w:lineRule="auto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  <w:r>
        <w:drawing>
          <wp:anchor simplePos="0" relativeHeight="251658245" behindDoc="0" locked="0" layoutInCell="1" allowOverlap="1">
            <wp:simplePos x="0" y="0"/>
            <wp:positionH relativeFrom="page">
              <wp:posOffset>359663</wp:posOffset>
            </wp:positionH>
            <wp:positionV relativeFrom="paragraph">
              <wp:posOffset>145668</wp:posOffset>
            </wp:positionV>
            <wp:extent cx="6835141" cy="180"/>
            <wp:effectExtent l="0" t="0" r="0" b="0"/>
            <wp:wrapNone/>
            <wp:docPr id="709" name="Freeform 70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835141" cy="180"/>
                    </a:xfrm>
                    <a:custGeom>
                      <a:rect l="l" t="t" r="r" b="b"/>
                      <a:pathLst>
                        <a:path w="6835141" h="180">
                          <a:moveTo>
                            <a:pt x="0" y="0"/>
                          </a:moveTo>
                          <a:lnTo>
                            <a:pt x="6835141" y="0"/>
                          </a:lnTo>
                        </a:path>
                      </a:pathLst>
                    </a:custGeom>
                    <a:noFill/>
                    <a:ln w="6095" cap="flat" cmpd="sng">
                      <a:solidFill>
                        <a:srgbClr val="000000">
                          <a:alpha val="100000"/>
                        </a:srgbClr>
                      </a:solidFill>
                      <a:miter lim="127000"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simplePos="0" relativeHeight="251658246" behindDoc="0" locked="0" layoutInCell="1" allowOverlap="1">
            <wp:simplePos x="0" y="0"/>
            <wp:positionH relativeFrom="page">
              <wp:posOffset>7191756</wp:posOffset>
            </wp:positionH>
            <wp:positionV relativeFrom="paragraph">
              <wp:posOffset>142620</wp:posOffset>
            </wp:positionV>
            <wp:extent cx="6096" cy="6096"/>
            <wp:effectExtent l="0" t="0" r="0" b="0"/>
            <wp:wrapNone/>
            <wp:docPr id="710" name="Freeform 71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1">
                      <a:off x="0" y="0"/>
                      <a:ext cx="6096" cy="6096"/>
                    </a:xfrm>
                    <a:custGeom>
                      <a:rect l="l" t="t" r="r" b="b"/>
                      <a:pathLst>
                        <a:path w="6096" h="6096">
                          <a:moveTo>
                            <a:pt x="0" y="3048"/>
                          </a:moveTo>
                          <a:cubicBezTo>
                            <a:pt x="0" y="1364"/>
                            <a:pt x="1364" y="0"/>
                            <a:pt x="3048" y="0"/>
                          </a:cubicBezTo>
                          <a:cubicBezTo>
                            <a:pt x="4731" y="0"/>
                            <a:pt x="6096" y="1364"/>
                            <a:pt x="6096" y="3048"/>
                          </a:cubicBezTo>
                          <a:cubicBezTo>
                            <a:pt x="6096" y="4731"/>
                            <a:pt x="4731" y="6096"/>
                            <a:pt x="3048" y="6096"/>
                          </a:cubicBezTo>
                          <a:cubicBezTo>
                            <a:pt x="1364" y="6096"/>
                            <a:pt x="0" y="4731"/>
                            <a:pt x="0" y="3048"/>
                          </a:cubicBezTo>
                          <a:close/>
                          <a:moveTo>
                            <a:pt x="0" y="3048"/>
                          </a:moveTo>
                        </a:path>
                      </a:pathLst>
                    </a:custGeom>
                    <a:solidFill>
                      <a:srgbClr val="000000">
                        <a:alpha val="100000"/>
                      </a:srgbClr>
                    </a:solidFill>
                    <a:ln w="12700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00" w:h="16840"/>
          <w:pgMar w:top="343" w:right="500" w:bottom="275" w:left="500" w:header="708" w:footer="708" w:gutter="0"/>
          <w:docGrid w:linePitch="360"/>
        </w:sectPr>
        <w:spacing w:before="0" w:after="0" w:line="168" w:lineRule="exact"/>
        <w:ind w:left="5309" w:right="0" w:firstLine="0"/>
      </w:pPr>
      <w:r/>
      <w:r>
        <w:rPr baseline="0" dirty="0">
          <w:rFonts w:ascii="Calibri" w:hAnsi="Calibri" w:cs="Calibri"/>
          <w:color w:val="000000"/>
          <w:spacing w:val="-8"/>
          <w:sz w:val="17"/>
          <w:szCs w:val="17"/>
          <w:lang w:val="cs-CZ"/>
        </w:rPr>
        <w:t>3/3</w:t>
      </w:r>
      <w:r>
        <w:rPr>
          <w:rFonts w:ascii="Times New Roman" w:hAnsi="Times New Roman" w:cs="Times New Roman"/>
          <w:sz w:val="17"/>
          <w:szCs w:val="17"/>
        </w:rPr>
        <w:t> </w:t>
      </w:r>
      <w:r/>
    </w:p>
    <w:p>
      <w:r/>
    </w:p>
    <w:sectPr>
      <w:type w:val="continuous"/>
      <w:pgSz w:w="1190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63" Type="http://schemas.openxmlformats.org/officeDocument/2006/relationships/image" Target="media/image163.png"/><Relationship Id="rId176" Type="http://schemas.openxmlformats.org/officeDocument/2006/relationships/image" Target="media/image176.png"/><Relationship Id="rId337" Type="http://schemas.openxmlformats.org/officeDocument/2006/relationships/image" Target="media/image337.png"/><Relationship Id="rId3" Type="http://schemas.openxmlformats.org/officeDocument/2006/relationships/styles" Target="styles.xml"/><Relationship Id="rId138" Type="http://schemas.openxmlformats.org/officeDocument/2006/relationships/image" Target="media/image138.png"/><Relationship Id="rId141" Type="http://schemas.openxmlformats.org/officeDocument/2006/relationships/image" Target="media/image141.png"/><Relationship Id="rId188" Type="http://schemas.openxmlformats.org/officeDocument/2006/relationships/image" Target="media/image188.png"/><Relationship Id="rId696" Type="http://schemas.openxmlformats.org/officeDocument/2006/relationships/image" Target="media/image696.png"/><Relationship Id="rId137" Type="http://schemas.openxmlformats.org/officeDocument/2006/relationships/image" Target="media/image137.png"/><Relationship Id="rId158" Type="http://schemas.openxmlformats.org/officeDocument/2006/relationships/image" Target="media/image158.png"/><Relationship Id="rId2" Type="http://schemas.openxmlformats.org/officeDocument/2006/relationships/settings" Target="settings.xml"/><Relationship Id="rId145" Type="http://schemas.openxmlformats.org/officeDocument/2006/relationships/image" Target="media/image145.png"/><Relationship Id="rId161" Type="http://schemas.openxmlformats.org/officeDocument/2006/relationships/image" Target="media/image161.png"/><Relationship Id="rId1" Type="http://schemas.openxmlformats.org/officeDocument/2006/relationships/theme" Target="theme/theme1.xml"/><Relationship Id="rId136" Type="http://schemas.openxmlformats.org/officeDocument/2006/relationships/image" Target="media/image136.png"/><Relationship Id="rId149" Type="http://schemas.openxmlformats.org/officeDocument/2006/relationships/image" Target="media/image149.png"/><Relationship Id="rId699" Type="http://schemas.openxmlformats.org/officeDocument/2006/relationships/customXml" Target="../customXml/item3.xml"/><Relationship Id="rId165" Type="http://schemas.openxmlformats.org/officeDocument/2006/relationships/image" Target="media/image165.png"/><Relationship Id="rId186" Type="http://schemas.openxmlformats.org/officeDocument/2006/relationships/hyperlink" Target="mailto:hello@bpl-cz.cz" TargetMode="External"/><Relationship Id="rId143" Type="http://schemas.openxmlformats.org/officeDocument/2006/relationships/image" Target="media/image143.png"/><Relationship Id="rId156" Type="http://schemas.openxmlformats.org/officeDocument/2006/relationships/image" Target="media/image156.png"/><Relationship Id="rId169" Type="http://schemas.openxmlformats.org/officeDocument/2006/relationships/image" Target="media/image169.png"/><Relationship Id="rId672" Type="http://schemas.openxmlformats.org/officeDocument/2006/relationships/image" Target="media/image672.png"/><Relationship Id="rId698" Type="http://schemas.openxmlformats.org/officeDocument/2006/relationships/customXml" Target="../customXml/item2.xml"/><Relationship Id="rId4" Type="http://schemas.openxmlformats.org/officeDocument/2006/relationships/fontTable" Target="fontTable.xml"/><Relationship Id="rId100" Type="http://schemas.openxmlformats.org/officeDocument/2006/relationships/hyperlink" Target="mailto:artech@artech.cz" TargetMode="External"/><Relationship Id="rId180" Type="http://schemas.openxmlformats.org/officeDocument/2006/relationships/image" Target="media/image180.png"/><Relationship Id="rId69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14B5C-F6D9-4745-AED4-4DB8527E63AE}"/>
</file>

<file path=customXml/itemProps2.xml><?xml version="1.0" encoding="utf-8"?>
<ds:datastoreItem xmlns:ds="http://schemas.openxmlformats.org/officeDocument/2006/customXml" ds:itemID="{A0898D84-19C7-4585-AFE2-9AB495BB6B38}"/>
</file>

<file path=customXml/itemProps3.xml><?xml version="1.0" encoding="utf-8"?>
<ds:datastoreItem xmlns:ds="http://schemas.openxmlformats.org/officeDocument/2006/customXml" ds:itemID="{1411710C-0368-43CA-9813-722270665DD9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2024-10-04T10:23:46Z</dcterms:created>
  <dcterms:modified xsi:type="dcterms:W3CDTF">2024-10-04T10:23:46Z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0x010100A1400551AA9B63428421D81E08F79B69</vt:lpwstr>
  </property>
  <property fmtid="{D5CDD505-2E9C-101B-9397-08002B2CF9AE}" pid="3" name="Order">
    <vt:r8>2495600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