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34E3A" w:rsidRPr="00812787" w14:paraId="08E0750A" w14:textId="77777777" w:rsidTr="00D5008C">
        <w:tc>
          <w:tcPr>
            <w:tcW w:w="9322" w:type="dxa"/>
          </w:tcPr>
          <w:p w14:paraId="0302D8A3" w14:textId="77777777" w:rsidR="00734E3A" w:rsidRPr="00812787" w:rsidRDefault="00734E3A" w:rsidP="003C2E7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2787"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</w:p>
          <w:p w14:paraId="1F3D9266" w14:textId="02577FA5" w:rsidR="00734E3A" w:rsidRPr="00812787" w:rsidRDefault="00734E3A" w:rsidP="003C2E7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2787">
              <w:rPr>
                <w:rFonts w:ascii="Arial" w:hAnsi="Arial" w:cs="Arial"/>
                <w:b/>
                <w:sz w:val="32"/>
                <w:szCs w:val="32"/>
              </w:rPr>
              <w:t xml:space="preserve"> Krycí list nabídky</w:t>
            </w:r>
          </w:p>
          <w:p w14:paraId="18261AD7" w14:textId="77777777" w:rsidR="00734E3A" w:rsidRPr="00812787" w:rsidRDefault="00734E3A" w:rsidP="003C2E78">
            <w:pPr>
              <w:rPr>
                <w:rFonts w:ascii="Arial" w:hAnsi="Arial" w:cs="Arial"/>
              </w:rPr>
            </w:pPr>
          </w:p>
        </w:tc>
      </w:tr>
    </w:tbl>
    <w:p w14:paraId="04C7F084" w14:textId="77777777" w:rsidR="00734E3A" w:rsidRPr="00812787" w:rsidRDefault="00734E3A" w:rsidP="00734E3A">
      <w:pPr>
        <w:rPr>
          <w:rFonts w:ascii="Arial" w:hAnsi="Arial" w:cs="Arial"/>
        </w:rPr>
      </w:pPr>
    </w:p>
    <w:p w14:paraId="23E3B7E0" w14:textId="0EF4EB33" w:rsidR="00091D58" w:rsidRPr="00812787" w:rsidRDefault="00832775" w:rsidP="00832775">
      <w:pPr>
        <w:jc w:val="center"/>
        <w:rPr>
          <w:rFonts w:ascii="Arial" w:hAnsi="Arial" w:cs="Arial"/>
          <w:sz w:val="22"/>
          <w:szCs w:val="22"/>
        </w:rPr>
      </w:pPr>
      <w:r w:rsidRPr="00812787">
        <w:rPr>
          <w:rFonts w:ascii="Arial" w:hAnsi="Arial" w:cs="Arial"/>
          <w:sz w:val="22"/>
          <w:szCs w:val="22"/>
        </w:rPr>
        <w:t>k veřejné zakázce</w:t>
      </w:r>
      <w:r w:rsidR="00123ADC" w:rsidRPr="00812787">
        <w:rPr>
          <w:rFonts w:ascii="Arial" w:hAnsi="Arial" w:cs="Arial"/>
          <w:sz w:val="22"/>
          <w:szCs w:val="22"/>
        </w:rPr>
        <w:t xml:space="preserve"> malého rozsahu</w:t>
      </w:r>
      <w:r w:rsidR="00812787">
        <w:rPr>
          <w:rFonts w:ascii="Arial" w:hAnsi="Arial" w:cs="Arial"/>
          <w:sz w:val="22"/>
          <w:szCs w:val="22"/>
        </w:rPr>
        <w:t xml:space="preserve"> na služby</w:t>
      </w:r>
      <w:r w:rsidR="00091D58" w:rsidRPr="00812787">
        <w:rPr>
          <w:rFonts w:ascii="Arial" w:hAnsi="Arial" w:cs="Arial"/>
          <w:sz w:val="22"/>
          <w:szCs w:val="22"/>
        </w:rPr>
        <w:t xml:space="preserve"> </w:t>
      </w:r>
    </w:p>
    <w:p w14:paraId="470C0486" w14:textId="77777777" w:rsidR="00832775" w:rsidRPr="00812787" w:rsidRDefault="00832775" w:rsidP="00832775">
      <w:pPr>
        <w:jc w:val="center"/>
        <w:rPr>
          <w:rFonts w:ascii="Arial" w:hAnsi="Arial" w:cs="Arial"/>
          <w:sz w:val="22"/>
          <w:szCs w:val="22"/>
        </w:rPr>
      </w:pPr>
    </w:p>
    <w:p w14:paraId="2F1952F0" w14:textId="1C15C069" w:rsidR="00091D58" w:rsidRPr="00812787" w:rsidRDefault="00123ADC" w:rsidP="00F44535">
      <w:pPr>
        <w:jc w:val="center"/>
        <w:rPr>
          <w:rFonts w:ascii="Arial" w:hAnsi="Arial" w:cs="Arial"/>
          <w:b/>
          <w:sz w:val="28"/>
          <w:szCs w:val="28"/>
        </w:rPr>
      </w:pPr>
      <w:r w:rsidRPr="00812787">
        <w:rPr>
          <w:rFonts w:ascii="Arial" w:hAnsi="Arial" w:cs="Arial"/>
          <w:b/>
          <w:sz w:val="28"/>
          <w:szCs w:val="28"/>
        </w:rPr>
        <w:t>„</w:t>
      </w:r>
      <w:r w:rsidR="009A40E8">
        <w:rPr>
          <w:rFonts w:ascii="Arial" w:hAnsi="Arial" w:cs="Arial"/>
          <w:b/>
          <w:bCs/>
          <w:sz w:val="28"/>
          <w:szCs w:val="28"/>
        </w:rPr>
        <w:t xml:space="preserve">SLUŽBY BOZP A PO </w:t>
      </w:r>
      <w:bookmarkStart w:id="0" w:name="_GoBack"/>
      <w:bookmarkEnd w:id="0"/>
      <w:r w:rsidR="00812787" w:rsidRPr="00812787">
        <w:rPr>
          <w:rFonts w:ascii="Arial" w:hAnsi="Arial" w:cs="Arial"/>
          <w:b/>
          <w:bCs/>
          <w:sz w:val="28"/>
          <w:szCs w:val="28"/>
        </w:rPr>
        <w:t>PRO MĚSTO NEJDEK</w:t>
      </w:r>
      <w:r w:rsidR="00F15112" w:rsidRPr="00812787">
        <w:rPr>
          <w:rFonts w:ascii="Arial" w:hAnsi="Arial" w:cs="Arial"/>
          <w:b/>
          <w:sz w:val="28"/>
          <w:szCs w:val="28"/>
        </w:rPr>
        <w:t>“</w:t>
      </w:r>
    </w:p>
    <w:p w14:paraId="33DFE548" w14:textId="77777777" w:rsidR="00EF319C" w:rsidRPr="00812787" w:rsidRDefault="00EF319C" w:rsidP="00091D58">
      <w:pPr>
        <w:jc w:val="center"/>
        <w:rPr>
          <w:rFonts w:ascii="Arial" w:hAnsi="Arial" w:cs="Arial"/>
          <w:b/>
          <w:sz w:val="28"/>
          <w:szCs w:val="28"/>
        </w:rPr>
      </w:pPr>
    </w:p>
    <w:p w14:paraId="38FD3351" w14:textId="77777777" w:rsidR="00F44535" w:rsidRPr="00812787" w:rsidRDefault="00F44535" w:rsidP="00091D58">
      <w:pPr>
        <w:pStyle w:val="Nadpis1"/>
        <w:rPr>
          <w:rFonts w:ascii="Arial" w:hAnsi="Arial" w:cs="Arial"/>
          <w:sz w:val="22"/>
          <w:szCs w:val="22"/>
          <w:u w:val="single"/>
        </w:rPr>
      </w:pPr>
    </w:p>
    <w:p w14:paraId="798F7E40" w14:textId="77777777" w:rsidR="00091D58" w:rsidRPr="00812787" w:rsidRDefault="00091D58" w:rsidP="00091D58">
      <w:pPr>
        <w:pStyle w:val="Nadpis1"/>
        <w:rPr>
          <w:rFonts w:ascii="Arial" w:hAnsi="Arial" w:cs="Arial"/>
          <w:sz w:val="22"/>
          <w:szCs w:val="22"/>
          <w:u w:val="single"/>
        </w:rPr>
      </w:pPr>
      <w:r w:rsidRPr="00812787">
        <w:rPr>
          <w:rFonts w:ascii="Arial" w:hAnsi="Arial" w:cs="Arial"/>
          <w:sz w:val="22"/>
          <w:szCs w:val="22"/>
          <w:u w:val="single"/>
        </w:rPr>
        <w:t xml:space="preserve">Údaje o </w:t>
      </w:r>
      <w:r w:rsidR="006665AE" w:rsidRPr="00812787">
        <w:rPr>
          <w:rFonts w:ascii="Arial" w:hAnsi="Arial" w:cs="Arial"/>
          <w:sz w:val="22"/>
          <w:szCs w:val="22"/>
          <w:u w:val="single"/>
        </w:rPr>
        <w:t>účastníkovi</w:t>
      </w:r>
    </w:p>
    <w:p w14:paraId="10EB5EE1" w14:textId="77777777" w:rsidR="00A71565" w:rsidRPr="00812787" w:rsidRDefault="00A71565" w:rsidP="00A71565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A71565" w:rsidRPr="00812787" w14:paraId="3F583166" w14:textId="77777777" w:rsidTr="00D5008C">
        <w:trPr>
          <w:trHeight w:val="397"/>
        </w:trPr>
        <w:tc>
          <w:tcPr>
            <w:tcW w:w="4680" w:type="dxa"/>
            <w:shd w:val="clear" w:color="auto" w:fill="FFFFFF"/>
          </w:tcPr>
          <w:p w14:paraId="30A39A82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0F6B2C9F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1D9B7681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Obchodní firma nebo jméno a příjmení</w:t>
            </w:r>
          </w:p>
          <w:p w14:paraId="701DE2D1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</w:tcPr>
          <w:p w14:paraId="45934F5B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5" w:rsidRPr="00812787" w14:paraId="617E6F23" w14:textId="77777777" w:rsidTr="00D5008C">
        <w:trPr>
          <w:trHeight w:val="397"/>
        </w:trPr>
        <w:tc>
          <w:tcPr>
            <w:tcW w:w="4680" w:type="dxa"/>
            <w:shd w:val="clear" w:color="auto" w:fill="FFFFFF"/>
          </w:tcPr>
          <w:p w14:paraId="356BD9A4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05893C47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7CDA1F25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Místo podnikání popř. místo trvalého pobytu (jedná-li se o fyzickou osobu)</w:t>
            </w:r>
          </w:p>
        </w:tc>
        <w:tc>
          <w:tcPr>
            <w:tcW w:w="4534" w:type="dxa"/>
          </w:tcPr>
          <w:p w14:paraId="56E9C6DA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5" w:rsidRPr="00812787" w14:paraId="186F383C" w14:textId="77777777" w:rsidTr="00D5008C">
        <w:trPr>
          <w:trHeight w:val="397"/>
        </w:trPr>
        <w:tc>
          <w:tcPr>
            <w:tcW w:w="4680" w:type="dxa"/>
            <w:shd w:val="clear" w:color="auto" w:fill="FFFFFF"/>
          </w:tcPr>
          <w:p w14:paraId="4A7A78AA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 xml:space="preserve">Právní forma </w:t>
            </w:r>
          </w:p>
        </w:tc>
        <w:tc>
          <w:tcPr>
            <w:tcW w:w="4534" w:type="dxa"/>
          </w:tcPr>
          <w:p w14:paraId="577401A0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5" w:rsidRPr="00812787" w14:paraId="5E198C3E" w14:textId="77777777" w:rsidTr="00D5008C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7DCD18DB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IČ</w:t>
            </w:r>
            <w:r w:rsidR="00CC3050" w:rsidRPr="00812787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534" w:type="dxa"/>
            <w:tcBorders>
              <w:bottom w:val="single" w:sz="18" w:space="0" w:color="auto"/>
            </w:tcBorders>
          </w:tcPr>
          <w:p w14:paraId="403F7934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5" w:rsidRPr="00812787" w14:paraId="543FEFC1" w14:textId="77777777" w:rsidTr="00D5008C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152603E3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534" w:type="dxa"/>
            <w:tcBorders>
              <w:top w:val="single" w:sz="18" w:space="0" w:color="auto"/>
            </w:tcBorders>
          </w:tcPr>
          <w:p w14:paraId="6E6FDB60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5" w:rsidRPr="00812787" w14:paraId="00CADFB6" w14:textId="77777777" w:rsidTr="00D5008C">
        <w:trPr>
          <w:trHeight w:val="397"/>
        </w:trPr>
        <w:tc>
          <w:tcPr>
            <w:tcW w:w="4680" w:type="dxa"/>
            <w:shd w:val="clear" w:color="auto" w:fill="FFFFFF"/>
          </w:tcPr>
          <w:p w14:paraId="33DD9EF3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534" w:type="dxa"/>
          </w:tcPr>
          <w:p w14:paraId="58278FF7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5" w:rsidRPr="00812787" w14:paraId="27B66994" w14:textId="77777777" w:rsidTr="00D5008C">
        <w:trPr>
          <w:trHeight w:val="397"/>
        </w:trPr>
        <w:tc>
          <w:tcPr>
            <w:tcW w:w="4680" w:type="dxa"/>
            <w:shd w:val="clear" w:color="auto" w:fill="FFFFFF"/>
          </w:tcPr>
          <w:p w14:paraId="01F4E897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Kontaktní osoba pro</w:t>
            </w:r>
          </w:p>
          <w:p w14:paraId="2B8BA76C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jednání ve věci nabídky</w:t>
            </w:r>
          </w:p>
        </w:tc>
        <w:tc>
          <w:tcPr>
            <w:tcW w:w="4534" w:type="dxa"/>
          </w:tcPr>
          <w:p w14:paraId="27A2B2E9" w14:textId="77777777" w:rsidR="00A71565" w:rsidRPr="00812787" w:rsidRDefault="00A71565" w:rsidP="00A715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FD1531" w14:textId="77777777" w:rsidR="00091D58" w:rsidRPr="00812787" w:rsidRDefault="00091D58" w:rsidP="00091D58">
      <w:pPr>
        <w:rPr>
          <w:rFonts w:ascii="Arial" w:hAnsi="Arial" w:cs="Arial"/>
          <w:sz w:val="22"/>
          <w:szCs w:val="22"/>
        </w:rPr>
      </w:pPr>
    </w:p>
    <w:p w14:paraId="3A5EB4A7" w14:textId="77777777" w:rsidR="00293EEA" w:rsidRPr="00812787" w:rsidRDefault="00293EEA" w:rsidP="00091D58">
      <w:pPr>
        <w:jc w:val="both"/>
        <w:rPr>
          <w:rFonts w:ascii="Arial" w:hAnsi="Arial" w:cs="Arial"/>
          <w:sz w:val="22"/>
          <w:szCs w:val="22"/>
        </w:rPr>
      </w:pPr>
      <w:r w:rsidRPr="00812787">
        <w:rPr>
          <w:rFonts w:ascii="Arial" w:hAnsi="Arial" w:cs="Arial"/>
          <w:sz w:val="22"/>
          <w:szCs w:val="22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293EEA" w:rsidRPr="00812787" w14:paraId="14D781CB" w14:textId="77777777" w:rsidTr="00D5008C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5E454C26" w14:textId="15F595FF" w:rsidR="00293EEA" w:rsidRPr="00812787" w:rsidRDefault="00293EEA" w:rsidP="00F124E8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Nabídková cena bez DPH</w:t>
            </w:r>
          </w:p>
        </w:tc>
        <w:tc>
          <w:tcPr>
            <w:tcW w:w="4534" w:type="dxa"/>
            <w:tcBorders>
              <w:top w:val="single" w:sz="18" w:space="0" w:color="auto"/>
            </w:tcBorders>
          </w:tcPr>
          <w:p w14:paraId="238733B6" w14:textId="0EDBF330" w:rsidR="00293EEA" w:rsidRPr="00812787" w:rsidRDefault="00293EEA" w:rsidP="00293E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Kč</w:t>
            </w:r>
            <w:r w:rsidR="00812787">
              <w:rPr>
                <w:rFonts w:ascii="Arial" w:hAnsi="Arial" w:cs="Arial"/>
                <w:sz w:val="22"/>
                <w:szCs w:val="22"/>
              </w:rPr>
              <w:t>/ 1 kalendářní měsíc</w:t>
            </w:r>
          </w:p>
        </w:tc>
      </w:tr>
      <w:tr w:rsidR="00293EEA" w:rsidRPr="00812787" w14:paraId="6CE681D0" w14:textId="77777777" w:rsidTr="00D5008C">
        <w:trPr>
          <w:trHeight w:val="397"/>
        </w:trPr>
        <w:tc>
          <w:tcPr>
            <w:tcW w:w="4680" w:type="dxa"/>
            <w:shd w:val="clear" w:color="auto" w:fill="FFFFFF"/>
          </w:tcPr>
          <w:p w14:paraId="2A9B16D3" w14:textId="7209797F" w:rsidR="00293EEA" w:rsidRPr="00812787" w:rsidRDefault="00293EEA" w:rsidP="00293EEA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4534" w:type="dxa"/>
          </w:tcPr>
          <w:p w14:paraId="1AC75A79" w14:textId="43CC92E5" w:rsidR="00293EEA" w:rsidRPr="00812787" w:rsidRDefault="00812787" w:rsidP="00293E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Kč</w:t>
            </w:r>
            <w:r>
              <w:rPr>
                <w:rFonts w:ascii="Arial" w:hAnsi="Arial" w:cs="Arial"/>
                <w:sz w:val="22"/>
                <w:szCs w:val="22"/>
              </w:rPr>
              <w:t>/ 1 kalendářní měsíc</w:t>
            </w:r>
          </w:p>
        </w:tc>
      </w:tr>
      <w:tr w:rsidR="00293EEA" w:rsidRPr="00812787" w14:paraId="538DDAAF" w14:textId="77777777" w:rsidTr="00D5008C">
        <w:trPr>
          <w:trHeight w:val="397"/>
        </w:trPr>
        <w:tc>
          <w:tcPr>
            <w:tcW w:w="4680" w:type="dxa"/>
            <w:shd w:val="clear" w:color="auto" w:fill="FFFFFF"/>
          </w:tcPr>
          <w:p w14:paraId="7101D04C" w14:textId="7E1AD720" w:rsidR="00293EEA" w:rsidRPr="00812787" w:rsidRDefault="00293EEA" w:rsidP="00F124E8">
            <w:pPr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Nabídková cena včetně DPH</w:t>
            </w:r>
          </w:p>
        </w:tc>
        <w:tc>
          <w:tcPr>
            <w:tcW w:w="4534" w:type="dxa"/>
          </w:tcPr>
          <w:p w14:paraId="6DA0F96E" w14:textId="2BE751FF" w:rsidR="00293EEA" w:rsidRPr="00812787" w:rsidRDefault="00812787" w:rsidP="00293E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12787">
              <w:rPr>
                <w:rFonts w:ascii="Arial" w:hAnsi="Arial" w:cs="Arial"/>
                <w:sz w:val="22"/>
                <w:szCs w:val="22"/>
              </w:rPr>
              <w:t>Kč</w:t>
            </w:r>
            <w:r>
              <w:rPr>
                <w:rFonts w:ascii="Arial" w:hAnsi="Arial" w:cs="Arial"/>
                <w:sz w:val="22"/>
                <w:szCs w:val="22"/>
              </w:rPr>
              <w:t>/ 1 kalendářní měsíc</w:t>
            </w:r>
          </w:p>
        </w:tc>
      </w:tr>
    </w:tbl>
    <w:p w14:paraId="16D116A5" w14:textId="5F9D8E08" w:rsidR="002741D2" w:rsidRPr="00812787" w:rsidRDefault="002741D2" w:rsidP="00091D58">
      <w:pPr>
        <w:jc w:val="both"/>
        <w:rPr>
          <w:rFonts w:ascii="Arial" w:hAnsi="Arial" w:cs="Arial"/>
          <w:sz w:val="22"/>
          <w:szCs w:val="22"/>
        </w:rPr>
      </w:pPr>
    </w:p>
    <w:p w14:paraId="29D96335" w14:textId="77777777" w:rsidR="00D724C1" w:rsidRPr="00812787" w:rsidRDefault="00D724C1" w:rsidP="00091D58">
      <w:pPr>
        <w:jc w:val="both"/>
        <w:rPr>
          <w:rFonts w:ascii="Arial" w:hAnsi="Arial" w:cs="Arial"/>
          <w:sz w:val="22"/>
          <w:szCs w:val="22"/>
        </w:rPr>
      </w:pPr>
    </w:p>
    <w:p w14:paraId="3FC18C07" w14:textId="77777777" w:rsidR="002741D2" w:rsidRPr="00812787" w:rsidRDefault="002741D2" w:rsidP="00091D58">
      <w:pPr>
        <w:jc w:val="both"/>
        <w:rPr>
          <w:rFonts w:ascii="Arial" w:hAnsi="Arial" w:cs="Arial"/>
          <w:sz w:val="22"/>
          <w:szCs w:val="22"/>
        </w:rPr>
      </w:pPr>
    </w:p>
    <w:p w14:paraId="4CF34398" w14:textId="77777777" w:rsidR="00587EA4" w:rsidRPr="00812787" w:rsidRDefault="00587EA4" w:rsidP="00091D5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520"/>
      </w:tblGrid>
      <w:tr w:rsidR="0026086C" w:rsidRPr="00812787" w14:paraId="4EFFD627" w14:textId="77777777" w:rsidTr="00D724C1">
        <w:tc>
          <w:tcPr>
            <w:tcW w:w="4678" w:type="dxa"/>
          </w:tcPr>
          <w:p w14:paraId="58516616" w14:textId="77777777" w:rsidR="0026086C" w:rsidRPr="00812787" w:rsidRDefault="0026086C" w:rsidP="0026086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2787">
              <w:rPr>
                <w:rFonts w:ascii="Arial" w:hAnsi="Arial" w:cs="Arial"/>
                <w:b/>
                <w:bCs/>
                <w:sz w:val="22"/>
                <w:szCs w:val="22"/>
              </w:rPr>
              <w:t>Místo a datum podpisu:</w:t>
            </w:r>
          </w:p>
          <w:p w14:paraId="45C6485D" w14:textId="77777777" w:rsidR="0026086C" w:rsidRPr="00812787" w:rsidRDefault="0026086C" w:rsidP="0026086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20" w:type="dxa"/>
          </w:tcPr>
          <w:p w14:paraId="62D2E09D" w14:textId="77777777" w:rsidR="0026086C" w:rsidRPr="00812787" w:rsidRDefault="0026086C" w:rsidP="0026086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6086C" w:rsidRPr="00812787" w14:paraId="5123F98F" w14:textId="77777777" w:rsidTr="00D724C1">
        <w:tc>
          <w:tcPr>
            <w:tcW w:w="4678" w:type="dxa"/>
          </w:tcPr>
          <w:p w14:paraId="47C77E51" w14:textId="77777777" w:rsidR="0026086C" w:rsidRPr="00812787" w:rsidRDefault="0026086C" w:rsidP="0026086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2787">
              <w:rPr>
                <w:rFonts w:ascii="Arial" w:hAnsi="Arial" w:cs="Arial"/>
                <w:b/>
                <w:sz w:val="22"/>
                <w:szCs w:val="22"/>
              </w:rPr>
              <w:t>Jméno, příjmení a funkce oprávněné osoby za účastníka:</w:t>
            </w:r>
          </w:p>
        </w:tc>
        <w:tc>
          <w:tcPr>
            <w:tcW w:w="4520" w:type="dxa"/>
          </w:tcPr>
          <w:p w14:paraId="4B45D5B2" w14:textId="77777777" w:rsidR="0026086C" w:rsidRPr="00812787" w:rsidRDefault="0026086C" w:rsidP="0026086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6086C" w:rsidRPr="00812787" w14:paraId="56D3F5F1" w14:textId="77777777" w:rsidTr="00D724C1">
        <w:tc>
          <w:tcPr>
            <w:tcW w:w="4678" w:type="dxa"/>
          </w:tcPr>
          <w:p w14:paraId="6C29D25D" w14:textId="77777777" w:rsidR="0026086C" w:rsidRPr="00812787" w:rsidRDefault="0026086C" w:rsidP="0026086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2787">
              <w:rPr>
                <w:rFonts w:ascii="Arial" w:hAnsi="Arial" w:cs="Arial"/>
                <w:b/>
                <w:bCs/>
                <w:sz w:val="22"/>
                <w:szCs w:val="22"/>
              </w:rPr>
              <w:t>Podpis oprávněné osoby účastníka:</w:t>
            </w:r>
          </w:p>
          <w:p w14:paraId="1B783DD0" w14:textId="77777777" w:rsidR="0026086C" w:rsidRPr="00812787" w:rsidRDefault="0026086C" w:rsidP="0026086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20" w:type="dxa"/>
          </w:tcPr>
          <w:p w14:paraId="6EE809FC" w14:textId="77777777" w:rsidR="0026086C" w:rsidRPr="00812787" w:rsidRDefault="0026086C" w:rsidP="0026086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896940D" w14:textId="5E8FC47B" w:rsidR="002741D2" w:rsidRPr="00812787" w:rsidRDefault="002741D2" w:rsidP="00CC010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93B6C0A" w14:textId="77777777" w:rsidR="00A26323" w:rsidRPr="00812787" w:rsidRDefault="00A26323" w:rsidP="00CC010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5E3AD3A" w14:textId="4081EE87" w:rsidR="00001E11" w:rsidRPr="00812787" w:rsidRDefault="00091D58" w:rsidP="00900244">
      <w:pPr>
        <w:rPr>
          <w:rFonts w:ascii="Arial" w:hAnsi="Arial" w:cs="Arial"/>
        </w:rPr>
      </w:pPr>
      <w:r w:rsidRPr="00812787">
        <w:rPr>
          <w:rFonts w:ascii="Arial" w:hAnsi="Arial" w:cs="Arial"/>
          <w:sz w:val="22"/>
          <w:szCs w:val="22"/>
          <w:u w:val="single"/>
        </w:rPr>
        <w:t>Poznámka</w:t>
      </w:r>
      <w:r w:rsidRPr="00812787">
        <w:rPr>
          <w:rFonts w:ascii="Arial" w:hAnsi="Arial" w:cs="Arial"/>
          <w:sz w:val="22"/>
          <w:szCs w:val="22"/>
        </w:rPr>
        <w:t>: Tento list musí být součástí nabídky.</w:t>
      </w:r>
    </w:p>
    <w:sectPr w:rsidR="00001E11" w:rsidRPr="00812787" w:rsidSect="001239E8">
      <w:headerReference w:type="default" r:id="rId11"/>
      <w:footerReference w:type="default" r:id="rId12"/>
      <w:headerReference w:type="first" r:id="rId13"/>
      <w:pgSz w:w="11906" w:h="16838"/>
      <w:pgMar w:top="1276" w:right="1133" w:bottom="851" w:left="1418" w:header="680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E3317" w14:textId="77777777" w:rsidR="004565DA" w:rsidRDefault="004565DA">
      <w:r>
        <w:separator/>
      </w:r>
    </w:p>
  </w:endnote>
  <w:endnote w:type="continuationSeparator" w:id="0">
    <w:p w14:paraId="3880FD1A" w14:textId="77777777" w:rsidR="004565DA" w:rsidRDefault="0045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A901" w14:textId="77777777" w:rsidR="00863604" w:rsidRDefault="00863604" w:rsidP="00863604">
    <w:pPr>
      <w:pStyle w:val="Zpat"/>
      <w:jc w:val="right"/>
      <w:rPr>
        <w:rFonts w:ascii="Arial" w:hAnsi="Arial" w:cs="Arial"/>
        <w:b/>
        <w:i/>
        <w:sz w:val="18"/>
        <w:szCs w:val="18"/>
      </w:rPr>
    </w:pPr>
  </w:p>
  <w:p w14:paraId="11733C15" w14:textId="758B91BB" w:rsidR="00863604" w:rsidRPr="00AB2DE0" w:rsidRDefault="00863604" w:rsidP="00812787">
    <w:pPr>
      <w:pStyle w:val="Zpat"/>
      <w:jc w:val="center"/>
      <w:rPr>
        <w:rStyle w:val="slostrnky"/>
        <w:sz w:val="16"/>
        <w:szCs w:val="16"/>
      </w:rPr>
    </w:pPr>
    <w:r w:rsidRPr="00AB2DE0">
      <w:rPr>
        <w:rStyle w:val="slostrnky"/>
        <w:sz w:val="16"/>
        <w:szCs w:val="16"/>
      </w:rPr>
      <w:fldChar w:fldCharType="begin"/>
    </w:r>
    <w:r w:rsidRPr="00AB2DE0">
      <w:rPr>
        <w:rStyle w:val="slostrnky"/>
        <w:sz w:val="16"/>
        <w:szCs w:val="16"/>
      </w:rPr>
      <w:instrText>PAGE  \* Arabic  \* MERGEFORMAT</w:instrText>
    </w:r>
    <w:r w:rsidRPr="00AB2DE0">
      <w:rPr>
        <w:rStyle w:val="slostrnky"/>
        <w:sz w:val="16"/>
        <w:szCs w:val="16"/>
      </w:rPr>
      <w:fldChar w:fldCharType="separate"/>
    </w:r>
    <w:r w:rsidR="009A40E8">
      <w:rPr>
        <w:rStyle w:val="slostrnky"/>
        <w:noProof/>
        <w:sz w:val="16"/>
        <w:szCs w:val="16"/>
      </w:rPr>
      <w:t>1</w:t>
    </w:r>
    <w:r w:rsidRPr="00AB2DE0">
      <w:rPr>
        <w:rStyle w:val="slostrnky"/>
        <w:sz w:val="16"/>
        <w:szCs w:val="16"/>
      </w:rPr>
      <w:fldChar w:fldCharType="end"/>
    </w:r>
    <w:r w:rsidRPr="00AB2DE0">
      <w:rPr>
        <w:rStyle w:val="slostrnky"/>
        <w:sz w:val="16"/>
        <w:szCs w:val="16"/>
      </w:rPr>
      <w:t xml:space="preserve"> / </w:t>
    </w:r>
    <w:r w:rsidR="009A40E8">
      <w:fldChar w:fldCharType="begin"/>
    </w:r>
    <w:r w:rsidR="009A40E8">
      <w:instrText>NUMPAGES  \* Arabic  \* MERGEFORMAT</w:instrText>
    </w:r>
    <w:r w:rsidR="009A40E8">
      <w:fldChar w:fldCharType="separate"/>
    </w:r>
    <w:r w:rsidR="009A40E8" w:rsidRPr="009A40E8">
      <w:rPr>
        <w:rStyle w:val="slostrnky"/>
        <w:noProof/>
        <w:sz w:val="16"/>
        <w:szCs w:val="16"/>
      </w:rPr>
      <w:t>1</w:t>
    </w:r>
    <w:r w:rsidR="009A40E8">
      <w:rPr>
        <w:rStyle w:val="slostrnky"/>
        <w:noProof/>
        <w:sz w:val="16"/>
        <w:szCs w:val="16"/>
      </w:rPr>
      <w:fldChar w:fldCharType="end"/>
    </w:r>
  </w:p>
  <w:p w14:paraId="15A49DF3" w14:textId="77777777" w:rsidR="00863604" w:rsidRDefault="008636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6D809" w14:textId="77777777" w:rsidR="004565DA" w:rsidRDefault="004565DA">
      <w:r>
        <w:separator/>
      </w:r>
    </w:p>
  </w:footnote>
  <w:footnote w:type="continuationSeparator" w:id="0">
    <w:p w14:paraId="46E9E17E" w14:textId="77777777" w:rsidR="004565DA" w:rsidRDefault="00456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2CDBD" w14:textId="6D2BBF1F" w:rsidR="00812787" w:rsidRPr="00812787" w:rsidRDefault="00812787" w:rsidP="00812787">
    <w:pPr>
      <w:pStyle w:val="Zhlav"/>
      <w:jc w:val="right"/>
      <w:rPr>
        <w:rFonts w:ascii="Arial" w:hAnsi="Arial" w:cs="Arial"/>
        <w:i/>
        <w:sz w:val="16"/>
        <w:szCs w:val="16"/>
      </w:rPr>
    </w:pPr>
    <w:r w:rsidRPr="00812787">
      <w:rPr>
        <w:rFonts w:ascii="Arial" w:hAnsi="Arial" w:cs="Arial"/>
        <w:i/>
        <w:sz w:val="16"/>
        <w:szCs w:val="16"/>
      </w:rPr>
      <w:t>Příloha č. 1 zadávací dokumentace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75749" w14:textId="77777777" w:rsidR="005263BB" w:rsidRDefault="005263BB" w:rsidP="006E24A6">
    <w:pPr>
      <w:pStyle w:val="Zhlav"/>
    </w:pPr>
  </w:p>
  <w:p w14:paraId="58228317" w14:textId="77777777" w:rsidR="00585C18" w:rsidRPr="006E24A6" w:rsidRDefault="00585C18" w:rsidP="006E24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1636C7"/>
    <w:multiLevelType w:val="hybridMultilevel"/>
    <w:tmpl w:val="455A1A1C"/>
    <w:lvl w:ilvl="0" w:tplc="0405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1523713"/>
    <w:multiLevelType w:val="hybridMultilevel"/>
    <w:tmpl w:val="12801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6">
    <w:nsid w:val="26874116"/>
    <w:multiLevelType w:val="hybridMultilevel"/>
    <w:tmpl w:val="3CFC0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C421D"/>
    <w:multiLevelType w:val="hybridMultilevel"/>
    <w:tmpl w:val="4684BD12"/>
    <w:lvl w:ilvl="0" w:tplc="D128A7A6">
      <w:start w:val="1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41FFB"/>
    <w:multiLevelType w:val="multilevel"/>
    <w:tmpl w:val="59B638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136502"/>
    <w:multiLevelType w:val="hybridMultilevel"/>
    <w:tmpl w:val="33909FCA"/>
    <w:lvl w:ilvl="0" w:tplc="7898D6EC">
      <w:start w:val="1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20ACF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1309D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11">
    <w:nsid w:val="3C740082"/>
    <w:multiLevelType w:val="hybridMultilevel"/>
    <w:tmpl w:val="3760DAEA"/>
    <w:lvl w:ilvl="0" w:tplc="14DA34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4A7A4D"/>
    <w:multiLevelType w:val="hybridMultilevel"/>
    <w:tmpl w:val="F14442C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1933E4"/>
    <w:multiLevelType w:val="hybridMultilevel"/>
    <w:tmpl w:val="3C3C5918"/>
    <w:lvl w:ilvl="0" w:tplc="C58E52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8E7EC8"/>
    <w:multiLevelType w:val="hybridMultilevel"/>
    <w:tmpl w:val="0832B4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5105F"/>
    <w:multiLevelType w:val="hybridMultilevel"/>
    <w:tmpl w:val="45B0CEC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EC607E"/>
    <w:multiLevelType w:val="hybridMultilevel"/>
    <w:tmpl w:val="F8E06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F92637"/>
    <w:multiLevelType w:val="hybridMultilevel"/>
    <w:tmpl w:val="7B366CFA"/>
    <w:lvl w:ilvl="0" w:tplc="14DA34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4351F"/>
    <w:multiLevelType w:val="hybridMultilevel"/>
    <w:tmpl w:val="0954335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22">
    <w:nsid w:val="7964490D"/>
    <w:multiLevelType w:val="multilevel"/>
    <w:tmpl w:val="94C84E32"/>
    <w:lvl w:ilvl="0">
      <w:start w:val="1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8"/>
  </w:num>
  <w:num w:numId="4">
    <w:abstractNumId w:val="21"/>
  </w:num>
  <w:num w:numId="5">
    <w:abstractNumId w:val="10"/>
  </w:num>
  <w:num w:numId="6">
    <w:abstractNumId w:val="5"/>
  </w:num>
  <w:num w:numId="7">
    <w:abstractNumId w:val="22"/>
  </w:num>
  <w:num w:numId="8">
    <w:abstractNumId w:val="12"/>
  </w:num>
  <w:num w:numId="9">
    <w:abstractNumId w:val="4"/>
  </w:num>
  <w:num w:numId="10">
    <w:abstractNumId w:val="20"/>
  </w:num>
  <w:num w:numId="11">
    <w:abstractNumId w:val="7"/>
  </w:num>
  <w:num w:numId="12">
    <w:abstractNumId w:val="9"/>
  </w:num>
  <w:num w:numId="13">
    <w:abstractNumId w:val="1"/>
  </w:num>
  <w:num w:numId="14">
    <w:abstractNumId w:val="6"/>
  </w:num>
  <w:num w:numId="15">
    <w:abstractNumId w:val="19"/>
  </w:num>
  <w:num w:numId="16">
    <w:abstractNumId w:val="15"/>
  </w:num>
  <w:num w:numId="17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3"/>
  </w:num>
  <w:num w:numId="20">
    <w:abstractNumId w:val="14"/>
  </w:num>
  <w:num w:numId="21">
    <w:abstractNumId w:val="11"/>
  </w:num>
  <w:num w:numId="22">
    <w:abstractNumId w:val="18"/>
  </w:num>
  <w:num w:numId="23">
    <w:abstractNumId w:val="17"/>
  </w:num>
  <w:num w:numId="2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FB"/>
    <w:rsid w:val="00001E11"/>
    <w:rsid w:val="00012F12"/>
    <w:rsid w:val="00021A46"/>
    <w:rsid w:val="000347FB"/>
    <w:rsid w:val="00046BA1"/>
    <w:rsid w:val="00072343"/>
    <w:rsid w:val="000825F7"/>
    <w:rsid w:val="00086E5B"/>
    <w:rsid w:val="00091D58"/>
    <w:rsid w:val="00092391"/>
    <w:rsid w:val="00092F31"/>
    <w:rsid w:val="00093026"/>
    <w:rsid w:val="00095A80"/>
    <w:rsid w:val="000A2D68"/>
    <w:rsid w:val="000C1736"/>
    <w:rsid w:val="000D2D00"/>
    <w:rsid w:val="000D5F3B"/>
    <w:rsid w:val="000F5ACF"/>
    <w:rsid w:val="000F65B8"/>
    <w:rsid w:val="0010016E"/>
    <w:rsid w:val="00115463"/>
    <w:rsid w:val="001178E0"/>
    <w:rsid w:val="001239E8"/>
    <w:rsid w:val="00123ADC"/>
    <w:rsid w:val="001261BE"/>
    <w:rsid w:val="00144948"/>
    <w:rsid w:val="00144F2B"/>
    <w:rsid w:val="001469BB"/>
    <w:rsid w:val="00157600"/>
    <w:rsid w:val="00171291"/>
    <w:rsid w:val="001746B8"/>
    <w:rsid w:val="00177886"/>
    <w:rsid w:val="0018317F"/>
    <w:rsid w:val="00190AF0"/>
    <w:rsid w:val="001A0608"/>
    <w:rsid w:val="001A52E0"/>
    <w:rsid w:val="001B2EE7"/>
    <w:rsid w:val="001C01DE"/>
    <w:rsid w:val="001C2001"/>
    <w:rsid w:val="001D038A"/>
    <w:rsid w:val="001D272E"/>
    <w:rsid w:val="001D622C"/>
    <w:rsid w:val="001E43A6"/>
    <w:rsid w:val="001F73AE"/>
    <w:rsid w:val="0021263A"/>
    <w:rsid w:val="002138D9"/>
    <w:rsid w:val="00226B64"/>
    <w:rsid w:val="00234E66"/>
    <w:rsid w:val="00257F93"/>
    <w:rsid w:val="0026086C"/>
    <w:rsid w:val="002741D2"/>
    <w:rsid w:val="00275B26"/>
    <w:rsid w:val="00277930"/>
    <w:rsid w:val="00290DB0"/>
    <w:rsid w:val="00293EEA"/>
    <w:rsid w:val="00297788"/>
    <w:rsid w:val="002B43C6"/>
    <w:rsid w:val="002C36F2"/>
    <w:rsid w:val="002E7ACF"/>
    <w:rsid w:val="002F0FD2"/>
    <w:rsid w:val="002F5170"/>
    <w:rsid w:val="002F6026"/>
    <w:rsid w:val="002F7163"/>
    <w:rsid w:val="00304AEA"/>
    <w:rsid w:val="003101BB"/>
    <w:rsid w:val="0031437C"/>
    <w:rsid w:val="00316D85"/>
    <w:rsid w:val="00325F1B"/>
    <w:rsid w:val="0033351E"/>
    <w:rsid w:val="00335125"/>
    <w:rsid w:val="00346DAC"/>
    <w:rsid w:val="00355A86"/>
    <w:rsid w:val="00373342"/>
    <w:rsid w:val="00375B50"/>
    <w:rsid w:val="00376A9A"/>
    <w:rsid w:val="003830C9"/>
    <w:rsid w:val="003864B7"/>
    <w:rsid w:val="003913E3"/>
    <w:rsid w:val="00396F36"/>
    <w:rsid w:val="003C03AA"/>
    <w:rsid w:val="003C7DE5"/>
    <w:rsid w:val="003D571E"/>
    <w:rsid w:val="003E7770"/>
    <w:rsid w:val="003E7F83"/>
    <w:rsid w:val="003F2018"/>
    <w:rsid w:val="003F3EE8"/>
    <w:rsid w:val="00402EA2"/>
    <w:rsid w:val="004048E9"/>
    <w:rsid w:val="004217FD"/>
    <w:rsid w:val="00421CFA"/>
    <w:rsid w:val="0042231D"/>
    <w:rsid w:val="00427463"/>
    <w:rsid w:val="00427EF3"/>
    <w:rsid w:val="00440EC0"/>
    <w:rsid w:val="00445632"/>
    <w:rsid w:val="004565DA"/>
    <w:rsid w:val="004671ED"/>
    <w:rsid w:val="00490111"/>
    <w:rsid w:val="004937A5"/>
    <w:rsid w:val="00493B03"/>
    <w:rsid w:val="004B32A4"/>
    <w:rsid w:val="004C27C0"/>
    <w:rsid w:val="004C6369"/>
    <w:rsid w:val="004D0D57"/>
    <w:rsid w:val="004F0D6B"/>
    <w:rsid w:val="004F6601"/>
    <w:rsid w:val="005263BB"/>
    <w:rsid w:val="00530AF2"/>
    <w:rsid w:val="0053323E"/>
    <w:rsid w:val="00536B35"/>
    <w:rsid w:val="0054110C"/>
    <w:rsid w:val="00542CEF"/>
    <w:rsid w:val="00544A31"/>
    <w:rsid w:val="00547E5D"/>
    <w:rsid w:val="005745E0"/>
    <w:rsid w:val="00585C18"/>
    <w:rsid w:val="00585ED3"/>
    <w:rsid w:val="00587EA4"/>
    <w:rsid w:val="00590257"/>
    <w:rsid w:val="00594CBD"/>
    <w:rsid w:val="00597E1E"/>
    <w:rsid w:val="005B1D91"/>
    <w:rsid w:val="005B5B34"/>
    <w:rsid w:val="005E358A"/>
    <w:rsid w:val="005E46FF"/>
    <w:rsid w:val="005E627A"/>
    <w:rsid w:val="0060243D"/>
    <w:rsid w:val="00607DDD"/>
    <w:rsid w:val="006232E1"/>
    <w:rsid w:val="006234C8"/>
    <w:rsid w:val="00640D69"/>
    <w:rsid w:val="00643AAF"/>
    <w:rsid w:val="00643DA7"/>
    <w:rsid w:val="00666332"/>
    <w:rsid w:val="006665AE"/>
    <w:rsid w:val="00671BEC"/>
    <w:rsid w:val="006C321D"/>
    <w:rsid w:val="006D0481"/>
    <w:rsid w:val="006E24A6"/>
    <w:rsid w:val="006E30B9"/>
    <w:rsid w:val="006F525B"/>
    <w:rsid w:val="007037D9"/>
    <w:rsid w:val="00707A42"/>
    <w:rsid w:val="0071313F"/>
    <w:rsid w:val="00715AFD"/>
    <w:rsid w:val="007323D5"/>
    <w:rsid w:val="007334A7"/>
    <w:rsid w:val="00734E3A"/>
    <w:rsid w:val="007358E4"/>
    <w:rsid w:val="0074393A"/>
    <w:rsid w:val="00752D2F"/>
    <w:rsid w:val="00760889"/>
    <w:rsid w:val="007619A4"/>
    <w:rsid w:val="00767760"/>
    <w:rsid w:val="00773F1C"/>
    <w:rsid w:val="00790626"/>
    <w:rsid w:val="007A4613"/>
    <w:rsid w:val="007A4852"/>
    <w:rsid w:val="007A5C3D"/>
    <w:rsid w:val="007A5DB7"/>
    <w:rsid w:val="007B20FD"/>
    <w:rsid w:val="007C57C7"/>
    <w:rsid w:val="007C6185"/>
    <w:rsid w:val="007D1D32"/>
    <w:rsid w:val="007D740B"/>
    <w:rsid w:val="007E4FFA"/>
    <w:rsid w:val="007E5B7B"/>
    <w:rsid w:val="007E73D7"/>
    <w:rsid w:val="00803A89"/>
    <w:rsid w:val="00812787"/>
    <w:rsid w:val="00813EEB"/>
    <w:rsid w:val="0083011D"/>
    <w:rsid w:val="00832775"/>
    <w:rsid w:val="00835862"/>
    <w:rsid w:val="00840196"/>
    <w:rsid w:val="0084477F"/>
    <w:rsid w:val="008476D2"/>
    <w:rsid w:val="00847C8F"/>
    <w:rsid w:val="008509BF"/>
    <w:rsid w:val="008603DF"/>
    <w:rsid w:val="008632D7"/>
    <w:rsid w:val="00863604"/>
    <w:rsid w:val="00872707"/>
    <w:rsid w:val="0088615C"/>
    <w:rsid w:val="008B01E3"/>
    <w:rsid w:val="008C7B7C"/>
    <w:rsid w:val="008D29FA"/>
    <w:rsid w:val="008D627A"/>
    <w:rsid w:val="008E0915"/>
    <w:rsid w:val="008E4EB2"/>
    <w:rsid w:val="00900244"/>
    <w:rsid w:val="009235C0"/>
    <w:rsid w:val="00931120"/>
    <w:rsid w:val="009520E5"/>
    <w:rsid w:val="009605A4"/>
    <w:rsid w:val="00963151"/>
    <w:rsid w:val="00990FA9"/>
    <w:rsid w:val="00992117"/>
    <w:rsid w:val="0099719F"/>
    <w:rsid w:val="00997ED3"/>
    <w:rsid w:val="009A2B8F"/>
    <w:rsid w:val="009A40D8"/>
    <w:rsid w:val="009A40E8"/>
    <w:rsid w:val="009B505A"/>
    <w:rsid w:val="009D0737"/>
    <w:rsid w:val="009E2EB6"/>
    <w:rsid w:val="009E5EDE"/>
    <w:rsid w:val="009F0933"/>
    <w:rsid w:val="00A14F99"/>
    <w:rsid w:val="00A25CFB"/>
    <w:rsid w:val="00A26323"/>
    <w:rsid w:val="00A31A33"/>
    <w:rsid w:val="00A33C27"/>
    <w:rsid w:val="00A35165"/>
    <w:rsid w:val="00A469EA"/>
    <w:rsid w:val="00A54E90"/>
    <w:rsid w:val="00A572FE"/>
    <w:rsid w:val="00A71565"/>
    <w:rsid w:val="00A737E6"/>
    <w:rsid w:val="00A7508F"/>
    <w:rsid w:val="00A77697"/>
    <w:rsid w:val="00A849F9"/>
    <w:rsid w:val="00A86836"/>
    <w:rsid w:val="00A97D63"/>
    <w:rsid w:val="00AA2B17"/>
    <w:rsid w:val="00AC11F1"/>
    <w:rsid w:val="00AD514F"/>
    <w:rsid w:val="00AF51C2"/>
    <w:rsid w:val="00AF7A3F"/>
    <w:rsid w:val="00B063FD"/>
    <w:rsid w:val="00B07D38"/>
    <w:rsid w:val="00B13B1E"/>
    <w:rsid w:val="00B13FE5"/>
    <w:rsid w:val="00B15CB3"/>
    <w:rsid w:val="00B20F9E"/>
    <w:rsid w:val="00B25CE6"/>
    <w:rsid w:val="00B27C68"/>
    <w:rsid w:val="00B358CE"/>
    <w:rsid w:val="00B37FD7"/>
    <w:rsid w:val="00B64E10"/>
    <w:rsid w:val="00B75952"/>
    <w:rsid w:val="00B83BA8"/>
    <w:rsid w:val="00B903CF"/>
    <w:rsid w:val="00B91F75"/>
    <w:rsid w:val="00BB169B"/>
    <w:rsid w:val="00BD05EB"/>
    <w:rsid w:val="00BF3C43"/>
    <w:rsid w:val="00C03A8D"/>
    <w:rsid w:val="00C15EBC"/>
    <w:rsid w:val="00C33027"/>
    <w:rsid w:val="00C34B9A"/>
    <w:rsid w:val="00C40B93"/>
    <w:rsid w:val="00C43F1B"/>
    <w:rsid w:val="00C51DB8"/>
    <w:rsid w:val="00C73550"/>
    <w:rsid w:val="00C748AE"/>
    <w:rsid w:val="00C86E0A"/>
    <w:rsid w:val="00C90C62"/>
    <w:rsid w:val="00C96D73"/>
    <w:rsid w:val="00CB2E70"/>
    <w:rsid w:val="00CB4919"/>
    <w:rsid w:val="00CC0103"/>
    <w:rsid w:val="00CC3050"/>
    <w:rsid w:val="00CC4129"/>
    <w:rsid w:val="00CD3505"/>
    <w:rsid w:val="00CE71BE"/>
    <w:rsid w:val="00CF41B2"/>
    <w:rsid w:val="00CF78C3"/>
    <w:rsid w:val="00D0152C"/>
    <w:rsid w:val="00D10256"/>
    <w:rsid w:val="00D21FD3"/>
    <w:rsid w:val="00D253C1"/>
    <w:rsid w:val="00D2560E"/>
    <w:rsid w:val="00D377B4"/>
    <w:rsid w:val="00D419CF"/>
    <w:rsid w:val="00D447C8"/>
    <w:rsid w:val="00D5008C"/>
    <w:rsid w:val="00D53692"/>
    <w:rsid w:val="00D71DB7"/>
    <w:rsid w:val="00D724C1"/>
    <w:rsid w:val="00D82FBB"/>
    <w:rsid w:val="00D94749"/>
    <w:rsid w:val="00D96F1A"/>
    <w:rsid w:val="00DB48D7"/>
    <w:rsid w:val="00DB6B55"/>
    <w:rsid w:val="00DB71B9"/>
    <w:rsid w:val="00DD26D7"/>
    <w:rsid w:val="00DD4ABF"/>
    <w:rsid w:val="00DF7DB0"/>
    <w:rsid w:val="00E0188D"/>
    <w:rsid w:val="00E046C9"/>
    <w:rsid w:val="00E23B24"/>
    <w:rsid w:val="00E24AC8"/>
    <w:rsid w:val="00E31F41"/>
    <w:rsid w:val="00E32EB4"/>
    <w:rsid w:val="00E34A85"/>
    <w:rsid w:val="00E404B1"/>
    <w:rsid w:val="00E43573"/>
    <w:rsid w:val="00E43F31"/>
    <w:rsid w:val="00E46DDF"/>
    <w:rsid w:val="00E479E1"/>
    <w:rsid w:val="00E5392E"/>
    <w:rsid w:val="00E53A88"/>
    <w:rsid w:val="00E542DE"/>
    <w:rsid w:val="00E57673"/>
    <w:rsid w:val="00E6261B"/>
    <w:rsid w:val="00E922C9"/>
    <w:rsid w:val="00EC6DC0"/>
    <w:rsid w:val="00EF319C"/>
    <w:rsid w:val="00EF4F0B"/>
    <w:rsid w:val="00F15112"/>
    <w:rsid w:val="00F1753A"/>
    <w:rsid w:val="00F239D0"/>
    <w:rsid w:val="00F25DF9"/>
    <w:rsid w:val="00F4007B"/>
    <w:rsid w:val="00F435DB"/>
    <w:rsid w:val="00F44535"/>
    <w:rsid w:val="00F44E62"/>
    <w:rsid w:val="00F5074C"/>
    <w:rsid w:val="00F57510"/>
    <w:rsid w:val="00F71EBA"/>
    <w:rsid w:val="00F85482"/>
    <w:rsid w:val="00FA29A6"/>
    <w:rsid w:val="00FA636F"/>
    <w:rsid w:val="00FB1B12"/>
    <w:rsid w:val="00FB325B"/>
    <w:rsid w:val="00FB423A"/>
    <w:rsid w:val="00FC1BD5"/>
    <w:rsid w:val="00FD50F7"/>
    <w:rsid w:val="00FE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white"/>
    </o:shapedefaults>
    <o:shapelayout v:ext="edit">
      <o:idmap v:ext="edit" data="1"/>
    </o:shapelayout>
  </w:shapeDefaults>
  <w:decimalSymbol w:val=","/>
  <w:listSeparator w:val=";"/>
  <w14:docId w14:val="154DF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7A3F"/>
    <w:rPr>
      <w:sz w:val="24"/>
      <w:szCs w:val="24"/>
    </w:rPr>
  </w:style>
  <w:style w:type="paragraph" w:styleId="Nadpis1">
    <w:name w:val="heading 1"/>
    <w:basedOn w:val="Normln"/>
    <w:next w:val="Normln"/>
    <w:qFormat/>
    <w:rsid w:val="00AF7A3F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rsid w:val="00AF7A3F"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rsid w:val="00AF7A3F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rsid w:val="00AF7A3F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AF7A3F"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link w:val="Nadpis6Char"/>
    <w:qFormat/>
    <w:rsid w:val="00AF7A3F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AF7A3F"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rsid w:val="00AF7A3F"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rsid w:val="00AF7A3F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F7A3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F7A3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AF7A3F"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basedOn w:val="Standardnpsmoodstavce"/>
    <w:rsid w:val="00AF7A3F"/>
    <w:rPr>
      <w:color w:val="0000FF"/>
      <w:u w:val="single"/>
    </w:rPr>
  </w:style>
  <w:style w:type="character" w:styleId="slostrnky">
    <w:name w:val="page number"/>
    <w:basedOn w:val="Standardnpsmoodstavce"/>
    <w:rsid w:val="00AF7A3F"/>
  </w:style>
  <w:style w:type="character" w:styleId="Sledovanodkaz">
    <w:name w:val="FollowedHyperlink"/>
    <w:basedOn w:val="Standardnpsmoodstavce"/>
    <w:rsid w:val="00AF7A3F"/>
    <w:rPr>
      <w:color w:val="800080"/>
      <w:u w:val="single"/>
    </w:rPr>
  </w:style>
  <w:style w:type="paragraph" w:styleId="Zkladntextodsazen">
    <w:name w:val="Body Text Indent"/>
    <w:basedOn w:val="Normln"/>
    <w:rsid w:val="00AF7A3F"/>
    <w:pPr>
      <w:ind w:left="1068"/>
      <w:jc w:val="both"/>
    </w:pPr>
  </w:style>
  <w:style w:type="paragraph" w:styleId="Zkladntext2">
    <w:name w:val="Body Text 2"/>
    <w:basedOn w:val="Normln"/>
    <w:rsid w:val="00AF7A3F"/>
    <w:pPr>
      <w:numPr>
        <w:ilvl w:val="12"/>
      </w:numPr>
      <w:jc w:val="both"/>
    </w:pPr>
  </w:style>
  <w:style w:type="paragraph" w:styleId="Zkladntext3">
    <w:name w:val="Body Text 3"/>
    <w:basedOn w:val="Normln"/>
    <w:rsid w:val="00AF7A3F"/>
    <w:pPr>
      <w:jc w:val="both"/>
    </w:pPr>
    <w:rPr>
      <w:b/>
      <w:sz w:val="28"/>
    </w:rPr>
  </w:style>
  <w:style w:type="paragraph" w:styleId="Zkladntext">
    <w:name w:val="Body Text"/>
    <w:basedOn w:val="Normln"/>
    <w:link w:val="ZkladntextChar"/>
    <w:rsid w:val="00AF7A3F"/>
    <w:rPr>
      <w:b/>
    </w:rPr>
  </w:style>
  <w:style w:type="paragraph" w:styleId="Zkladntextodsazen2">
    <w:name w:val="Body Text Indent 2"/>
    <w:basedOn w:val="Normln"/>
    <w:rsid w:val="00AF7A3F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rsid w:val="00AF7A3F"/>
    <w:pPr>
      <w:ind w:left="340"/>
      <w:jc w:val="both"/>
    </w:pPr>
    <w:rPr>
      <w:color w:val="0000FF"/>
      <w:sz w:val="20"/>
    </w:rPr>
  </w:style>
  <w:style w:type="table" w:styleId="Mkatabulky">
    <w:name w:val="Table Grid"/>
    <w:basedOn w:val="Normlntabulka"/>
    <w:uiPriority w:val="59"/>
    <w:rsid w:val="001A0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43F31"/>
    <w:rPr>
      <w:rFonts w:ascii="Arial Black" w:hAnsi="Arial Black"/>
      <w:sz w:val="36"/>
      <w:szCs w:val="24"/>
    </w:rPr>
  </w:style>
  <w:style w:type="paragraph" w:customStyle="1" w:styleId="Default">
    <w:name w:val="Default"/>
    <w:rsid w:val="005B1D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5263B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5263BB"/>
    <w:rPr>
      <w:b/>
      <w:sz w:val="24"/>
      <w:szCs w:val="24"/>
    </w:rPr>
  </w:style>
  <w:style w:type="paragraph" w:styleId="Textbubliny">
    <w:name w:val="Balloon Text"/>
    <w:basedOn w:val="Normln"/>
    <w:link w:val="TextbublinyChar"/>
    <w:rsid w:val="00E018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0188D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456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5632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EF4F0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F4F0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4F0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F4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F4F0B"/>
    <w:rPr>
      <w:b/>
      <w:bCs/>
    </w:rPr>
  </w:style>
  <w:style w:type="character" w:customStyle="1" w:styleId="ZpatChar">
    <w:name w:val="Zápatí Char"/>
    <w:link w:val="Zpat"/>
    <w:rsid w:val="00863604"/>
    <w:rPr>
      <w:sz w:val="24"/>
      <w:szCs w:val="24"/>
    </w:rPr>
  </w:style>
  <w:style w:type="paragraph" w:customStyle="1" w:styleId="Standard">
    <w:name w:val="Standard"/>
    <w:rsid w:val="004C6369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7A3F"/>
    <w:rPr>
      <w:sz w:val="24"/>
      <w:szCs w:val="24"/>
    </w:rPr>
  </w:style>
  <w:style w:type="paragraph" w:styleId="Nadpis1">
    <w:name w:val="heading 1"/>
    <w:basedOn w:val="Normln"/>
    <w:next w:val="Normln"/>
    <w:qFormat/>
    <w:rsid w:val="00AF7A3F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rsid w:val="00AF7A3F"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rsid w:val="00AF7A3F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rsid w:val="00AF7A3F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AF7A3F"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link w:val="Nadpis6Char"/>
    <w:qFormat/>
    <w:rsid w:val="00AF7A3F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AF7A3F"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rsid w:val="00AF7A3F"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rsid w:val="00AF7A3F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F7A3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F7A3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AF7A3F"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basedOn w:val="Standardnpsmoodstavce"/>
    <w:rsid w:val="00AF7A3F"/>
    <w:rPr>
      <w:color w:val="0000FF"/>
      <w:u w:val="single"/>
    </w:rPr>
  </w:style>
  <w:style w:type="character" w:styleId="slostrnky">
    <w:name w:val="page number"/>
    <w:basedOn w:val="Standardnpsmoodstavce"/>
    <w:rsid w:val="00AF7A3F"/>
  </w:style>
  <w:style w:type="character" w:styleId="Sledovanodkaz">
    <w:name w:val="FollowedHyperlink"/>
    <w:basedOn w:val="Standardnpsmoodstavce"/>
    <w:rsid w:val="00AF7A3F"/>
    <w:rPr>
      <w:color w:val="800080"/>
      <w:u w:val="single"/>
    </w:rPr>
  </w:style>
  <w:style w:type="paragraph" w:styleId="Zkladntextodsazen">
    <w:name w:val="Body Text Indent"/>
    <w:basedOn w:val="Normln"/>
    <w:rsid w:val="00AF7A3F"/>
    <w:pPr>
      <w:ind w:left="1068"/>
      <w:jc w:val="both"/>
    </w:pPr>
  </w:style>
  <w:style w:type="paragraph" w:styleId="Zkladntext2">
    <w:name w:val="Body Text 2"/>
    <w:basedOn w:val="Normln"/>
    <w:rsid w:val="00AF7A3F"/>
    <w:pPr>
      <w:numPr>
        <w:ilvl w:val="12"/>
      </w:numPr>
      <w:jc w:val="both"/>
    </w:pPr>
  </w:style>
  <w:style w:type="paragraph" w:styleId="Zkladntext3">
    <w:name w:val="Body Text 3"/>
    <w:basedOn w:val="Normln"/>
    <w:rsid w:val="00AF7A3F"/>
    <w:pPr>
      <w:jc w:val="both"/>
    </w:pPr>
    <w:rPr>
      <w:b/>
      <w:sz w:val="28"/>
    </w:rPr>
  </w:style>
  <w:style w:type="paragraph" w:styleId="Zkladntext">
    <w:name w:val="Body Text"/>
    <w:basedOn w:val="Normln"/>
    <w:link w:val="ZkladntextChar"/>
    <w:rsid w:val="00AF7A3F"/>
    <w:rPr>
      <w:b/>
    </w:rPr>
  </w:style>
  <w:style w:type="paragraph" w:styleId="Zkladntextodsazen2">
    <w:name w:val="Body Text Indent 2"/>
    <w:basedOn w:val="Normln"/>
    <w:rsid w:val="00AF7A3F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rsid w:val="00AF7A3F"/>
    <w:pPr>
      <w:ind w:left="340"/>
      <w:jc w:val="both"/>
    </w:pPr>
    <w:rPr>
      <w:color w:val="0000FF"/>
      <w:sz w:val="20"/>
    </w:rPr>
  </w:style>
  <w:style w:type="table" w:styleId="Mkatabulky">
    <w:name w:val="Table Grid"/>
    <w:basedOn w:val="Normlntabulka"/>
    <w:uiPriority w:val="59"/>
    <w:rsid w:val="001A0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43F31"/>
    <w:rPr>
      <w:rFonts w:ascii="Arial Black" w:hAnsi="Arial Black"/>
      <w:sz w:val="36"/>
      <w:szCs w:val="24"/>
    </w:rPr>
  </w:style>
  <w:style w:type="paragraph" w:customStyle="1" w:styleId="Default">
    <w:name w:val="Default"/>
    <w:rsid w:val="005B1D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5263B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5263BB"/>
    <w:rPr>
      <w:b/>
      <w:sz w:val="24"/>
      <w:szCs w:val="24"/>
    </w:rPr>
  </w:style>
  <w:style w:type="paragraph" w:styleId="Textbubliny">
    <w:name w:val="Balloon Text"/>
    <w:basedOn w:val="Normln"/>
    <w:link w:val="TextbublinyChar"/>
    <w:rsid w:val="00E018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0188D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456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5632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EF4F0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F4F0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4F0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F4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F4F0B"/>
    <w:rPr>
      <w:b/>
      <w:bCs/>
    </w:rPr>
  </w:style>
  <w:style w:type="character" w:customStyle="1" w:styleId="ZpatChar">
    <w:name w:val="Zápatí Char"/>
    <w:link w:val="Zpat"/>
    <w:rsid w:val="00863604"/>
    <w:rPr>
      <w:sz w:val="24"/>
      <w:szCs w:val="24"/>
    </w:rPr>
  </w:style>
  <w:style w:type="paragraph" w:customStyle="1" w:styleId="Standard">
    <w:name w:val="Standard"/>
    <w:rsid w:val="004C6369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SourceURL xmlns="69ce2b15-0efb-4f62-aca0-3c5cc41f3d53" xsi:nil="true"/>
    <PublishingStartDate xmlns="http://schemas.microsoft.com/sharepoint/v3" xsi:nil="true"/>
    <PublishingExpiration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F3FE5A-CB87-452B-883A-8A9C6DD9D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0FE4F8-E775-4EF0-B8E2-DC904278A438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69ce2b15-0efb-4f62-aca0-3c5cc41f3d53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86E157-68F0-404F-83B9-7E8958A6E1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</Template>
  <TotalTime>0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>Krajský úřad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Radek Havlan</dc:creator>
  <cp:lastModifiedBy>Kadlecová Andrea</cp:lastModifiedBy>
  <cp:revision>3</cp:revision>
  <cp:lastPrinted>2019-02-27T13:36:00Z</cp:lastPrinted>
  <dcterms:created xsi:type="dcterms:W3CDTF">2019-04-30T08:56:00Z</dcterms:created>
  <dcterms:modified xsi:type="dcterms:W3CDTF">2019-04-30T08:56:00Z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